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4E351" w14:textId="0C615B64" w:rsidR="007171F9" w:rsidRPr="004B1862" w:rsidRDefault="007171F9" w:rsidP="00467E78">
      <w:pPr>
        <w:tabs>
          <w:tab w:val="left" w:pos="3402"/>
        </w:tabs>
        <w:rPr>
          <w:b/>
          <w:sz w:val="20"/>
          <w:szCs w:val="20"/>
        </w:rPr>
      </w:pPr>
    </w:p>
    <w:p w14:paraId="0DFBD151" w14:textId="1099B691" w:rsidR="007171F9" w:rsidRPr="004B1862" w:rsidRDefault="007171F9" w:rsidP="00467E78">
      <w:pPr>
        <w:tabs>
          <w:tab w:val="left" w:pos="3402"/>
        </w:tabs>
        <w:rPr>
          <w:b/>
          <w:sz w:val="20"/>
          <w:szCs w:val="20"/>
        </w:rPr>
      </w:pPr>
    </w:p>
    <w:p w14:paraId="2413D06C" w14:textId="0512F4DD" w:rsidR="00A93C1C" w:rsidRDefault="00A93C1C" w:rsidP="003212C6">
      <w:pPr>
        <w:tabs>
          <w:tab w:val="left" w:pos="3402"/>
        </w:tabs>
        <w:rPr>
          <w:b/>
          <w:sz w:val="20"/>
          <w:szCs w:val="20"/>
        </w:rPr>
      </w:pPr>
    </w:p>
    <w:p w14:paraId="434870D1" w14:textId="4D1CD40C" w:rsidR="004B1862" w:rsidRDefault="004B1862" w:rsidP="003212C6">
      <w:pPr>
        <w:tabs>
          <w:tab w:val="left" w:pos="3402"/>
        </w:tabs>
        <w:rPr>
          <w:b/>
          <w:sz w:val="20"/>
          <w:szCs w:val="20"/>
        </w:rPr>
      </w:pPr>
    </w:p>
    <w:p w14:paraId="1B17875B" w14:textId="77777777" w:rsidR="007858C9" w:rsidRDefault="007858C9" w:rsidP="004B1862">
      <w:pPr>
        <w:tabs>
          <w:tab w:val="left" w:pos="3402"/>
        </w:tabs>
        <w:rPr>
          <w:rFonts w:asciiTheme="minorHAnsi" w:hAnsiTheme="minorHAnsi" w:cstheme="minorHAnsi"/>
          <w:b/>
          <w:sz w:val="32"/>
          <w:szCs w:val="32"/>
        </w:rPr>
      </w:pPr>
    </w:p>
    <w:p w14:paraId="6246618B" w14:textId="77777777" w:rsidR="004B1862" w:rsidRPr="004B1862" w:rsidRDefault="004B1862" w:rsidP="003212C6">
      <w:pPr>
        <w:tabs>
          <w:tab w:val="left" w:pos="3402"/>
        </w:tabs>
        <w:rPr>
          <w:b/>
          <w:sz w:val="20"/>
          <w:szCs w:val="20"/>
        </w:rPr>
      </w:pPr>
    </w:p>
    <w:p w14:paraId="1C6B84F9" w14:textId="0AD105E5" w:rsidR="00660286" w:rsidRDefault="00844159" w:rsidP="00467E78">
      <w:pPr>
        <w:tabs>
          <w:tab w:val="left" w:pos="3402"/>
        </w:tabs>
        <w:rPr>
          <w:b/>
        </w:rPr>
      </w:pPr>
      <w:r>
        <w:rPr>
          <w:b/>
        </w:rPr>
        <w:t>Please submit the complete document</w:t>
      </w:r>
      <w:r w:rsidR="00632AB5">
        <w:rPr>
          <w:b/>
        </w:rPr>
        <w:t xml:space="preserve"> (</w:t>
      </w:r>
      <w:r w:rsidR="00CD3AEB">
        <w:rPr>
          <w:b/>
        </w:rPr>
        <w:t>5</w:t>
      </w:r>
      <w:r w:rsidR="00660286">
        <w:rPr>
          <w:b/>
        </w:rPr>
        <w:t xml:space="preserve"> </w:t>
      </w:r>
      <w:r>
        <w:rPr>
          <w:b/>
        </w:rPr>
        <w:t>pages</w:t>
      </w:r>
      <w:r w:rsidR="00660286">
        <w:rPr>
          <w:b/>
        </w:rPr>
        <w:t xml:space="preserve">) </w:t>
      </w:r>
      <w:r>
        <w:rPr>
          <w:b/>
        </w:rPr>
        <w:t>to</w:t>
      </w:r>
      <w:r w:rsidR="00660286">
        <w:rPr>
          <w:b/>
        </w:rPr>
        <w:t>:</w:t>
      </w:r>
    </w:p>
    <w:p w14:paraId="42D2C6D3" w14:textId="2B225542" w:rsidR="00660286" w:rsidRDefault="00660286" w:rsidP="00467E78">
      <w:pPr>
        <w:tabs>
          <w:tab w:val="left" w:pos="3402"/>
        </w:tabs>
        <w:rPr>
          <w:b/>
        </w:rPr>
      </w:pPr>
    </w:p>
    <w:p w14:paraId="5F2D9F30" w14:textId="4E6DBF76" w:rsidR="00660286" w:rsidRDefault="008F54C0" w:rsidP="00467E78">
      <w:pPr>
        <w:tabs>
          <w:tab w:val="left" w:pos="3402"/>
        </w:tabs>
        <w:rPr>
          <w:b/>
        </w:rPr>
      </w:pPr>
      <w:r>
        <w:rPr>
          <w:b/>
        </w:rPr>
        <w:t>Svenska PEFC</w:t>
      </w:r>
    </w:p>
    <w:p w14:paraId="635703D5" w14:textId="79E6848B" w:rsidR="008F54C0" w:rsidRDefault="00612D70" w:rsidP="00467E78">
      <w:pPr>
        <w:tabs>
          <w:tab w:val="left" w:pos="3402"/>
        </w:tabs>
        <w:rPr>
          <w:b/>
        </w:rPr>
      </w:pPr>
      <w:r>
        <w:rPr>
          <w:b/>
        </w:rPr>
        <w:t>105 33 Stockholm</w:t>
      </w:r>
    </w:p>
    <w:p w14:paraId="1B77BDE9" w14:textId="5BBD5F65" w:rsidR="00612D70" w:rsidRDefault="00612D70" w:rsidP="00467E78">
      <w:pPr>
        <w:tabs>
          <w:tab w:val="left" w:pos="3402"/>
        </w:tabs>
        <w:rPr>
          <w:b/>
        </w:rPr>
      </w:pPr>
    </w:p>
    <w:p w14:paraId="44D52523" w14:textId="2549E27E" w:rsidR="000D6923" w:rsidRDefault="000D6923" w:rsidP="00467E78">
      <w:pPr>
        <w:tabs>
          <w:tab w:val="left" w:pos="3402"/>
        </w:tabs>
        <w:rPr>
          <w:b/>
        </w:rPr>
      </w:pPr>
    </w:p>
    <w:p w14:paraId="2C86D83B" w14:textId="49E03ACB" w:rsidR="00D94088" w:rsidRDefault="00D94088" w:rsidP="00D94088">
      <w:pPr>
        <w:tabs>
          <w:tab w:val="left" w:pos="3402"/>
        </w:tabs>
        <w:rPr>
          <w:bCs/>
        </w:rPr>
      </w:pPr>
      <w:r w:rsidRPr="009F4E6D">
        <w:rPr>
          <w:bCs/>
        </w:rPr>
        <w:t>(</w:t>
      </w:r>
      <w:r w:rsidR="00776438">
        <w:rPr>
          <w:bCs/>
        </w:rPr>
        <w:t>To be filled out</w:t>
      </w:r>
      <w:r w:rsidR="00BA1C09">
        <w:rPr>
          <w:bCs/>
        </w:rPr>
        <w:t xml:space="preserve"> by PEFC Sweden</w:t>
      </w:r>
      <w:r w:rsidRPr="009F4E6D">
        <w:rPr>
          <w:bCs/>
        </w:rPr>
        <w:t>)</w:t>
      </w:r>
    </w:p>
    <w:tbl>
      <w:tblPr>
        <w:tblStyle w:val="Tabellrutnt"/>
        <w:tblW w:w="0" w:type="auto"/>
        <w:tblLook w:val="04A0" w:firstRow="1" w:lastRow="0" w:firstColumn="1" w:lastColumn="0" w:noHBand="0" w:noVBand="1"/>
      </w:tblPr>
      <w:tblGrid>
        <w:gridCol w:w="4686"/>
        <w:gridCol w:w="4686"/>
      </w:tblGrid>
      <w:tr w:rsidR="000D6923" w14:paraId="256A1A1E" w14:textId="77777777" w:rsidTr="000D6923">
        <w:tc>
          <w:tcPr>
            <w:tcW w:w="4686" w:type="dxa"/>
          </w:tcPr>
          <w:p w14:paraId="2F94AA67" w14:textId="492419A0" w:rsidR="00B52CAF" w:rsidRDefault="00844159" w:rsidP="00467E78">
            <w:pPr>
              <w:tabs>
                <w:tab w:val="left" w:pos="3402"/>
              </w:tabs>
              <w:rPr>
                <w:bCs/>
              </w:rPr>
            </w:pPr>
            <w:r>
              <w:rPr>
                <w:b/>
              </w:rPr>
              <w:t>Assigned trademark</w:t>
            </w:r>
            <w:r w:rsidR="00BA1C09">
              <w:rPr>
                <w:b/>
              </w:rPr>
              <w:t xml:space="preserve"> </w:t>
            </w:r>
            <w:r>
              <w:rPr>
                <w:b/>
              </w:rPr>
              <w:t>license</w:t>
            </w:r>
            <w:r w:rsidR="000D6923" w:rsidRPr="00D67C9E">
              <w:rPr>
                <w:b/>
              </w:rPr>
              <w:t>:</w:t>
            </w:r>
            <w:r w:rsidR="00B52CAF" w:rsidRPr="009F4E6D">
              <w:rPr>
                <w:bCs/>
              </w:rPr>
              <w:t xml:space="preserve"> </w:t>
            </w:r>
          </w:p>
          <w:p w14:paraId="12F7CE7C" w14:textId="369E82F6" w:rsidR="000D6923" w:rsidRDefault="000D6923">
            <w:pPr>
              <w:tabs>
                <w:tab w:val="left" w:pos="3402"/>
              </w:tabs>
              <w:rPr>
                <w:b/>
              </w:rPr>
            </w:pPr>
          </w:p>
        </w:tc>
        <w:tc>
          <w:tcPr>
            <w:tcW w:w="4686" w:type="dxa"/>
          </w:tcPr>
          <w:p w14:paraId="7B36B3CB" w14:textId="541F086A" w:rsidR="000D6923" w:rsidRPr="002C7325" w:rsidRDefault="002C7325" w:rsidP="00467E78">
            <w:pPr>
              <w:tabs>
                <w:tab w:val="left" w:pos="3402"/>
              </w:tabs>
              <w:rPr>
                <w:bCs/>
              </w:rPr>
            </w:pPr>
            <w:r w:rsidRPr="002C7325">
              <w:rPr>
                <w:bCs/>
              </w:rPr>
              <w:t>PEFC/05-</w:t>
            </w:r>
          </w:p>
          <w:p w14:paraId="47B92916" w14:textId="4AB77600" w:rsidR="00B52CAF" w:rsidRDefault="00B52CAF" w:rsidP="00467E78">
            <w:pPr>
              <w:tabs>
                <w:tab w:val="left" w:pos="3402"/>
              </w:tabs>
              <w:rPr>
                <w:b/>
              </w:rPr>
            </w:pPr>
          </w:p>
        </w:tc>
      </w:tr>
      <w:tr w:rsidR="004B1862" w14:paraId="3F5AABB6" w14:textId="77777777" w:rsidTr="00D62594">
        <w:trPr>
          <w:trHeight w:val="506"/>
        </w:trPr>
        <w:tc>
          <w:tcPr>
            <w:tcW w:w="4686" w:type="dxa"/>
          </w:tcPr>
          <w:p w14:paraId="26381CE3" w14:textId="37F238CC" w:rsidR="004B1862" w:rsidRPr="00D67C9E" w:rsidRDefault="00BA1C09" w:rsidP="00467E78">
            <w:pPr>
              <w:tabs>
                <w:tab w:val="left" w:pos="3402"/>
              </w:tabs>
              <w:rPr>
                <w:b/>
              </w:rPr>
            </w:pPr>
            <w:r>
              <w:rPr>
                <w:b/>
              </w:rPr>
              <w:t>Category</w:t>
            </w:r>
          </w:p>
        </w:tc>
        <w:tc>
          <w:tcPr>
            <w:tcW w:w="4686" w:type="dxa"/>
          </w:tcPr>
          <w:p w14:paraId="51B8F34D" w14:textId="77777777" w:rsidR="004B1862" w:rsidRDefault="004B1862" w:rsidP="00467E78">
            <w:pPr>
              <w:tabs>
                <w:tab w:val="left" w:pos="3402"/>
              </w:tabs>
              <w:rPr>
                <w:b/>
              </w:rPr>
            </w:pPr>
          </w:p>
        </w:tc>
      </w:tr>
    </w:tbl>
    <w:p w14:paraId="723C2369" w14:textId="212D82E2" w:rsidR="007171F9" w:rsidRPr="00D67C9E" w:rsidRDefault="007171F9" w:rsidP="00467E78">
      <w:pPr>
        <w:tabs>
          <w:tab w:val="left" w:pos="3402"/>
        </w:tabs>
        <w:rPr>
          <w:b/>
        </w:rPr>
      </w:pPr>
    </w:p>
    <w:p w14:paraId="3014A562" w14:textId="5BA41C96" w:rsidR="0002711D" w:rsidRDefault="0002711D" w:rsidP="00467E78">
      <w:pPr>
        <w:tabs>
          <w:tab w:val="left" w:pos="3402"/>
        </w:tabs>
        <w:rPr>
          <w:b/>
        </w:rPr>
      </w:pPr>
    </w:p>
    <w:p w14:paraId="41E97BE9" w14:textId="1E40188F" w:rsidR="00C2561D" w:rsidRPr="00C2561D" w:rsidRDefault="00BA1C09" w:rsidP="00467E78">
      <w:pPr>
        <w:tabs>
          <w:tab w:val="left" w:pos="3402"/>
        </w:tabs>
        <w:rPr>
          <w:b/>
          <w:sz w:val="28"/>
          <w:szCs w:val="28"/>
        </w:rPr>
      </w:pPr>
      <w:r>
        <w:rPr>
          <w:b/>
          <w:sz w:val="28"/>
          <w:szCs w:val="28"/>
        </w:rPr>
        <w:t>User categories</w:t>
      </w:r>
      <w:r w:rsidR="00C2561D">
        <w:rPr>
          <w:b/>
          <w:sz w:val="28"/>
          <w:szCs w:val="28"/>
        </w:rPr>
        <w:t>:</w:t>
      </w:r>
    </w:p>
    <w:p w14:paraId="7F532CC3" w14:textId="647C844A" w:rsidR="00013A31" w:rsidRDefault="00013A31" w:rsidP="00013A31">
      <w:r>
        <w:t>(</w:t>
      </w:r>
      <w:r w:rsidR="00BA1C09">
        <w:t>Applicant marks category</w:t>
      </w:r>
      <w:r>
        <w:t>)</w:t>
      </w:r>
    </w:p>
    <w:tbl>
      <w:tblPr>
        <w:tblStyle w:val="Tabellrutnt"/>
        <w:tblW w:w="5000" w:type="pct"/>
        <w:tblLook w:val="04A0" w:firstRow="1" w:lastRow="0" w:firstColumn="1" w:lastColumn="0" w:noHBand="0" w:noVBand="1"/>
      </w:tblPr>
      <w:tblGrid>
        <w:gridCol w:w="1338"/>
        <w:gridCol w:w="8034"/>
      </w:tblGrid>
      <w:tr w:rsidR="00C2561D" w:rsidRPr="00615346" w14:paraId="5920DFC5" w14:textId="77777777" w:rsidTr="00C2561D">
        <w:tc>
          <w:tcPr>
            <w:tcW w:w="714" w:type="pct"/>
          </w:tcPr>
          <w:p w14:paraId="425C5CF8" w14:textId="5D35604E" w:rsidR="00C2561D" w:rsidRPr="00615346" w:rsidRDefault="00C2561D" w:rsidP="002C7325">
            <w:r>
              <w:t>A</w:t>
            </w:r>
          </w:p>
        </w:tc>
        <w:tc>
          <w:tcPr>
            <w:tcW w:w="4286" w:type="pct"/>
          </w:tcPr>
          <w:p w14:paraId="6C677C85" w14:textId="510C63EA" w:rsidR="00C2561D" w:rsidRPr="00615346" w:rsidRDefault="00BA1C09" w:rsidP="002C7325">
            <w:r>
              <w:t>National PEFC governing body</w:t>
            </w:r>
          </w:p>
        </w:tc>
      </w:tr>
      <w:tr w:rsidR="005C52BE" w:rsidRPr="00615346" w14:paraId="0F01E354" w14:textId="77777777" w:rsidTr="00C2561D">
        <w:tc>
          <w:tcPr>
            <w:tcW w:w="714" w:type="pct"/>
          </w:tcPr>
          <w:p w14:paraId="2640C482" w14:textId="0081118E" w:rsidR="005C52BE" w:rsidRPr="00615346" w:rsidRDefault="005C52BE" w:rsidP="002C7325">
            <w:r w:rsidRPr="00615346">
              <w:t>B</w:t>
            </w:r>
          </w:p>
        </w:tc>
        <w:tc>
          <w:tcPr>
            <w:tcW w:w="4286" w:type="pct"/>
          </w:tcPr>
          <w:p w14:paraId="1DBF7A9B" w14:textId="58C36FAF" w:rsidR="005C52BE" w:rsidRPr="00615346" w:rsidRDefault="00BA1C09" w:rsidP="002C7325">
            <w:r>
              <w:t>SFM certified entity</w:t>
            </w:r>
          </w:p>
        </w:tc>
      </w:tr>
      <w:tr w:rsidR="005C52BE" w:rsidRPr="00615346" w14:paraId="2A155D19" w14:textId="77777777" w:rsidTr="00C2561D">
        <w:tc>
          <w:tcPr>
            <w:tcW w:w="714" w:type="pct"/>
          </w:tcPr>
          <w:p w14:paraId="567AB9CC" w14:textId="12471FD8" w:rsidR="005C52BE" w:rsidRPr="00615346" w:rsidRDefault="008D0997" w:rsidP="002C7325">
            <w:r w:rsidRPr="00615346">
              <w:t>C</w:t>
            </w:r>
          </w:p>
        </w:tc>
        <w:tc>
          <w:tcPr>
            <w:tcW w:w="4286" w:type="pct"/>
          </w:tcPr>
          <w:p w14:paraId="3D36AE5C" w14:textId="10A5A30E" w:rsidR="005C52BE" w:rsidRPr="00615346" w:rsidRDefault="00BA1C09" w:rsidP="002C7325">
            <w:r>
              <w:t>CoC</w:t>
            </w:r>
            <w:r>
              <w:t xml:space="preserve"> certified entity</w:t>
            </w:r>
          </w:p>
        </w:tc>
      </w:tr>
      <w:tr w:rsidR="005C52BE" w:rsidRPr="00615346" w14:paraId="239FE958" w14:textId="77777777" w:rsidTr="00C2561D">
        <w:tc>
          <w:tcPr>
            <w:tcW w:w="714" w:type="pct"/>
          </w:tcPr>
          <w:p w14:paraId="15F09DC0" w14:textId="1C1EA317" w:rsidR="005C52BE" w:rsidRPr="00615346" w:rsidRDefault="008D0997" w:rsidP="002C7325">
            <w:r w:rsidRPr="00615346">
              <w:t>D</w:t>
            </w:r>
          </w:p>
        </w:tc>
        <w:tc>
          <w:tcPr>
            <w:tcW w:w="4286" w:type="pct"/>
          </w:tcPr>
          <w:p w14:paraId="4AE08D77" w14:textId="0595B332" w:rsidR="005C52BE" w:rsidRPr="00615346" w:rsidRDefault="00BA1C09" w:rsidP="002C7325">
            <w:r>
              <w:t>Other users, non-certified</w:t>
            </w:r>
          </w:p>
        </w:tc>
      </w:tr>
      <w:tr w:rsidR="005C52BE" w14:paraId="5AAF8B9F" w14:textId="77777777" w:rsidTr="00C2561D">
        <w:tc>
          <w:tcPr>
            <w:tcW w:w="714" w:type="pct"/>
          </w:tcPr>
          <w:p w14:paraId="10A14CA5" w14:textId="77777777" w:rsidR="005C52BE" w:rsidRDefault="005C52BE" w:rsidP="002C7325">
            <w:pPr>
              <w:rPr>
                <w:b/>
              </w:rPr>
            </w:pPr>
          </w:p>
        </w:tc>
        <w:tc>
          <w:tcPr>
            <w:tcW w:w="4286" w:type="pct"/>
          </w:tcPr>
          <w:p w14:paraId="17061123" w14:textId="0BF209CE" w:rsidR="005C52BE" w:rsidRDefault="005C52BE" w:rsidP="002C7325">
            <w:pPr>
              <w:rPr>
                <w:b/>
              </w:rPr>
            </w:pPr>
          </w:p>
        </w:tc>
      </w:tr>
    </w:tbl>
    <w:p w14:paraId="17CB1C61" w14:textId="77777777" w:rsidR="00990286" w:rsidRDefault="00990286">
      <w:pPr>
        <w:rPr>
          <w:rFonts w:asciiTheme="minorHAnsi" w:hAnsiTheme="minorHAnsi" w:cstheme="minorHAnsi"/>
          <w:b/>
          <w:sz w:val="32"/>
          <w:szCs w:val="32"/>
        </w:rPr>
      </w:pPr>
      <w:r>
        <w:rPr>
          <w:rFonts w:asciiTheme="minorHAnsi" w:hAnsiTheme="minorHAnsi" w:cstheme="minorHAnsi"/>
          <w:b/>
          <w:sz w:val="32"/>
          <w:szCs w:val="32"/>
        </w:rPr>
        <w:br w:type="page"/>
      </w:r>
    </w:p>
    <w:p w14:paraId="119C4159" w14:textId="139766A1" w:rsidR="00D94A51" w:rsidRPr="0002711D" w:rsidRDefault="0012239D" w:rsidP="00467E78">
      <w:pPr>
        <w:tabs>
          <w:tab w:val="left" w:pos="3402"/>
        </w:tabs>
        <w:rPr>
          <w:rFonts w:asciiTheme="minorHAnsi" w:hAnsiTheme="minorHAnsi" w:cstheme="minorHAnsi"/>
          <w:b/>
          <w:sz w:val="32"/>
          <w:szCs w:val="32"/>
        </w:rPr>
      </w:pPr>
      <w:r>
        <w:rPr>
          <w:rFonts w:asciiTheme="minorHAnsi" w:hAnsiTheme="minorHAnsi" w:cstheme="minorHAnsi"/>
          <w:b/>
          <w:sz w:val="32"/>
          <w:szCs w:val="32"/>
        </w:rPr>
        <w:lastRenderedPageBreak/>
        <w:t>Applicant organisation</w:t>
      </w:r>
    </w:p>
    <w:p w14:paraId="34C7B397" w14:textId="6C4184FD" w:rsidR="009A2D96" w:rsidRPr="00D67C9E" w:rsidRDefault="009A2D96" w:rsidP="00467E78">
      <w:pPr>
        <w:tabs>
          <w:tab w:val="left" w:pos="3402"/>
        </w:tabs>
        <w:rPr>
          <w:b/>
        </w:rPr>
      </w:pPr>
    </w:p>
    <w:tbl>
      <w:tblPr>
        <w:tblStyle w:val="Tabellrutnt"/>
        <w:tblW w:w="0" w:type="auto"/>
        <w:tblLook w:val="04A0" w:firstRow="1" w:lastRow="0" w:firstColumn="1" w:lastColumn="0" w:noHBand="0" w:noVBand="1"/>
      </w:tblPr>
      <w:tblGrid>
        <w:gridCol w:w="4531"/>
        <w:gridCol w:w="4841"/>
      </w:tblGrid>
      <w:tr w:rsidR="009C79A4" w:rsidRPr="009C79A4" w14:paraId="0B697288" w14:textId="77777777" w:rsidTr="00104E50">
        <w:trPr>
          <w:trHeight w:val="306"/>
        </w:trPr>
        <w:tc>
          <w:tcPr>
            <w:tcW w:w="4531" w:type="dxa"/>
            <w:shd w:val="clear" w:color="auto" w:fill="F2F2F2" w:themeFill="background1" w:themeFillShade="F2"/>
          </w:tcPr>
          <w:p w14:paraId="47A8C969" w14:textId="61A7172F" w:rsidR="009C79A4" w:rsidRPr="009C79A4" w:rsidRDefault="0012239D" w:rsidP="00467E78">
            <w:pPr>
              <w:tabs>
                <w:tab w:val="left" w:pos="3402"/>
              </w:tabs>
              <w:rPr>
                <w:b/>
              </w:rPr>
            </w:pPr>
            <w:r>
              <w:rPr>
                <w:b/>
              </w:rPr>
              <w:t>Company</w:t>
            </w:r>
          </w:p>
        </w:tc>
        <w:tc>
          <w:tcPr>
            <w:tcW w:w="4841" w:type="dxa"/>
            <w:shd w:val="clear" w:color="auto" w:fill="F2F2F2" w:themeFill="background1" w:themeFillShade="F2"/>
          </w:tcPr>
          <w:p w14:paraId="3143A6F9" w14:textId="77777777" w:rsidR="009C79A4" w:rsidRPr="009C79A4" w:rsidRDefault="009C79A4" w:rsidP="00467E78">
            <w:pPr>
              <w:tabs>
                <w:tab w:val="left" w:pos="3402"/>
              </w:tabs>
              <w:rPr>
                <w:b/>
              </w:rPr>
            </w:pPr>
          </w:p>
        </w:tc>
      </w:tr>
      <w:tr w:rsidR="00A30DDD" w:rsidRPr="00D67C9E" w14:paraId="19CF1309" w14:textId="77777777" w:rsidTr="00104E50">
        <w:trPr>
          <w:trHeight w:val="510"/>
        </w:trPr>
        <w:tc>
          <w:tcPr>
            <w:tcW w:w="4531" w:type="dxa"/>
            <w:vAlign w:val="center"/>
          </w:tcPr>
          <w:p w14:paraId="560C42F1" w14:textId="305B10FE" w:rsidR="00A30DDD" w:rsidRPr="00B53D01" w:rsidRDefault="0012239D" w:rsidP="0075207E">
            <w:pPr>
              <w:tabs>
                <w:tab w:val="left" w:pos="3402"/>
              </w:tabs>
              <w:rPr>
                <w:bCs/>
              </w:rPr>
            </w:pPr>
            <w:r>
              <w:rPr>
                <w:bCs/>
              </w:rPr>
              <w:t>Company</w:t>
            </w:r>
            <w:r w:rsidR="00015D1E" w:rsidRPr="00B53D01">
              <w:rPr>
                <w:bCs/>
              </w:rPr>
              <w:t>/organisation:</w:t>
            </w:r>
          </w:p>
          <w:p w14:paraId="42DE7537" w14:textId="693FF7A4" w:rsidR="00D67C9E" w:rsidRPr="00B53D01" w:rsidRDefault="00D67C9E" w:rsidP="0075207E">
            <w:pPr>
              <w:tabs>
                <w:tab w:val="left" w:pos="3402"/>
              </w:tabs>
              <w:rPr>
                <w:bCs/>
              </w:rPr>
            </w:pPr>
          </w:p>
        </w:tc>
        <w:tc>
          <w:tcPr>
            <w:tcW w:w="4841" w:type="dxa"/>
            <w:vAlign w:val="center"/>
          </w:tcPr>
          <w:p w14:paraId="6B438EED" w14:textId="77777777" w:rsidR="00A30DDD" w:rsidRPr="00D67C9E" w:rsidRDefault="00A30DDD" w:rsidP="0075207E">
            <w:pPr>
              <w:tabs>
                <w:tab w:val="left" w:pos="3402"/>
              </w:tabs>
              <w:rPr>
                <w:b/>
              </w:rPr>
            </w:pPr>
          </w:p>
        </w:tc>
      </w:tr>
      <w:tr w:rsidR="00BE731A" w:rsidRPr="00D67C9E" w14:paraId="7BA70A7B" w14:textId="77777777" w:rsidTr="00104E50">
        <w:trPr>
          <w:trHeight w:val="510"/>
        </w:trPr>
        <w:tc>
          <w:tcPr>
            <w:tcW w:w="4531" w:type="dxa"/>
            <w:vAlign w:val="center"/>
          </w:tcPr>
          <w:p w14:paraId="3BB6FA07" w14:textId="6A919188" w:rsidR="00BE731A" w:rsidRPr="00B53D01" w:rsidRDefault="0012239D" w:rsidP="0075207E">
            <w:pPr>
              <w:tabs>
                <w:tab w:val="left" w:pos="3402"/>
              </w:tabs>
              <w:rPr>
                <w:bCs/>
              </w:rPr>
            </w:pPr>
            <w:r>
              <w:rPr>
                <w:bCs/>
              </w:rPr>
              <w:t>Registration number</w:t>
            </w:r>
            <w:r w:rsidR="00BE731A">
              <w:rPr>
                <w:bCs/>
              </w:rPr>
              <w:t>:</w:t>
            </w:r>
          </w:p>
        </w:tc>
        <w:tc>
          <w:tcPr>
            <w:tcW w:w="4841" w:type="dxa"/>
            <w:vAlign w:val="center"/>
          </w:tcPr>
          <w:p w14:paraId="75A2A529" w14:textId="77777777" w:rsidR="00BE731A" w:rsidRPr="00D67C9E" w:rsidRDefault="00BE731A" w:rsidP="0075207E">
            <w:pPr>
              <w:tabs>
                <w:tab w:val="left" w:pos="3402"/>
              </w:tabs>
              <w:rPr>
                <w:b/>
              </w:rPr>
            </w:pPr>
          </w:p>
        </w:tc>
      </w:tr>
      <w:tr w:rsidR="00B2409B" w:rsidRPr="00D67C9E" w14:paraId="43FA440E" w14:textId="77777777" w:rsidTr="00104E50">
        <w:trPr>
          <w:trHeight w:val="510"/>
        </w:trPr>
        <w:tc>
          <w:tcPr>
            <w:tcW w:w="4531" w:type="dxa"/>
            <w:vAlign w:val="center"/>
          </w:tcPr>
          <w:p w14:paraId="269658F4" w14:textId="22E0E498" w:rsidR="00B2409B" w:rsidRPr="00B53D01" w:rsidRDefault="0012239D" w:rsidP="0075207E">
            <w:pPr>
              <w:tabs>
                <w:tab w:val="left" w:pos="3402"/>
              </w:tabs>
              <w:rPr>
                <w:bCs/>
              </w:rPr>
            </w:pPr>
            <w:r>
              <w:rPr>
                <w:bCs/>
              </w:rPr>
              <w:t>Adress/PO Box</w:t>
            </w:r>
            <w:r w:rsidR="00B2409B" w:rsidRPr="000A4E43">
              <w:rPr>
                <w:bCs/>
              </w:rPr>
              <w:t>:</w:t>
            </w:r>
          </w:p>
        </w:tc>
        <w:tc>
          <w:tcPr>
            <w:tcW w:w="4841" w:type="dxa"/>
            <w:vAlign w:val="center"/>
          </w:tcPr>
          <w:p w14:paraId="70DF5CDB" w14:textId="77777777" w:rsidR="00B2409B" w:rsidRPr="00D67C9E" w:rsidRDefault="00B2409B" w:rsidP="0075207E">
            <w:pPr>
              <w:tabs>
                <w:tab w:val="left" w:pos="3402"/>
              </w:tabs>
              <w:rPr>
                <w:b/>
              </w:rPr>
            </w:pPr>
          </w:p>
        </w:tc>
      </w:tr>
      <w:tr w:rsidR="00B2409B" w:rsidRPr="00D67C9E" w14:paraId="33A7F5D3" w14:textId="77777777" w:rsidTr="00104E50">
        <w:trPr>
          <w:trHeight w:val="510"/>
        </w:trPr>
        <w:tc>
          <w:tcPr>
            <w:tcW w:w="4531" w:type="dxa"/>
            <w:vAlign w:val="center"/>
          </w:tcPr>
          <w:p w14:paraId="395A837B" w14:textId="17E4E63D" w:rsidR="00B2409B" w:rsidRPr="00B53D01" w:rsidRDefault="0012239D" w:rsidP="0075207E">
            <w:pPr>
              <w:tabs>
                <w:tab w:val="left" w:pos="3402"/>
              </w:tabs>
              <w:rPr>
                <w:bCs/>
              </w:rPr>
            </w:pPr>
            <w:r>
              <w:rPr>
                <w:bCs/>
              </w:rPr>
              <w:t>Postal code</w:t>
            </w:r>
            <w:r w:rsidR="00B2409B" w:rsidRPr="000A4E43">
              <w:rPr>
                <w:bCs/>
              </w:rPr>
              <w:t>:</w:t>
            </w:r>
          </w:p>
        </w:tc>
        <w:tc>
          <w:tcPr>
            <w:tcW w:w="4841" w:type="dxa"/>
            <w:vAlign w:val="center"/>
          </w:tcPr>
          <w:p w14:paraId="6072EAD6" w14:textId="77777777" w:rsidR="00B2409B" w:rsidRPr="00D67C9E" w:rsidRDefault="00B2409B" w:rsidP="0075207E">
            <w:pPr>
              <w:tabs>
                <w:tab w:val="left" w:pos="3402"/>
              </w:tabs>
              <w:rPr>
                <w:b/>
              </w:rPr>
            </w:pPr>
          </w:p>
        </w:tc>
      </w:tr>
      <w:tr w:rsidR="00B2409B" w:rsidRPr="00D67C9E" w14:paraId="6E88D365" w14:textId="77777777" w:rsidTr="00104E50">
        <w:trPr>
          <w:trHeight w:val="510"/>
        </w:trPr>
        <w:tc>
          <w:tcPr>
            <w:tcW w:w="4531" w:type="dxa"/>
            <w:vAlign w:val="center"/>
          </w:tcPr>
          <w:p w14:paraId="42AABDD1" w14:textId="0327E582" w:rsidR="00B2409B" w:rsidRPr="00B53D01" w:rsidRDefault="0012239D" w:rsidP="0075207E">
            <w:pPr>
              <w:tabs>
                <w:tab w:val="left" w:pos="3402"/>
              </w:tabs>
              <w:rPr>
                <w:bCs/>
              </w:rPr>
            </w:pPr>
            <w:r>
              <w:rPr>
                <w:bCs/>
              </w:rPr>
              <w:t>City</w:t>
            </w:r>
            <w:r w:rsidR="00B2409B" w:rsidRPr="000A4E43">
              <w:rPr>
                <w:bCs/>
              </w:rPr>
              <w:t>:</w:t>
            </w:r>
          </w:p>
        </w:tc>
        <w:tc>
          <w:tcPr>
            <w:tcW w:w="4841" w:type="dxa"/>
            <w:vAlign w:val="center"/>
          </w:tcPr>
          <w:p w14:paraId="2B40C315" w14:textId="77777777" w:rsidR="00B2409B" w:rsidRPr="00D67C9E" w:rsidRDefault="00B2409B" w:rsidP="0075207E">
            <w:pPr>
              <w:tabs>
                <w:tab w:val="left" w:pos="3402"/>
              </w:tabs>
              <w:rPr>
                <w:b/>
              </w:rPr>
            </w:pPr>
          </w:p>
        </w:tc>
      </w:tr>
      <w:tr w:rsidR="003F5786" w:rsidRPr="00D67C9E" w14:paraId="4A7BCB5E" w14:textId="77777777" w:rsidTr="00104E50">
        <w:trPr>
          <w:trHeight w:val="731"/>
        </w:trPr>
        <w:tc>
          <w:tcPr>
            <w:tcW w:w="4531" w:type="dxa"/>
            <w:vAlign w:val="center"/>
          </w:tcPr>
          <w:p w14:paraId="2F04CBF9" w14:textId="3EC463AC" w:rsidR="003F5786" w:rsidRDefault="0012239D" w:rsidP="0075207E">
            <w:pPr>
              <w:tabs>
                <w:tab w:val="left" w:pos="3402"/>
              </w:tabs>
              <w:rPr>
                <w:bCs/>
              </w:rPr>
            </w:pPr>
            <w:r>
              <w:rPr>
                <w:bCs/>
              </w:rPr>
              <w:t>Invoicing information</w:t>
            </w:r>
            <w:r w:rsidR="00AC2CC7">
              <w:rPr>
                <w:bCs/>
              </w:rPr>
              <w:t>:</w:t>
            </w:r>
          </w:p>
          <w:p w14:paraId="725EC55F" w14:textId="41D97804" w:rsidR="000B17BB" w:rsidRDefault="000B17BB" w:rsidP="0075207E">
            <w:pPr>
              <w:tabs>
                <w:tab w:val="left" w:pos="3402"/>
              </w:tabs>
              <w:rPr>
                <w:bCs/>
              </w:rPr>
            </w:pPr>
            <w:r>
              <w:rPr>
                <w:bCs/>
              </w:rPr>
              <w:t>(</w:t>
            </w:r>
            <w:r w:rsidR="0012239D">
              <w:rPr>
                <w:bCs/>
              </w:rPr>
              <w:t>address, reference</w:t>
            </w:r>
            <w:r w:rsidR="002B12FB">
              <w:rPr>
                <w:bCs/>
              </w:rPr>
              <w:t xml:space="preserve"> etc.</w:t>
            </w:r>
            <w:r w:rsidR="003E083D">
              <w:rPr>
                <w:bCs/>
              </w:rPr>
              <w:t>)</w:t>
            </w:r>
          </w:p>
          <w:p w14:paraId="524C7D75" w14:textId="77777777" w:rsidR="006E3DEC" w:rsidRDefault="006E3DEC" w:rsidP="0075207E">
            <w:pPr>
              <w:tabs>
                <w:tab w:val="left" w:pos="3402"/>
              </w:tabs>
              <w:rPr>
                <w:bCs/>
              </w:rPr>
            </w:pPr>
          </w:p>
          <w:p w14:paraId="7674DA9C" w14:textId="7298283C" w:rsidR="006E3DEC" w:rsidRPr="006E3DEC" w:rsidRDefault="006E3DEC" w:rsidP="0075207E">
            <w:pPr>
              <w:tabs>
                <w:tab w:val="left" w:pos="3402"/>
              </w:tabs>
              <w:rPr>
                <w:bCs/>
              </w:rPr>
            </w:pPr>
          </w:p>
        </w:tc>
        <w:tc>
          <w:tcPr>
            <w:tcW w:w="4841" w:type="dxa"/>
            <w:vAlign w:val="center"/>
          </w:tcPr>
          <w:p w14:paraId="7BF393D8" w14:textId="77777777" w:rsidR="003F5786" w:rsidRPr="00D67C9E" w:rsidRDefault="003F5786" w:rsidP="0075207E">
            <w:pPr>
              <w:tabs>
                <w:tab w:val="left" w:pos="3402"/>
              </w:tabs>
              <w:rPr>
                <w:b/>
              </w:rPr>
            </w:pPr>
          </w:p>
        </w:tc>
      </w:tr>
      <w:tr w:rsidR="00C0558C" w14:paraId="1F41839B" w14:textId="77777777" w:rsidTr="00104E50">
        <w:tc>
          <w:tcPr>
            <w:tcW w:w="4531" w:type="dxa"/>
            <w:shd w:val="clear" w:color="auto" w:fill="F2F2F2" w:themeFill="background1" w:themeFillShade="F2"/>
          </w:tcPr>
          <w:p w14:paraId="0B3B1A83" w14:textId="787D005F" w:rsidR="00C0558C" w:rsidRPr="009C79A4" w:rsidRDefault="002B12FB" w:rsidP="004124FC">
            <w:pPr>
              <w:tabs>
                <w:tab w:val="left" w:pos="3402"/>
              </w:tabs>
              <w:rPr>
                <w:b/>
              </w:rPr>
            </w:pPr>
            <w:r>
              <w:rPr>
                <w:b/>
              </w:rPr>
              <w:t>Contact information</w:t>
            </w:r>
          </w:p>
        </w:tc>
        <w:tc>
          <w:tcPr>
            <w:tcW w:w="4841" w:type="dxa"/>
            <w:shd w:val="clear" w:color="auto" w:fill="F2F2F2" w:themeFill="background1" w:themeFillShade="F2"/>
          </w:tcPr>
          <w:p w14:paraId="7574DCA4" w14:textId="77777777" w:rsidR="00C0558C" w:rsidRPr="000A4E43" w:rsidRDefault="00C0558C" w:rsidP="004124FC">
            <w:pPr>
              <w:tabs>
                <w:tab w:val="left" w:pos="3402"/>
              </w:tabs>
              <w:rPr>
                <w:b/>
                <w:sz w:val="20"/>
                <w:szCs w:val="20"/>
              </w:rPr>
            </w:pPr>
          </w:p>
        </w:tc>
      </w:tr>
      <w:tr w:rsidR="00C0558C" w14:paraId="54E1C8A1" w14:textId="77777777" w:rsidTr="00104E50">
        <w:trPr>
          <w:trHeight w:val="510"/>
        </w:trPr>
        <w:tc>
          <w:tcPr>
            <w:tcW w:w="4531" w:type="dxa"/>
            <w:vAlign w:val="center"/>
          </w:tcPr>
          <w:p w14:paraId="2F6286E2" w14:textId="5CBBCAF1" w:rsidR="00C0558C" w:rsidRPr="000A4E43" w:rsidRDefault="002B12FB" w:rsidP="004124FC">
            <w:pPr>
              <w:tabs>
                <w:tab w:val="left" w:pos="3402"/>
              </w:tabs>
              <w:rPr>
                <w:bCs/>
              </w:rPr>
            </w:pPr>
            <w:r>
              <w:rPr>
                <w:bCs/>
              </w:rPr>
              <w:t>First name</w:t>
            </w:r>
            <w:r w:rsidR="00C0558C" w:rsidRPr="000A4E43">
              <w:rPr>
                <w:bCs/>
              </w:rPr>
              <w:t>:</w:t>
            </w:r>
          </w:p>
        </w:tc>
        <w:tc>
          <w:tcPr>
            <w:tcW w:w="4841" w:type="dxa"/>
            <w:vAlign w:val="center"/>
          </w:tcPr>
          <w:p w14:paraId="71DD6111" w14:textId="77777777" w:rsidR="00C0558C" w:rsidRPr="000A4E43" w:rsidRDefault="00C0558C" w:rsidP="004124FC">
            <w:pPr>
              <w:tabs>
                <w:tab w:val="left" w:pos="3402"/>
              </w:tabs>
              <w:rPr>
                <w:b/>
                <w:sz w:val="20"/>
                <w:szCs w:val="20"/>
              </w:rPr>
            </w:pPr>
          </w:p>
        </w:tc>
      </w:tr>
      <w:tr w:rsidR="00C0558C" w14:paraId="38283A5C" w14:textId="77777777" w:rsidTr="00104E50">
        <w:trPr>
          <w:trHeight w:val="510"/>
        </w:trPr>
        <w:tc>
          <w:tcPr>
            <w:tcW w:w="4531" w:type="dxa"/>
            <w:vAlign w:val="center"/>
          </w:tcPr>
          <w:p w14:paraId="74DAA147" w14:textId="650C7CCE" w:rsidR="00C0558C" w:rsidRPr="000A4E43" w:rsidRDefault="002B12FB" w:rsidP="004124FC">
            <w:pPr>
              <w:tabs>
                <w:tab w:val="left" w:pos="3402"/>
              </w:tabs>
              <w:rPr>
                <w:bCs/>
              </w:rPr>
            </w:pPr>
            <w:r>
              <w:rPr>
                <w:rFonts w:eastAsia="MS Mincho"/>
                <w:lang w:eastAsia="sv-SE"/>
              </w:rPr>
              <w:t>Fa</w:t>
            </w:r>
            <w:r w:rsidR="00926788">
              <w:rPr>
                <w:rFonts w:eastAsia="MS Mincho"/>
                <w:lang w:eastAsia="sv-SE"/>
              </w:rPr>
              <w:t>mily name</w:t>
            </w:r>
            <w:r w:rsidR="00C0558C" w:rsidRPr="000A4E43">
              <w:rPr>
                <w:rFonts w:eastAsia="MS Mincho"/>
                <w:lang w:eastAsia="sv-SE"/>
              </w:rPr>
              <w:t>:</w:t>
            </w:r>
          </w:p>
        </w:tc>
        <w:tc>
          <w:tcPr>
            <w:tcW w:w="4841" w:type="dxa"/>
            <w:vAlign w:val="center"/>
          </w:tcPr>
          <w:p w14:paraId="026A0401" w14:textId="77777777" w:rsidR="00C0558C" w:rsidRPr="000A4E43" w:rsidRDefault="00C0558C" w:rsidP="004124FC">
            <w:pPr>
              <w:tabs>
                <w:tab w:val="left" w:pos="3402"/>
              </w:tabs>
              <w:rPr>
                <w:b/>
                <w:sz w:val="20"/>
                <w:szCs w:val="20"/>
              </w:rPr>
            </w:pPr>
          </w:p>
        </w:tc>
      </w:tr>
      <w:tr w:rsidR="00C0558C" w14:paraId="51ECBC60" w14:textId="77777777" w:rsidTr="00104E50">
        <w:trPr>
          <w:trHeight w:val="510"/>
        </w:trPr>
        <w:tc>
          <w:tcPr>
            <w:tcW w:w="4531" w:type="dxa"/>
            <w:vAlign w:val="center"/>
          </w:tcPr>
          <w:p w14:paraId="7A53A467" w14:textId="1415B881" w:rsidR="00C0558C" w:rsidRPr="000A4E43" w:rsidRDefault="00C0558C" w:rsidP="004124FC">
            <w:pPr>
              <w:tabs>
                <w:tab w:val="left" w:pos="3402"/>
              </w:tabs>
              <w:rPr>
                <w:bCs/>
              </w:rPr>
            </w:pPr>
            <w:r>
              <w:rPr>
                <w:bCs/>
              </w:rPr>
              <w:t>E-</w:t>
            </w:r>
            <w:r w:rsidR="00926788">
              <w:rPr>
                <w:bCs/>
              </w:rPr>
              <w:t>mail</w:t>
            </w:r>
            <w:r>
              <w:rPr>
                <w:bCs/>
              </w:rPr>
              <w:t>:</w:t>
            </w:r>
          </w:p>
        </w:tc>
        <w:tc>
          <w:tcPr>
            <w:tcW w:w="4841" w:type="dxa"/>
            <w:vAlign w:val="center"/>
          </w:tcPr>
          <w:p w14:paraId="75D6F11C" w14:textId="77777777" w:rsidR="00C0558C" w:rsidRPr="000A4E43" w:rsidRDefault="00C0558C" w:rsidP="004124FC">
            <w:pPr>
              <w:tabs>
                <w:tab w:val="left" w:pos="3402"/>
              </w:tabs>
              <w:rPr>
                <w:b/>
                <w:sz w:val="20"/>
                <w:szCs w:val="20"/>
              </w:rPr>
            </w:pPr>
          </w:p>
        </w:tc>
      </w:tr>
      <w:tr w:rsidR="00C0558C" w14:paraId="0BC9DA43" w14:textId="77777777" w:rsidTr="00104E50">
        <w:trPr>
          <w:trHeight w:val="510"/>
        </w:trPr>
        <w:tc>
          <w:tcPr>
            <w:tcW w:w="4531" w:type="dxa"/>
            <w:vAlign w:val="center"/>
          </w:tcPr>
          <w:p w14:paraId="02039CCD" w14:textId="2F2269E7" w:rsidR="00C0558C" w:rsidRPr="000A4E43" w:rsidRDefault="00926788" w:rsidP="004124FC">
            <w:pPr>
              <w:tabs>
                <w:tab w:val="left" w:pos="3402"/>
              </w:tabs>
              <w:rPr>
                <w:bCs/>
              </w:rPr>
            </w:pPr>
            <w:r>
              <w:rPr>
                <w:bCs/>
              </w:rPr>
              <w:t>Phone</w:t>
            </w:r>
            <w:r w:rsidR="00C0558C" w:rsidRPr="000A4E43">
              <w:rPr>
                <w:bCs/>
              </w:rPr>
              <w:t>:</w:t>
            </w:r>
          </w:p>
        </w:tc>
        <w:tc>
          <w:tcPr>
            <w:tcW w:w="4841" w:type="dxa"/>
            <w:vAlign w:val="center"/>
          </w:tcPr>
          <w:p w14:paraId="5FA3037E" w14:textId="77777777" w:rsidR="00C0558C" w:rsidRPr="000A4E43" w:rsidRDefault="00C0558C" w:rsidP="004124FC">
            <w:pPr>
              <w:tabs>
                <w:tab w:val="left" w:pos="3402"/>
              </w:tabs>
              <w:rPr>
                <w:b/>
                <w:sz w:val="20"/>
                <w:szCs w:val="20"/>
              </w:rPr>
            </w:pPr>
          </w:p>
        </w:tc>
      </w:tr>
      <w:tr w:rsidR="00B2409B" w:rsidRPr="00D67C9E" w14:paraId="58063B23" w14:textId="77777777" w:rsidTr="00104E50">
        <w:trPr>
          <w:trHeight w:val="397"/>
        </w:trPr>
        <w:tc>
          <w:tcPr>
            <w:tcW w:w="4531" w:type="dxa"/>
            <w:shd w:val="clear" w:color="auto" w:fill="F2F2F2" w:themeFill="background1" w:themeFillShade="F2"/>
            <w:vAlign w:val="center"/>
          </w:tcPr>
          <w:p w14:paraId="44193380" w14:textId="67FFA3DC" w:rsidR="00B2409B" w:rsidRPr="00B53D01" w:rsidRDefault="009C79A4" w:rsidP="0075207E">
            <w:pPr>
              <w:tabs>
                <w:tab w:val="left" w:pos="3402"/>
              </w:tabs>
              <w:rPr>
                <w:bCs/>
              </w:rPr>
            </w:pPr>
            <w:r>
              <w:rPr>
                <w:b/>
              </w:rPr>
              <w:t>Certi</w:t>
            </w:r>
            <w:r w:rsidR="00D93652">
              <w:rPr>
                <w:b/>
              </w:rPr>
              <w:t>fi</w:t>
            </w:r>
            <w:r w:rsidR="00926788">
              <w:rPr>
                <w:b/>
              </w:rPr>
              <w:t>c</w:t>
            </w:r>
            <w:r w:rsidR="00D93652">
              <w:rPr>
                <w:b/>
              </w:rPr>
              <w:t>at</w:t>
            </w:r>
            <w:r w:rsidR="00926788">
              <w:rPr>
                <w:b/>
              </w:rPr>
              <w:t>e</w:t>
            </w:r>
            <w:r w:rsidR="00C0558C">
              <w:rPr>
                <w:b/>
              </w:rPr>
              <w:t xml:space="preserve"> (</w:t>
            </w:r>
            <w:r w:rsidR="00926788">
              <w:rPr>
                <w:b/>
              </w:rPr>
              <w:t>c</w:t>
            </w:r>
            <w:r w:rsidR="00C0558C">
              <w:rPr>
                <w:b/>
              </w:rPr>
              <w:t>at B&amp;C)</w:t>
            </w:r>
          </w:p>
        </w:tc>
        <w:tc>
          <w:tcPr>
            <w:tcW w:w="4841" w:type="dxa"/>
            <w:shd w:val="clear" w:color="auto" w:fill="F2F2F2" w:themeFill="background1" w:themeFillShade="F2"/>
            <w:vAlign w:val="center"/>
          </w:tcPr>
          <w:p w14:paraId="15D99A6E" w14:textId="77777777" w:rsidR="00B2409B" w:rsidRPr="00D67C9E" w:rsidRDefault="00B2409B" w:rsidP="0075207E">
            <w:pPr>
              <w:tabs>
                <w:tab w:val="left" w:pos="3402"/>
              </w:tabs>
              <w:rPr>
                <w:b/>
              </w:rPr>
            </w:pPr>
          </w:p>
        </w:tc>
      </w:tr>
      <w:tr w:rsidR="00B2409B" w:rsidRPr="00D67C9E" w14:paraId="6A5BE098" w14:textId="77777777" w:rsidTr="00104E50">
        <w:trPr>
          <w:trHeight w:val="510"/>
        </w:trPr>
        <w:tc>
          <w:tcPr>
            <w:tcW w:w="4531" w:type="dxa"/>
            <w:vAlign w:val="center"/>
          </w:tcPr>
          <w:p w14:paraId="39CE2BAE" w14:textId="7A1F744E" w:rsidR="00B2409B" w:rsidRPr="00B53D01" w:rsidRDefault="00B2409B" w:rsidP="0075207E">
            <w:pPr>
              <w:tabs>
                <w:tab w:val="left" w:pos="3402"/>
              </w:tabs>
              <w:rPr>
                <w:bCs/>
              </w:rPr>
            </w:pPr>
            <w:r w:rsidRPr="00B53D01">
              <w:rPr>
                <w:bCs/>
              </w:rPr>
              <w:t>C</w:t>
            </w:r>
            <w:r w:rsidR="00926788">
              <w:rPr>
                <w:bCs/>
              </w:rPr>
              <w:t>ertificate number</w:t>
            </w:r>
            <w:r w:rsidRPr="00B53D01">
              <w:rPr>
                <w:bCs/>
              </w:rPr>
              <w:t>:</w:t>
            </w:r>
          </w:p>
          <w:p w14:paraId="31C4C82D" w14:textId="67B58578" w:rsidR="00B2409B" w:rsidRPr="00B53D01" w:rsidRDefault="00B2409B" w:rsidP="0075207E">
            <w:pPr>
              <w:tabs>
                <w:tab w:val="left" w:pos="3402"/>
              </w:tabs>
              <w:rPr>
                <w:bCs/>
              </w:rPr>
            </w:pPr>
          </w:p>
        </w:tc>
        <w:tc>
          <w:tcPr>
            <w:tcW w:w="4841" w:type="dxa"/>
            <w:vAlign w:val="center"/>
          </w:tcPr>
          <w:p w14:paraId="65402F1A" w14:textId="77777777" w:rsidR="00B2409B" w:rsidRPr="00D67C9E" w:rsidRDefault="00B2409B" w:rsidP="0075207E">
            <w:pPr>
              <w:tabs>
                <w:tab w:val="left" w:pos="3402"/>
              </w:tabs>
              <w:rPr>
                <w:b/>
              </w:rPr>
            </w:pPr>
          </w:p>
        </w:tc>
      </w:tr>
      <w:tr w:rsidR="00B2409B" w:rsidRPr="00D67C9E" w14:paraId="3309F18F" w14:textId="77777777" w:rsidTr="00104E50">
        <w:trPr>
          <w:trHeight w:val="510"/>
        </w:trPr>
        <w:tc>
          <w:tcPr>
            <w:tcW w:w="4531" w:type="dxa"/>
            <w:vAlign w:val="center"/>
          </w:tcPr>
          <w:p w14:paraId="26F0DF47" w14:textId="667F459C" w:rsidR="00B2409B" w:rsidRPr="00B53D01" w:rsidRDefault="00B2409B" w:rsidP="00104E50">
            <w:pPr>
              <w:tabs>
                <w:tab w:val="left" w:pos="3402"/>
              </w:tabs>
              <w:ind w:left="720"/>
              <w:rPr>
                <w:bCs/>
              </w:rPr>
            </w:pPr>
            <w:r>
              <w:rPr>
                <w:bCs/>
              </w:rPr>
              <w:t xml:space="preserve">- </w:t>
            </w:r>
            <w:r w:rsidR="00926788">
              <w:rPr>
                <w:bCs/>
              </w:rPr>
              <w:t>Producer gro</w:t>
            </w:r>
            <w:r w:rsidR="00103520">
              <w:rPr>
                <w:bCs/>
              </w:rPr>
              <w:t xml:space="preserve">up </w:t>
            </w:r>
            <w:r>
              <w:rPr>
                <w:bCs/>
              </w:rPr>
              <w:t>(</w:t>
            </w:r>
            <w:r w:rsidR="00103520">
              <w:rPr>
                <w:bCs/>
              </w:rPr>
              <w:t>for participant in producer group</w:t>
            </w:r>
            <w:r>
              <w:rPr>
                <w:bCs/>
              </w:rPr>
              <w:t>):</w:t>
            </w:r>
          </w:p>
        </w:tc>
        <w:tc>
          <w:tcPr>
            <w:tcW w:w="4841" w:type="dxa"/>
            <w:vAlign w:val="center"/>
          </w:tcPr>
          <w:p w14:paraId="01B25F98" w14:textId="77777777" w:rsidR="00B2409B" w:rsidRPr="00D67C9E" w:rsidRDefault="00B2409B" w:rsidP="0075207E">
            <w:pPr>
              <w:tabs>
                <w:tab w:val="left" w:pos="3402"/>
              </w:tabs>
              <w:rPr>
                <w:b/>
              </w:rPr>
            </w:pPr>
          </w:p>
        </w:tc>
      </w:tr>
      <w:tr w:rsidR="00B2409B" w:rsidRPr="00D67C9E" w14:paraId="5A5C35C1" w14:textId="77777777" w:rsidTr="00104E50">
        <w:trPr>
          <w:trHeight w:val="510"/>
        </w:trPr>
        <w:tc>
          <w:tcPr>
            <w:tcW w:w="4531" w:type="dxa"/>
            <w:vAlign w:val="center"/>
          </w:tcPr>
          <w:p w14:paraId="61C4137D" w14:textId="6656DB7D" w:rsidR="00B2409B" w:rsidRPr="00B53D01" w:rsidRDefault="00B2409B" w:rsidP="00104E50">
            <w:pPr>
              <w:tabs>
                <w:tab w:val="left" w:pos="3402"/>
              </w:tabs>
              <w:ind w:left="720"/>
              <w:rPr>
                <w:bCs/>
              </w:rPr>
            </w:pPr>
            <w:r>
              <w:rPr>
                <w:bCs/>
              </w:rPr>
              <w:t xml:space="preserve"> - </w:t>
            </w:r>
            <w:r w:rsidR="00103520">
              <w:rPr>
                <w:bCs/>
              </w:rPr>
              <w:t xml:space="preserve">Sub certificate number </w:t>
            </w:r>
            <w:r w:rsidR="00103520">
              <w:rPr>
                <w:bCs/>
              </w:rPr>
              <w:t>(for participant in producer group):</w:t>
            </w:r>
          </w:p>
        </w:tc>
        <w:tc>
          <w:tcPr>
            <w:tcW w:w="4841" w:type="dxa"/>
            <w:vAlign w:val="center"/>
          </w:tcPr>
          <w:p w14:paraId="3A2C8E4F" w14:textId="77777777" w:rsidR="00B2409B" w:rsidRPr="00D67C9E" w:rsidRDefault="00B2409B" w:rsidP="0075207E">
            <w:pPr>
              <w:tabs>
                <w:tab w:val="left" w:pos="3402"/>
              </w:tabs>
              <w:rPr>
                <w:b/>
              </w:rPr>
            </w:pPr>
          </w:p>
        </w:tc>
      </w:tr>
      <w:tr w:rsidR="00B2409B" w14:paraId="726E4392" w14:textId="77777777" w:rsidTr="00104E50">
        <w:tc>
          <w:tcPr>
            <w:tcW w:w="4531" w:type="dxa"/>
          </w:tcPr>
          <w:p w14:paraId="16FB3CD7" w14:textId="77777777" w:rsidR="00B2409B" w:rsidRPr="000A4E43" w:rsidRDefault="00B2409B" w:rsidP="00B2409B">
            <w:pPr>
              <w:tabs>
                <w:tab w:val="left" w:pos="3402"/>
              </w:tabs>
              <w:rPr>
                <w:bCs/>
              </w:rPr>
            </w:pPr>
          </w:p>
        </w:tc>
        <w:tc>
          <w:tcPr>
            <w:tcW w:w="4841" w:type="dxa"/>
          </w:tcPr>
          <w:p w14:paraId="3F59C884" w14:textId="77777777" w:rsidR="00B2409B" w:rsidRPr="000A4E43" w:rsidRDefault="00B2409B" w:rsidP="00B2409B">
            <w:pPr>
              <w:tabs>
                <w:tab w:val="left" w:pos="3402"/>
              </w:tabs>
              <w:rPr>
                <w:b/>
                <w:sz w:val="20"/>
                <w:szCs w:val="20"/>
              </w:rPr>
            </w:pPr>
          </w:p>
        </w:tc>
      </w:tr>
      <w:tr w:rsidR="00B2409B" w14:paraId="0091239C" w14:textId="77777777" w:rsidTr="00104E50">
        <w:tc>
          <w:tcPr>
            <w:tcW w:w="4531" w:type="dxa"/>
            <w:shd w:val="clear" w:color="auto" w:fill="F2F2F2" w:themeFill="background1" w:themeFillShade="F2"/>
          </w:tcPr>
          <w:p w14:paraId="0B232D28" w14:textId="719FBC73" w:rsidR="00B2409B" w:rsidRPr="000A4E43" w:rsidRDefault="00B2409B" w:rsidP="00B2409B">
            <w:pPr>
              <w:tabs>
                <w:tab w:val="left" w:pos="3402"/>
              </w:tabs>
              <w:rPr>
                <w:bCs/>
              </w:rPr>
            </w:pPr>
            <w:r w:rsidRPr="000A4E43">
              <w:rPr>
                <w:rFonts w:eastAsia="MS Mincho"/>
                <w:b/>
                <w:bCs/>
                <w:lang w:val="en-SE" w:eastAsia="sv-SE"/>
              </w:rPr>
              <w:t>Certifi</w:t>
            </w:r>
            <w:r w:rsidR="00103520">
              <w:rPr>
                <w:rFonts w:eastAsia="MS Mincho"/>
                <w:b/>
                <w:bCs/>
                <w:lang w:eastAsia="sv-SE"/>
              </w:rPr>
              <w:t xml:space="preserve">cation body </w:t>
            </w:r>
            <w:r w:rsidR="00C0558C">
              <w:rPr>
                <w:rFonts w:eastAsia="MS Mincho"/>
                <w:b/>
                <w:bCs/>
                <w:lang w:eastAsia="sv-SE"/>
              </w:rPr>
              <w:t xml:space="preserve"> (</w:t>
            </w:r>
            <w:r w:rsidR="00103520">
              <w:rPr>
                <w:rFonts w:eastAsia="MS Mincho"/>
                <w:b/>
                <w:bCs/>
                <w:lang w:eastAsia="sv-SE"/>
              </w:rPr>
              <w:t>c</w:t>
            </w:r>
            <w:r w:rsidR="00C0558C">
              <w:rPr>
                <w:rFonts w:eastAsia="MS Mincho"/>
                <w:b/>
                <w:bCs/>
                <w:lang w:eastAsia="sv-SE"/>
              </w:rPr>
              <w:t>at B&amp;C)</w:t>
            </w:r>
          </w:p>
        </w:tc>
        <w:tc>
          <w:tcPr>
            <w:tcW w:w="4841" w:type="dxa"/>
            <w:shd w:val="clear" w:color="auto" w:fill="F2F2F2" w:themeFill="background1" w:themeFillShade="F2"/>
          </w:tcPr>
          <w:p w14:paraId="5F880769" w14:textId="77777777" w:rsidR="00B2409B" w:rsidRPr="000A4E43" w:rsidRDefault="00B2409B" w:rsidP="00B2409B">
            <w:pPr>
              <w:tabs>
                <w:tab w:val="left" w:pos="3402"/>
              </w:tabs>
              <w:rPr>
                <w:b/>
                <w:sz w:val="20"/>
                <w:szCs w:val="20"/>
              </w:rPr>
            </w:pPr>
          </w:p>
        </w:tc>
      </w:tr>
      <w:tr w:rsidR="00B2409B" w14:paraId="2DEAC316" w14:textId="77777777" w:rsidTr="00104E50">
        <w:trPr>
          <w:trHeight w:val="510"/>
        </w:trPr>
        <w:tc>
          <w:tcPr>
            <w:tcW w:w="4531" w:type="dxa"/>
            <w:vAlign w:val="center"/>
          </w:tcPr>
          <w:p w14:paraId="5B0FD0B1" w14:textId="4415455D" w:rsidR="00B2409B" w:rsidRPr="000A4E43" w:rsidRDefault="00103520" w:rsidP="0075207E">
            <w:pPr>
              <w:tabs>
                <w:tab w:val="left" w:pos="3402"/>
              </w:tabs>
              <w:rPr>
                <w:bCs/>
              </w:rPr>
            </w:pPr>
            <w:r>
              <w:rPr>
                <w:bCs/>
              </w:rPr>
              <w:t>Companye name</w:t>
            </w:r>
            <w:r w:rsidR="00B2409B" w:rsidRPr="000A4E43">
              <w:rPr>
                <w:bCs/>
              </w:rPr>
              <w:t>:</w:t>
            </w:r>
          </w:p>
        </w:tc>
        <w:tc>
          <w:tcPr>
            <w:tcW w:w="4841" w:type="dxa"/>
            <w:vAlign w:val="center"/>
          </w:tcPr>
          <w:p w14:paraId="08C5F8E9" w14:textId="77777777" w:rsidR="00B2409B" w:rsidRPr="000A4E43" w:rsidRDefault="00B2409B" w:rsidP="0075207E">
            <w:pPr>
              <w:tabs>
                <w:tab w:val="left" w:pos="3402"/>
              </w:tabs>
              <w:rPr>
                <w:b/>
                <w:sz w:val="20"/>
                <w:szCs w:val="20"/>
              </w:rPr>
            </w:pPr>
          </w:p>
        </w:tc>
      </w:tr>
      <w:tr w:rsidR="00103520" w:rsidRPr="00D67C9E" w14:paraId="577ABC16" w14:textId="77777777" w:rsidTr="000728FF">
        <w:trPr>
          <w:trHeight w:val="510"/>
        </w:trPr>
        <w:tc>
          <w:tcPr>
            <w:tcW w:w="4531" w:type="dxa"/>
            <w:vAlign w:val="center"/>
          </w:tcPr>
          <w:p w14:paraId="5A1BE0E0" w14:textId="77777777" w:rsidR="00103520" w:rsidRPr="00B53D01" w:rsidRDefault="00103520" w:rsidP="000728FF">
            <w:pPr>
              <w:tabs>
                <w:tab w:val="left" w:pos="3402"/>
              </w:tabs>
              <w:rPr>
                <w:bCs/>
              </w:rPr>
            </w:pPr>
            <w:r>
              <w:rPr>
                <w:bCs/>
              </w:rPr>
              <w:t>Adress/PO Box</w:t>
            </w:r>
            <w:r w:rsidRPr="000A4E43">
              <w:rPr>
                <w:bCs/>
              </w:rPr>
              <w:t>:</w:t>
            </w:r>
          </w:p>
        </w:tc>
        <w:tc>
          <w:tcPr>
            <w:tcW w:w="4841" w:type="dxa"/>
            <w:vAlign w:val="center"/>
          </w:tcPr>
          <w:p w14:paraId="7A8EE882" w14:textId="77777777" w:rsidR="00103520" w:rsidRPr="00D67C9E" w:rsidRDefault="00103520" w:rsidP="000728FF">
            <w:pPr>
              <w:tabs>
                <w:tab w:val="left" w:pos="3402"/>
              </w:tabs>
              <w:rPr>
                <w:b/>
              </w:rPr>
            </w:pPr>
          </w:p>
        </w:tc>
      </w:tr>
      <w:tr w:rsidR="00103520" w:rsidRPr="00D67C9E" w14:paraId="5AFAB2C4" w14:textId="77777777" w:rsidTr="000728FF">
        <w:trPr>
          <w:trHeight w:val="510"/>
        </w:trPr>
        <w:tc>
          <w:tcPr>
            <w:tcW w:w="4531" w:type="dxa"/>
            <w:vAlign w:val="center"/>
          </w:tcPr>
          <w:p w14:paraId="1A8E7162" w14:textId="77777777" w:rsidR="00103520" w:rsidRPr="00B53D01" w:rsidRDefault="00103520" w:rsidP="000728FF">
            <w:pPr>
              <w:tabs>
                <w:tab w:val="left" w:pos="3402"/>
              </w:tabs>
              <w:rPr>
                <w:bCs/>
              </w:rPr>
            </w:pPr>
            <w:r>
              <w:rPr>
                <w:bCs/>
              </w:rPr>
              <w:t>Postal code</w:t>
            </w:r>
            <w:r w:rsidRPr="000A4E43">
              <w:rPr>
                <w:bCs/>
              </w:rPr>
              <w:t>:</w:t>
            </w:r>
          </w:p>
        </w:tc>
        <w:tc>
          <w:tcPr>
            <w:tcW w:w="4841" w:type="dxa"/>
            <w:vAlign w:val="center"/>
          </w:tcPr>
          <w:p w14:paraId="65A08AD3" w14:textId="77777777" w:rsidR="00103520" w:rsidRPr="00D67C9E" w:rsidRDefault="00103520" w:rsidP="000728FF">
            <w:pPr>
              <w:tabs>
                <w:tab w:val="left" w:pos="3402"/>
              </w:tabs>
              <w:rPr>
                <w:b/>
              </w:rPr>
            </w:pPr>
          </w:p>
        </w:tc>
      </w:tr>
      <w:tr w:rsidR="00103520" w:rsidRPr="00D67C9E" w14:paraId="503431C2" w14:textId="77777777" w:rsidTr="000728FF">
        <w:trPr>
          <w:trHeight w:val="510"/>
        </w:trPr>
        <w:tc>
          <w:tcPr>
            <w:tcW w:w="4531" w:type="dxa"/>
            <w:vAlign w:val="center"/>
          </w:tcPr>
          <w:p w14:paraId="5EA8FB8B" w14:textId="77777777" w:rsidR="00103520" w:rsidRPr="00B53D01" w:rsidRDefault="00103520" w:rsidP="000728FF">
            <w:pPr>
              <w:tabs>
                <w:tab w:val="left" w:pos="3402"/>
              </w:tabs>
              <w:rPr>
                <w:bCs/>
              </w:rPr>
            </w:pPr>
            <w:r>
              <w:rPr>
                <w:bCs/>
              </w:rPr>
              <w:t>City</w:t>
            </w:r>
            <w:r w:rsidRPr="000A4E43">
              <w:rPr>
                <w:bCs/>
              </w:rPr>
              <w:t>:</w:t>
            </w:r>
          </w:p>
        </w:tc>
        <w:tc>
          <w:tcPr>
            <w:tcW w:w="4841" w:type="dxa"/>
            <w:vAlign w:val="center"/>
          </w:tcPr>
          <w:p w14:paraId="13C6E462" w14:textId="77777777" w:rsidR="00103520" w:rsidRPr="00D67C9E" w:rsidRDefault="00103520" w:rsidP="000728FF">
            <w:pPr>
              <w:tabs>
                <w:tab w:val="left" w:pos="3402"/>
              </w:tabs>
              <w:rPr>
                <w:b/>
              </w:rPr>
            </w:pPr>
          </w:p>
        </w:tc>
      </w:tr>
      <w:tr w:rsidR="00B2409B" w14:paraId="642A3548" w14:textId="77777777" w:rsidTr="00104E50">
        <w:trPr>
          <w:trHeight w:val="510"/>
        </w:trPr>
        <w:tc>
          <w:tcPr>
            <w:tcW w:w="4531" w:type="dxa"/>
            <w:vAlign w:val="center"/>
          </w:tcPr>
          <w:p w14:paraId="224ADE90" w14:textId="4BBF5EBC" w:rsidR="00B2409B" w:rsidRPr="000A4E43" w:rsidRDefault="00103520" w:rsidP="0075207E">
            <w:pPr>
              <w:tabs>
                <w:tab w:val="left" w:pos="3402"/>
              </w:tabs>
              <w:rPr>
                <w:bCs/>
              </w:rPr>
            </w:pPr>
            <w:r>
              <w:rPr>
                <w:bCs/>
              </w:rPr>
              <w:t>Country:</w:t>
            </w:r>
          </w:p>
        </w:tc>
        <w:tc>
          <w:tcPr>
            <w:tcW w:w="4841" w:type="dxa"/>
            <w:vAlign w:val="center"/>
          </w:tcPr>
          <w:p w14:paraId="2D48FD4D" w14:textId="77777777" w:rsidR="00B2409B" w:rsidRPr="000A4E43" w:rsidRDefault="00B2409B" w:rsidP="0075207E">
            <w:pPr>
              <w:tabs>
                <w:tab w:val="left" w:pos="3402"/>
              </w:tabs>
              <w:rPr>
                <w:b/>
                <w:sz w:val="20"/>
                <w:szCs w:val="20"/>
              </w:rPr>
            </w:pPr>
          </w:p>
        </w:tc>
      </w:tr>
    </w:tbl>
    <w:p w14:paraId="7AD8D58A" w14:textId="037E9BB8" w:rsidR="00A746BA" w:rsidRDefault="00A746BA" w:rsidP="00467E78">
      <w:pPr>
        <w:tabs>
          <w:tab w:val="left" w:pos="3402"/>
        </w:tabs>
        <w:rPr>
          <w:b/>
          <w:sz w:val="20"/>
          <w:szCs w:val="20"/>
        </w:rPr>
      </w:pPr>
    </w:p>
    <w:p w14:paraId="2B28A31C" w14:textId="14180ED9" w:rsidR="009723DF" w:rsidRDefault="009723DF" w:rsidP="00467E78">
      <w:pPr>
        <w:tabs>
          <w:tab w:val="left" w:pos="3402"/>
        </w:tabs>
        <w:rPr>
          <w:b/>
          <w:sz w:val="20"/>
          <w:szCs w:val="20"/>
        </w:rPr>
      </w:pPr>
    </w:p>
    <w:p w14:paraId="29F4F2AB" w14:textId="0256386F" w:rsidR="0002711D" w:rsidRDefault="00103520" w:rsidP="0002711D">
      <w:pPr>
        <w:tabs>
          <w:tab w:val="left" w:pos="3402"/>
        </w:tabs>
        <w:rPr>
          <w:rFonts w:asciiTheme="minorHAnsi" w:hAnsiTheme="minorHAnsi" w:cstheme="minorHAnsi"/>
          <w:b/>
          <w:sz w:val="32"/>
          <w:szCs w:val="32"/>
        </w:rPr>
      </w:pPr>
      <w:r>
        <w:rPr>
          <w:rFonts w:asciiTheme="minorHAnsi" w:hAnsiTheme="minorHAnsi" w:cstheme="minorHAnsi"/>
          <w:b/>
          <w:sz w:val="32"/>
          <w:szCs w:val="32"/>
        </w:rPr>
        <w:t>Type of organisation</w:t>
      </w:r>
    </w:p>
    <w:p w14:paraId="033CD30A" w14:textId="18CE1655" w:rsidR="00942B35" w:rsidRDefault="00333BB8" w:rsidP="00B53D01">
      <w:r>
        <w:t>(</w:t>
      </w:r>
      <w:r w:rsidR="00103520">
        <w:t>Please mark category</w:t>
      </w:r>
      <w:r>
        <w:t>)</w:t>
      </w:r>
    </w:p>
    <w:p w14:paraId="239EA801" w14:textId="77777777" w:rsidR="001C0CF5" w:rsidRDefault="001C0CF5" w:rsidP="00B53D01"/>
    <w:tbl>
      <w:tblPr>
        <w:tblStyle w:val="Tabellrutnt"/>
        <w:tblW w:w="0" w:type="auto"/>
        <w:tblLook w:val="04A0" w:firstRow="1" w:lastRow="0" w:firstColumn="1" w:lastColumn="0" w:noHBand="0" w:noVBand="1"/>
      </w:tblPr>
      <w:tblGrid>
        <w:gridCol w:w="4686"/>
        <w:gridCol w:w="4686"/>
      </w:tblGrid>
      <w:tr w:rsidR="00E24E3D" w:rsidRPr="00F979A2" w14:paraId="551CCA88" w14:textId="77777777" w:rsidTr="00E24E3D">
        <w:tc>
          <w:tcPr>
            <w:tcW w:w="4686" w:type="dxa"/>
          </w:tcPr>
          <w:p w14:paraId="187D3802" w14:textId="7F5D2FFE" w:rsidR="00E24E3D" w:rsidRPr="00F979A2" w:rsidRDefault="00F979A2" w:rsidP="0002711D">
            <w:pPr>
              <w:tabs>
                <w:tab w:val="left" w:pos="3402"/>
              </w:tabs>
              <w:rPr>
                <w:bCs/>
              </w:rPr>
            </w:pPr>
            <w:r w:rsidRPr="00F979A2">
              <w:rPr>
                <w:bCs/>
              </w:rPr>
              <w:t xml:space="preserve">22 </w:t>
            </w:r>
            <w:r w:rsidR="00BA6164">
              <w:rPr>
                <w:bCs/>
              </w:rPr>
              <w:t>SFM group</w:t>
            </w:r>
          </w:p>
        </w:tc>
        <w:tc>
          <w:tcPr>
            <w:tcW w:w="4686" w:type="dxa"/>
          </w:tcPr>
          <w:p w14:paraId="16DA708F" w14:textId="699F55F6" w:rsidR="00E24E3D" w:rsidRPr="00F979A2" w:rsidRDefault="001B072D" w:rsidP="0002711D">
            <w:pPr>
              <w:tabs>
                <w:tab w:val="left" w:pos="3402"/>
              </w:tabs>
              <w:rPr>
                <w:bCs/>
              </w:rPr>
            </w:pPr>
            <w:r>
              <w:rPr>
                <w:bCs/>
              </w:rPr>
              <w:t xml:space="preserve">36 </w:t>
            </w:r>
            <w:r w:rsidR="004F45B5">
              <w:rPr>
                <w:bCs/>
              </w:rPr>
              <w:t>Construction</w:t>
            </w:r>
          </w:p>
        </w:tc>
      </w:tr>
      <w:tr w:rsidR="00E24E3D" w:rsidRPr="00F979A2" w14:paraId="0CC4A814" w14:textId="77777777" w:rsidTr="00E24E3D">
        <w:tc>
          <w:tcPr>
            <w:tcW w:w="4686" w:type="dxa"/>
          </w:tcPr>
          <w:p w14:paraId="4C92A02B" w14:textId="14A2BF71" w:rsidR="00E24E3D" w:rsidRPr="00F979A2" w:rsidRDefault="00F35575" w:rsidP="0002711D">
            <w:pPr>
              <w:tabs>
                <w:tab w:val="left" w:pos="3402"/>
              </w:tabs>
              <w:rPr>
                <w:bCs/>
              </w:rPr>
            </w:pPr>
            <w:r>
              <w:rPr>
                <w:bCs/>
              </w:rPr>
              <w:t xml:space="preserve">23 </w:t>
            </w:r>
            <w:r w:rsidR="00BA6164">
              <w:rPr>
                <w:bCs/>
              </w:rPr>
              <w:t>SFM individual</w:t>
            </w:r>
          </w:p>
        </w:tc>
        <w:tc>
          <w:tcPr>
            <w:tcW w:w="4686" w:type="dxa"/>
          </w:tcPr>
          <w:p w14:paraId="30176684" w14:textId="5242754C" w:rsidR="00E24E3D" w:rsidRPr="00F979A2" w:rsidRDefault="001B072D" w:rsidP="0002711D">
            <w:pPr>
              <w:tabs>
                <w:tab w:val="left" w:pos="3402"/>
              </w:tabs>
              <w:rPr>
                <w:bCs/>
              </w:rPr>
            </w:pPr>
            <w:r>
              <w:rPr>
                <w:bCs/>
              </w:rPr>
              <w:t xml:space="preserve">37 </w:t>
            </w:r>
            <w:r w:rsidR="004F45B5">
              <w:rPr>
                <w:bCs/>
              </w:rPr>
              <w:t>Retailers/end users</w:t>
            </w:r>
          </w:p>
        </w:tc>
      </w:tr>
      <w:tr w:rsidR="00E24E3D" w:rsidRPr="00F979A2" w14:paraId="53F7FDD4" w14:textId="77777777" w:rsidTr="00E24E3D">
        <w:tc>
          <w:tcPr>
            <w:tcW w:w="4686" w:type="dxa"/>
          </w:tcPr>
          <w:p w14:paraId="6F70BDBC" w14:textId="6F184E59" w:rsidR="00E24E3D" w:rsidRPr="00F979A2" w:rsidRDefault="00EB1BE0" w:rsidP="0002711D">
            <w:pPr>
              <w:tabs>
                <w:tab w:val="left" w:pos="3402"/>
              </w:tabs>
              <w:rPr>
                <w:bCs/>
              </w:rPr>
            </w:pPr>
            <w:r>
              <w:rPr>
                <w:bCs/>
              </w:rPr>
              <w:t xml:space="preserve">31 </w:t>
            </w:r>
            <w:r w:rsidR="00577E07">
              <w:rPr>
                <w:bCs/>
              </w:rPr>
              <w:t>Wood procur</w:t>
            </w:r>
            <w:r w:rsidR="008008A6">
              <w:rPr>
                <w:bCs/>
              </w:rPr>
              <w:t>e</w:t>
            </w:r>
            <w:r w:rsidR="00577E07">
              <w:rPr>
                <w:bCs/>
              </w:rPr>
              <w:t>ment</w:t>
            </w:r>
          </w:p>
        </w:tc>
        <w:tc>
          <w:tcPr>
            <w:tcW w:w="4686" w:type="dxa"/>
          </w:tcPr>
          <w:p w14:paraId="532BD785" w14:textId="4579726F" w:rsidR="00E24E3D" w:rsidRPr="00F979A2" w:rsidRDefault="00754856" w:rsidP="0002711D">
            <w:pPr>
              <w:tabs>
                <w:tab w:val="left" w:pos="3402"/>
              </w:tabs>
              <w:rPr>
                <w:bCs/>
              </w:rPr>
            </w:pPr>
            <w:r>
              <w:rPr>
                <w:bCs/>
              </w:rPr>
              <w:t xml:space="preserve">38 </w:t>
            </w:r>
            <w:r w:rsidR="004F45B5">
              <w:rPr>
                <w:bCs/>
              </w:rPr>
              <w:t>Others</w:t>
            </w:r>
          </w:p>
        </w:tc>
      </w:tr>
      <w:tr w:rsidR="00E24E3D" w:rsidRPr="00F979A2" w14:paraId="539373A4" w14:textId="77777777" w:rsidTr="00E24E3D">
        <w:tc>
          <w:tcPr>
            <w:tcW w:w="4686" w:type="dxa"/>
          </w:tcPr>
          <w:p w14:paraId="6BD19929" w14:textId="4916B13E" w:rsidR="00E24E3D" w:rsidRPr="00F979A2" w:rsidRDefault="00C3056C" w:rsidP="0002711D">
            <w:pPr>
              <w:tabs>
                <w:tab w:val="left" w:pos="3402"/>
              </w:tabs>
              <w:rPr>
                <w:bCs/>
              </w:rPr>
            </w:pPr>
            <w:r>
              <w:rPr>
                <w:bCs/>
              </w:rPr>
              <w:t>32 S</w:t>
            </w:r>
            <w:r w:rsidR="00BA6164">
              <w:rPr>
                <w:bCs/>
              </w:rPr>
              <w:t>awmill</w:t>
            </w:r>
          </w:p>
        </w:tc>
        <w:tc>
          <w:tcPr>
            <w:tcW w:w="4686" w:type="dxa"/>
          </w:tcPr>
          <w:p w14:paraId="62EDB05B" w14:textId="0CB7F7B0" w:rsidR="00E24E3D" w:rsidRPr="00F979A2" w:rsidRDefault="001963C7" w:rsidP="0002711D">
            <w:pPr>
              <w:tabs>
                <w:tab w:val="left" w:pos="3402"/>
              </w:tabs>
              <w:rPr>
                <w:bCs/>
              </w:rPr>
            </w:pPr>
            <w:r>
              <w:rPr>
                <w:bCs/>
              </w:rPr>
              <w:t xml:space="preserve">41 </w:t>
            </w:r>
            <w:r w:rsidR="00465396">
              <w:rPr>
                <w:bCs/>
              </w:rPr>
              <w:t>Education/consultancy</w:t>
            </w:r>
          </w:p>
        </w:tc>
      </w:tr>
      <w:tr w:rsidR="00E24E3D" w:rsidRPr="00F979A2" w14:paraId="57883E57" w14:textId="77777777" w:rsidTr="00E24E3D">
        <w:tc>
          <w:tcPr>
            <w:tcW w:w="4686" w:type="dxa"/>
          </w:tcPr>
          <w:p w14:paraId="5AC83996" w14:textId="7AB9F921" w:rsidR="00E24E3D" w:rsidRPr="00F979A2" w:rsidRDefault="00C3056C" w:rsidP="0002711D">
            <w:pPr>
              <w:tabs>
                <w:tab w:val="left" w:pos="3402"/>
              </w:tabs>
              <w:rPr>
                <w:bCs/>
              </w:rPr>
            </w:pPr>
            <w:r>
              <w:rPr>
                <w:bCs/>
              </w:rPr>
              <w:t xml:space="preserve">33 </w:t>
            </w:r>
            <w:r w:rsidR="00BA6164">
              <w:rPr>
                <w:bCs/>
              </w:rPr>
              <w:t>Pulp</w:t>
            </w:r>
            <w:r w:rsidR="00577E07">
              <w:rPr>
                <w:bCs/>
              </w:rPr>
              <w:t>,</w:t>
            </w:r>
            <w:r w:rsidR="00BA6164">
              <w:rPr>
                <w:bCs/>
              </w:rPr>
              <w:t xml:space="preserve"> paper</w:t>
            </w:r>
            <w:r w:rsidR="00577E07">
              <w:rPr>
                <w:bCs/>
              </w:rPr>
              <w:t xml:space="preserve"> and packaging</w:t>
            </w:r>
          </w:p>
        </w:tc>
        <w:tc>
          <w:tcPr>
            <w:tcW w:w="4686" w:type="dxa"/>
          </w:tcPr>
          <w:p w14:paraId="4E56159E" w14:textId="0FF8D19C" w:rsidR="00E24E3D" w:rsidRPr="00F979A2" w:rsidRDefault="00E84B98" w:rsidP="0002711D">
            <w:pPr>
              <w:tabs>
                <w:tab w:val="left" w:pos="3402"/>
              </w:tabs>
              <w:rPr>
                <w:bCs/>
              </w:rPr>
            </w:pPr>
            <w:r>
              <w:rPr>
                <w:bCs/>
              </w:rPr>
              <w:t xml:space="preserve">42 </w:t>
            </w:r>
            <w:r w:rsidR="00465396">
              <w:rPr>
                <w:bCs/>
              </w:rPr>
              <w:t>Stakeholders conservation</w:t>
            </w:r>
          </w:p>
        </w:tc>
      </w:tr>
      <w:tr w:rsidR="00E24E3D" w:rsidRPr="00F979A2" w14:paraId="3E7D189C" w14:textId="77777777" w:rsidTr="00E24E3D">
        <w:tc>
          <w:tcPr>
            <w:tcW w:w="4686" w:type="dxa"/>
          </w:tcPr>
          <w:p w14:paraId="20CC77AF" w14:textId="137F5D1F" w:rsidR="00E24E3D" w:rsidRPr="00F979A2" w:rsidRDefault="0088152B" w:rsidP="0002711D">
            <w:pPr>
              <w:tabs>
                <w:tab w:val="left" w:pos="3402"/>
              </w:tabs>
              <w:rPr>
                <w:bCs/>
              </w:rPr>
            </w:pPr>
            <w:r>
              <w:rPr>
                <w:bCs/>
              </w:rPr>
              <w:t xml:space="preserve">34 </w:t>
            </w:r>
            <w:r w:rsidR="00EC0E59">
              <w:rPr>
                <w:bCs/>
              </w:rPr>
              <w:t>Energy</w:t>
            </w:r>
          </w:p>
        </w:tc>
        <w:tc>
          <w:tcPr>
            <w:tcW w:w="4686" w:type="dxa"/>
          </w:tcPr>
          <w:p w14:paraId="5F183383" w14:textId="3C50A3A2" w:rsidR="00E24E3D" w:rsidRPr="00F979A2" w:rsidRDefault="00486D55" w:rsidP="0002711D">
            <w:pPr>
              <w:tabs>
                <w:tab w:val="left" w:pos="3402"/>
              </w:tabs>
              <w:rPr>
                <w:bCs/>
              </w:rPr>
            </w:pPr>
            <w:r>
              <w:rPr>
                <w:bCs/>
              </w:rPr>
              <w:t xml:space="preserve">43 </w:t>
            </w:r>
            <w:r w:rsidR="00465396">
              <w:rPr>
                <w:bCs/>
              </w:rPr>
              <w:t>Stake</w:t>
            </w:r>
            <w:r w:rsidR="00F87A65">
              <w:rPr>
                <w:bCs/>
              </w:rPr>
              <w:t>holders social</w:t>
            </w:r>
          </w:p>
        </w:tc>
      </w:tr>
      <w:tr w:rsidR="00E24E3D" w:rsidRPr="00F979A2" w14:paraId="316AF3C5" w14:textId="77777777" w:rsidTr="00E24E3D">
        <w:tc>
          <w:tcPr>
            <w:tcW w:w="4686" w:type="dxa"/>
          </w:tcPr>
          <w:p w14:paraId="6025E15A" w14:textId="7F183685" w:rsidR="00E24E3D" w:rsidRPr="00F979A2" w:rsidRDefault="0088152B" w:rsidP="0002711D">
            <w:pPr>
              <w:tabs>
                <w:tab w:val="left" w:pos="3402"/>
              </w:tabs>
              <w:rPr>
                <w:bCs/>
              </w:rPr>
            </w:pPr>
            <w:r>
              <w:rPr>
                <w:bCs/>
              </w:rPr>
              <w:t>35 Virkesförädling</w:t>
            </w:r>
          </w:p>
        </w:tc>
        <w:tc>
          <w:tcPr>
            <w:tcW w:w="4686" w:type="dxa"/>
          </w:tcPr>
          <w:p w14:paraId="28431AE1" w14:textId="32C389B8" w:rsidR="00E24E3D" w:rsidRPr="00F979A2" w:rsidRDefault="00F87A65" w:rsidP="0002711D">
            <w:pPr>
              <w:tabs>
                <w:tab w:val="left" w:pos="3402"/>
              </w:tabs>
              <w:rPr>
                <w:bCs/>
              </w:rPr>
            </w:pPr>
            <w:r>
              <w:rPr>
                <w:bCs/>
              </w:rPr>
              <w:t>44. Other non-commercial organisations</w:t>
            </w:r>
          </w:p>
        </w:tc>
      </w:tr>
      <w:tr w:rsidR="00E24E3D" w:rsidRPr="00F979A2" w14:paraId="1325D2DC" w14:textId="77777777" w:rsidTr="00E24E3D">
        <w:tc>
          <w:tcPr>
            <w:tcW w:w="4686" w:type="dxa"/>
          </w:tcPr>
          <w:p w14:paraId="6F1691B9" w14:textId="77777777" w:rsidR="00E24E3D" w:rsidRPr="00F979A2" w:rsidRDefault="00E24E3D" w:rsidP="0002711D">
            <w:pPr>
              <w:tabs>
                <w:tab w:val="left" w:pos="3402"/>
              </w:tabs>
              <w:rPr>
                <w:bCs/>
              </w:rPr>
            </w:pPr>
          </w:p>
        </w:tc>
        <w:tc>
          <w:tcPr>
            <w:tcW w:w="4686" w:type="dxa"/>
          </w:tcPr>
          <w:p w14:paraId="4FE15925" w14:textId="464509C2" w:rsidR="00E24E3D" w:rsidRPr="002415CB" w:rsidRDefault="007C6B22" w:rsidP="0002711D">
            <w:pPr>
              <w:tabs>
                <w:tab w:val="left" w:pos="3402"/>
              </w:tabs>
              <w:rPr>
                <w:bCs/>
              </w:rPr>
            </w:pPr>
            <w:r w:rsidRPr="002415CB">
              <w:rPr>
                <w:bCs/>
              </w:rPr>
              <w:t>45 Certifi</w:t>
            </w:r>
            <w:r w:rsidR="00F87A65">
              <w:rPr>
                <w:bCs/>
              </w:rPr>
              <w:t>cation bodies</w:t>
            </w:r>
          </w:p>
        </w:tc>
      </w:tr>
      <w:tr w:rsidR="004073CC" w:rsidRPr="00F979A2" w14:paraId="72340DB6" w14:textId="77777777" w:rsidTr="00E24E3D">
        <w:tc>
          <w:tcPr>
            <w:tcW w:w="4686" w:type="dxa"/>
          </w:tcPr>
          <w:p w14:paraId="6E086054" w14:textId="77777777" w:rsidR="004073CC" w:rsidRPr="00F979A2" w:rsidRDefault="004073CC" w:rsidP="0002711D">
            <w:pPr>
              <w:tabs>
                <w:tab w:val="left" w:pos="3402"/>
              </w:tabs>
              <w:rPr>
                <w:bCs/>
              </w:rPr>
            </w:pPr>
          </w:p>
        </w:tc>
        <w:tc>
          <w:tcPr>
            <w:tcW w:w="4686" w:type="dxa"/>
          </w:tcPr>
          <w:p w14:paraId="52647046" w14:textId="0AB8EAC8" w:rsidR="004073CC" w:rsidRPr="002415CB" w:rsidRDefault="007C6B22" w:rsidP="0002711D">
            <w:pPr>
              <w:tabs>
                <w:tab w:val="left" w:pos="3402"/>
              </w:tabs>
              <w:rPr>
                <w:bCs/>
              </w:rPr>
            </w:pPr>
            <w:r w:rsidRPr="002415CB">
              <w:rPr>
                <w:bCs/>
              </w:rPr>
              <w:t>46 Ac</w:t>
            </w:r>
            <w:r w:rsidR="00F87A65">
              <w:rPr>
                <w:bCs/>
              </w:rPr>
              <w:t>creditation bodies</w:t>
            </w:r>
          </w:p>
        </w:tc>
      </w:tr>
      <w:tr w:rsidR="004073CC" w:rsidRPr="00F979A2" w14:paraId="151DD5D7" w14:textId="77777777" w:rsidTr="00E24E3D">
        <w:tc>
          <w:tcPr>
            <w:tcW w:w="4686" w:type="dxa"/>
          </w:tcPr>
          <w:p w14:paraId="0C613964" w14:textId="77777777" w:rsidR="004073CC" w:rsidRPr="00F979A2" w:rsidRDefault="004073CC" w:rsidP="0002711D">
            <w:pPr>
              <w:tabs>
                <w:tab w:val="left" w:pos="3402"/>
              </w:tabs>
              <w:rPr>
                <w:bCs/>
              </w:rPr>
            </w:pPr>
          </w:p>
        </w:tc>
        <w:tc>
          <w:tcPr>
            <w:tcW w:w="4686" w:type="dxa"/>
          </w:tcPr>
          <w:p w14:paraId="08E35AC4" w14:textId="77777777" w:rsidR="004073CC" w:rsidRPr="00F979A2" w:rsidRDefault="004073CC" w:rsidP="0002711D">
            <w:pPr>
              <w:tabs>
                <w:tab w:val="left" w:pos="3402"/>
              </w:tabs>
              <w:rPr>
                <w:bCs/>
              </w:rPr>
            </w:pPr>
          </w:p>
        </w:tc>
      </w:tr>
      <w:tr w:rsidR="004073CC" w:rsidRPr="00F979A2" w14:paraId="6618ABAA" w14:textId="77777777" w:rsidTr="00E24E3D">
        <w:tc>
          <w:tcPr>
            <w:tcW w:w="4686" w:type="dxa"/>
          </w:tcPr>
          <w:p w14:paraId="3817C16F" w14:textId="77777777" w:rsidR="004073CC" w:rsidRPr="00F979A2" w:rsidRDefault="004073CC" w:rsidP="0002711D">
            <w:pPr>
              <w:tabs>
                <w:tab w:val="left" w:pos="3402"/>
              </w:tabs>
              <w:rPr>
                <w:bCs/>
              </w:rPr>
            </w:pPr>
          </w:p>
        </w:tc>
        <w:tc>
          <w:tcPr>
            <w:tcW w:w="4686" w:type="dxa"/>
          </w:tcPr>
          <w:p w14:paraId="02648A42" w14:textId="77777777" w:rsidR="004073CC" w:rsidRPr="00F979A2" w:rsidRDefault="004073CC" w:rsidP="0002711D">
            <w:pPr>
              <w:tabs>
                <w:tab w:val="left" w:pos="3402"/>
              </w:tabs>
              <w:rPr>
                <w:bCs/>
              </w:rPr>
            </w:pPr>
          </w:p>
        </w:tc>
      </w:tr>
      <w:tr w:rsidR="004073CC" w:rsidRPr="00F979A2" w14:paraId="764CECDB" w14:textId="77777777" w:rsidTr="00E24E3D">
        <w:tc>
          <w:tcPr>
            <w:tcW w:w="4686" w:type="dxa"/>
          </w:tcPr>
          <w:p w14:paraId="14C04DDB" w14:textId="77777777" w:rsidR="004073CC" w:rsidRPr="00F979A2" w:rsidRDefault="004073CC" w:rsidP="0002711D">
            <w:pPr>
              <w:tabs>
                <w:tab w:val="left" w:pos="3402"/>
              </w:tabs>
              <w:rPr>
                <w:bCs/>
              </w:rPr>
            </w:pPr>
          </w:p>
        </w:tc>
        <w:tc>
          <w:tcPr>
            <w:tcW w:w="4686" w:type="dxa"/>
          </w:tcPr>
          <w:p w14:paraId="307792F1" w14:textId="77777777" w:rsidR="004073CC" w:rsidRPr="00F979A2" w:rsidRDefault="004073CC" w:rsidP="0002711D">
            <w:pPr>
              <w:tabs>
                <w:tab w:val="left" w:pos="3402"/>
              </w:tabs>
              <w:rPr>
                <w:bCs/>
              </w:rPr>
            </w:pPr>
          </w:p>
        </w:tc>
      </w:tr>
      <w:tr w:rsidR="004073CC" w:rsidRPr="00F979A2" w14:paraId="4A579D6A" w14:textId="77777777" w:rsidTr="00E24E3D">
        <w:tc>
          <w:tcPr>
            <w:tcW w:w="4686" w:type="dxa"/>
          </w:tcPr>
          <w:p w14:paraId="1C828B00" w14:textId="77777777" w:rsidR="004073CC" w:rsidRPr="00F979A2" w:rsidRDefault="004073CC" w:rsidP="0002711D">
            <w:pPr>
              <w:tabs>
                <w:tab w:val="left" w:pos="3402"/>
              </w:tabs>
              <w:rPr>
                <w:bCs/>
              </w:rPr>
            </w:pPr>
          </w:p>
        </w:tc>
        <w:tc>
          <w:tcPr>
            <w:tcW w:w="4686" w:type="dxa"/>
          </w:tcPr>
          <w:p w14:paraId="571B389C" w14:textId="77777777" w:rsidR="004073CC" w:rsidRPr="00F979A2" w:rsidRDefault="004073CC" w:rsidP="0002711D">
            <w:pPr>
              <w:tabs>
                <w:tab w:val="left" w:pos="3402"/>
              </w:tabs>
              <w:rPr>
                <w:bCs/>
              </w:rPr>
            </w:pPr>
          </w:p>
        </w:tc>
      </w:tr>
      <w:tr w:rsidR="004073CC" w:rsidRPr="00F979A2" w14:paraId="01803EEF" w14:textId="77777777" w:rsidTr="00E24E3D">
        <w:tc>
          <w:tcPr>
            <w:tcW w:w="4686" w:type="dxa"/>
          </w:tcPr>
          <w:p w14:paraId="71553A9B" w14:textId="77777777" w:rsidR="004073CC" w:rsidRPr="00F979A2" w:rsidRDefault="004073CC" w:rsidP="0002711D">
            <w:pPr>
              <w:tabs>
                <w:tab w:val="left" w:pos="3402"/>
              </w:tabs>
              <w:rPr>
                <w:bCs/>
              </w:rPr>
            </w:pPr>
          </w:p>
        </w:tc>
        <w:tc>
          <w:tcPr>
            <w:tcW w:w="4686" w:type="dxa"/>
          </w:tcPr>
          <w:p w14:paraId="6DB630EF" w14:textId="77777777" w:rsidR="004073CC" w:rsidRPr="00F979A2" w:rsidRDefault="004073CC" w:rsidP="0002711D">
            <w:pPr>
              <w:tabs>
                <w:tab w:val="left" w:pos="3402"/>
              </w:tabs>
              <w:rPr>
                <w:bCs/>
              </w:rPr>
            </w:pPr>
          </w:p>
        </w:tc>
      </w:tr>
    </w:tbl>
    <w:p w14:paraId="464FFE99" w14:textId="77777777" w:rsidR="002031D0" w:rsidRDefault="002031D0" w:rsidP="003212C6">
      <w:pPr>
        <w:autoSpaceDE w:val="0"/>
        <w:autoSpaceDN w:val="0"/>
        <w:adjustRightInd w:val="0"/>
        <w:rPr>
          <w:rFonts w:ascii="Arial,Bold" w:eastAsia="MS Mincho" w:hAnsi="Arial,Bold" w:cs="Arial,Bold"/>
          <w:b/>
          <w:bCs/>
          <w:sz w:val="26"/>
          <w:szCs w:val="26"/>
          <w:lang w:val="en-SE" w:eastAsia="sv-SE"/>
        </w:rPr>
      </w:pPr>
    </w:p>
    <w:p w14:paraId="21E00632" w14:textId="77777777" w:rsidR="00B60078" w:rsidRPr="00B60078" w:rsidRDefault="00B60078" w:rsidP="00B60078">
      <w:pPr>
        <w:rPr>
          <w:lang w:val="en-SE" w:eastAsia="sv-SE"/>
        </w:rPr>
      </w:pPr>
    </w:p>
    <w:p w14:paraId="0AD9DA61" w14:textId="5A4F9AA2" w:rsidR="00271B0B" w:rsidRPr="00B60078" w:rsidRDefault="00B60078" w:rsidP="003212C6">
      <w:pPr>
        <w:autoSpaceDE w:val="0"/>
        <w:autoSpaceDN w:val="0"/>
        <w:adjustRightInd w:val="0"/>
        <w:rPr>
          <w:rFonts w:asciiTheme="minorHAnsi" w:eastAsia="MS Mincho" w:hAnsiTheme="minorHAnsi" w:cstheme="minorHAnsi"/>
          <w:b/>
          <w:bCs/>
          <w:sz w:val="32"/>
          <w:szCs w:val="32"/>
          <w:lang w:eastAsia="sv-SE"/>
        </w:rPr>
      </w:pPr>
      <w:r>
        <w:rPr>
          <w:rFonts w:asciiTheme="minorHAnsi" w:eastAsia="MS Mincho" w:hAnsiTheme="minorHAnsi" w:cstheme="minorHAnsi"/>
          <w:b/>
          <w:bCs/>
          <w:sz w:val="32"/>
          <w:szCs w:val="32"/>
          <w:lang w:eastAsia="sv-SE"/>
        </w:rPr>
        <w:t>Terms</w:t>
      </w:r>
    </w:p>
    <w:p w14:paraId="62405592" w14:textId="77777777" w:rsidR="008A27C2" w:rsidRPr="00104E50" w:rsidRDefault="008A27C2" w:rsidP="003212C6">
      <w:pPr>
        <w:autoSpaceDE w:val="0"/>
        <w:autoSpaceDN w:val="0"/>
        <w:adjustRightInd w:val="0"/>
        <w:rPr>
          <w:rFonts w:asciiTheme="minorHAnsi" w:eastAsia="MS Mincho" w:hAnsiTheme="minorHAnsi" w:cstheme="minorHAnsi"/>
          <w:b/>
          <w:bCs/>
          <w:sz w:val="32"/>
          <w:szCs w:val="32"/>
          <w:lang w:val="en-SE" w:eastAsia="sv-SE"/>
        </w:rPr>
      </w:pPr>
    </w:p>
    <w:p w14:paraId="314B246F" w14:textId="4BA1C86C" w:rsidR="00B60078" w:rsidRPr="00584598" w:rsidRDefault="00B60078" w:rsidP="00B60078">
      <w:pPr>
        <w:rPr>
          <w:sz w:val="22"/>
          <w:szCs w:val="22"/>
          <w:lang w:val="en-SE" w:eastAsia="sv-SE"/>
        </w:rPr>
      </w:pPr>
      <w:r w:rsidRPr="00584598">
        <w:rPr>
          <w:sz w:val="22"/>
          <w:szCs w:val="22"/>
          <w:lang w:val="en-SE" w:eastAsia="sv-SE"/>
        </w:rPr>
        <w:t xml:space="preserve">The applicant undertakes to comply with current and future instructions issued by PEFC for the use of PEFC's logo and </w:t>
      </w:r>
      <w:r w:rsidR="00E27459">
        <w:rPr>
          <w:sz w:val="22"/>
          <w:szCs w:val="22"/>
          <w:lang w:eastAsia="sv-SE"/>
        </w:rPr>
        <w:t>trademark</w:t>
      </w:r>
      <w:r w:rsidRPr="00584598">
        <w:rPr>
          <w:sz w:val="22"/>
          <w:szCs w:val="22"/>
          <w:lang w:val="en-SE" w:eastAsia="sv-SE"/>
        </w:rPr>
        <w:t>. S</w:t>
      </w:r>
      <w:r w:rsidR="00E27459">
        <w:rPr>
          <w:sz w:val="22"/>
          <w:szCs w:val="22"/>
          <w:lang w:eastAsia="sv-SE"/>
        </w:rPr>
        <w:t>venska</w:t>
      </w:r>
      <w:r w:rsidRPr="00584598">
        <w:rPr>
          <w:sz w:val="22"/>
          <w:szCs w:val="22"/>
          <w:lang w:val="en-SE" w:eastAsia="sv-SE"/>
        </w:rPr>
        <w:t xml:space="preserve"> PEFC ek før (www.pefc.se) issues a sub-license to the Swedish trademark license to the applicant in accordance with the current agreement with the Program for the Endorsement of Forest Certification (</w:t>
      </w:r>
      <w:hyperlink r:id="rId8" w:history="1">
        <w:r w:rsidRPr="00584598">
          <w:rPr>
            <w:rStyle w:val="Hyperlnk"/>
            <w:sz w:val="22"/>
            <w:szCs w:val="22"/>
            <w:lang w:val="en-SE" w:eastAsia="sv-SE"/>
          </w:rPr>
          <w:t>www.pefc.org</w:t>
        </w:r>
      </w:hyperlink>
      <w:r w:rsidRPr="00584598">
        <w:rPr>
          <w:sz w:val="22"/>
          <w:szCs w:val="22"/>
          <w:lang w:eastAsia="sv-SE"/>
        </w:rPr>
        <w:t xml:space="preserve"> </w:t>
      </w:r>
      <w:r w:rsidRPr="00584598">
        <w:rPr>
          <w:sz w:val="22"/>
          <w:szCs w:val="22"/>
          <w:lang w:val="en-SE" w:eastAsia="sv-SE"/>
        </w:rPr>
        <w:t>) and gives the organization access to PEFC's l</w:t>
      </w:r>
      <w:r w:rsidR="00FD371B">
        <w:rPr>
          <w:sz w:val="22"/>
          <w:szCs w:val="22"/>
          <w:lang w:eastAsia="sv-SE"/>
        </w:rPr>
        <w:t xml:space="preserve">abel </w:t>
      </w:r>
      <w:r w:rsidRPr="00584598">
        <w:rPr>
          <w:sz w:val="22"/>
          <w:szCs w:val="22"/>
          <w:lang w:val="en-SE" w:eastAsia="sv-SE"/>
        </w:rPr>
        <w:t>generator.</w:t>
      </w:r>
    </w:p>
    <w:p w14:paraId="2AC18560" w14:textId="77777777" w:rsidR="00B60078" w:rsidRPr="00B60078" w:rsidRDefault="00B60078" w:rsidP="00B60078">
      <w:pPr>
        <w:rPr>
          <w:lang w:val="en-SE" w:eastAsia="sv-SE"/>
        </w:rPr>
      </w:pPr>
    </w:p>
    <w:p w14:paraId="6A27953A" w14:textId="0B94BC8C" w:rsidR="00F86392" w:rsidRPr="002415CB" w:rsidRDefault="00F86392" w:rsidP="00271B0B">
      <w:pPr>
        <w:rPr>
          <w:rFonts w:eastAsia="MS Mincho"/>
          <w:sz w:val="20"/>
          <w:szCs w:val="20"/>
          <w:lang w:val="en-SE" w:eastAsia="sv-SE"/>
        </w:rPr>
      </w:pPr>
    </w:p>
    <w:p w14:paraId="3E858496" w14:textId="38E99E20" w:rsidR="001D608C" w:rsidRPr="00B60078" w:rsidRDefault="00D92F1A" w:rsidP="001D608C">
      <w:pPr>
        <w:autoSpaceDE w:val="0"/>
        <w:autoSpaceDN w:val="0"/>
        <w:adjustRightInd w:val="0"/>
        <w:rPr>
          <w:rFonts w:ascii="Arial,Bold" w:eastAsia="MS Mincho" w:hAnsi="Arial,Bold" w:cs="Arial,Bold"/>
          <w:b/>
          <w:bCs/>
          <w:sz w:val="20"/>
          <w:szCs w:val="20"/>
          <w:lang w:eastAsia="sv-SE"/>
        </w:rPr>
      </w:pPr>
      <w:r>
        <w:rPr>
          <w:rFonts w:ascii="Arial,Bold" w:eastAsia="MS Mincho" w:hAnsi="Arial,Bold" w:cs="Arial,Bold"/>
          <w:b/>
          <w:bCs/>
          <w:sz w:val="20"/>
          <w:szCs w:val="20"/>
          <w:lang w:eastAsia="sv-SE"/>
        </w:rPr>
        <w:t>Normative r</w:t>
      </w:r>
      <w:r w:rsidR="00B60078">
        <w:rPr>
          <w:rFonts w:ascii="Arial,Bold" w:eastAsia="MS Mincho" w:hAnsi="Arial,Bold" w:cs="Arial,Bold"/>
          <w:b/>
          <w:bCs/>
          <w:sz w:val="20"/>
          <w:szCs w:val="20"/>
          <w:lang w:eastAsia="sv-SE"/>
        </w:rPr>
        <w:t>eference</w:t>
      </w:r>
      <w:r w:rsidR="00584598">
        <w:rPr>
          <w:rFonts w:ascii="Arial,Bold" w:eastAsia="MS Mincho" w:hAnsi="Arial,Bold" w:cs="Arial,Bold"/>
          <w:b/>
          <w:bCs/>
          <w:sz w:val="20"/>
          <w:szCs w:val="20"/>
          <w:lang w:eastAsia="sv-SE"/>
        </w:rPr>
        <w:t>s</w:t>
      </w:r>
      <w:r w:rsidR="00B60078">
        <w:rPr>
          <w:rFonts w:ascii="Arial,Bold" w:eastAsia="MS Mincho" w:hAnsi="Arial,Bold" w:cs="Arial,Bold"/>
          <w:b/>
          <w:bCs/>
          <w:sz w:val="20"/>
          <w:szCs w:val="20"/>
          <w:lang w:eastAsia="sv-SE"/>
        </w:rPr>
        <w:t xml:space="preserve"> </w:t>
      </w:r>
    </w:p>
    <w:p w14:paraId="1915D362" w14:textId="2F03C411" w:rsidR="00CF3C11" w:rsidRPr="002415CB" w:rsidRDefault="00CF3C11" w:rsidP="00104E50">
      <w:pPr>
        <w:autoSpaceDE w:val="0"/>
        <w:autoSpaceDN w:val="0"/>
        <w:adjustRightInd w:val="0"/>
        <w:rPr>
          <w:i/>
          <w:sz w:val="22"/>
          <w:szCs w:val="22"/>
          <w:lang w:val="en-GB"/>
        </w:rPr>
      </w:pPr>
      <w:r w:rsidRPr="002415CB">
        <w:rPr>
          <w:i/>
          <w:sz w:val="22"/>
          <w:szCs w:val="22"/>
          <w:lang w:val="en-GB"/>
        </w:rPr>
        <w:t>PEFC ST 2001, Trademarks Rules – Requirements;</w:t>
      </w:r>
      <w:r w:rsidR="001D608C" w:rsidRPr="002415CB">
        <w:rPr>
          <w:i/>
          <w:sz w:val="22"/>
          <w:szCs w:val="22"/>
          <w:lang w:val="en-GB"/>
        </w:rPr>
        <w:br/>
      </w:r>
      <w:r w:rsidRPr="002415CB">
        <w:rPr>
          <w:i/>
          <w:sz w:val="22"/>
          <w:szCs w:val="22"/>
          <w:lang w:val="en-GB"/>
        </w:rPr>
        <w:t xml:space="preserve">PEFC ST 2002, Chain of Custody of Forest and Tree Based Products – Requirements; </w:t>
      </w:r>
    </w:p>
    <w:p w14:paraId="6411FE9B" w14:textId="77777777" w:rsidR="00F86392" w:rsidRPr="002415CB" w:rsidRDefault="00F86392" w:rsidP="00104E50">
      <w:pPr>
        <w:rPr>
          <w:rFonts w:eastAsia="MS Mincho"/>
          <w:sz w:val="20"/>
          <w:szCs w:val="20"/>
          <w:lang w:val="en-GB" w:eastAsia="sv-SE"/>
        </w:rPr>
      </w:pPr>
    </w:p>
    <w:p w14:paraId="31EE6831" w14:textId="77777777" w:rsidR="00B9346C" w:rsidRPr="002415CB" w:rsidRDefault="00B9346C" w:rsidP="003212C6">
      <w:pPr>
        <w:autoSpaceDE w:val="0"/>
        <w:autoSpaceDN w:val="0"/>
        <w:adjustRightInd w:val="0"/>
        <w:rPr>
          <w:rFonts w:ascii="TimesNewRoman" w:eastAsia="MS Mincho" w:hAnsi="TimesNewRoman" w:cs="TimesNewRoman"/>
          <w:sz w:val="18"/>
          <w:szCs w:val="18"/>
          <w:lang w:val="en-SE" w:eastAsia="sv-SE"/>
        </w:rPr>
      </w:pPr>
    </w:p>
    <w:p w14:paraId="3054CD27" w14:textId="77777777" w:rsidR="003212C6" w:rsidRPr="002415CB" w:rsidRDefault="003212C6" w:rsidP="003212C6">
      <w:pPr>
        <w:autoSpaceDE w:val="0"/>
        <w:autoSpaceDN w:val="0"/>
        <w:adjustRightInd w:val="0"/>
        <w:rPr>
          <w:rFonts w:ascii="Arial,Bold" w:eastAsia="MS Mincho" w:hAnsi="Arial,Bold" w:cs="Arial,Bold"/>
          <w:b/>
          <w:bCs/>
          <w:sz w:val="20"/>
          <w:szCs w:val="20"/>
          <w:lang w:val="en-SE" w:eastAsia="sv-SE"/>
        </w:rPr>
      </w:pPr>
      <w:r w:rsidRPr="002415CB">
        <w:rPr>
          <w:rFonts w:ascii="Arial,Bold" w:eastAsia="MS Mincho" w:hAnsi="Arial,Bold" w:cs="Arial,Bold"/>
          <w:b/>
          <w:bCs/>
          <w:sz w:val="20"/>
          <w:szCs w:val="20"/>
          <w:lang w:val="en-SE" w:eastAsia="sv-SE"/>
        </w:rPr>
        <w:t>Copyright</w:t>
      </w:r>
    </w:p>
    <w:p w14:paraId="255836F1" w14:textId="1836DDC5" w:rsidR="00690392" w:rsidRPr="00690392" w:rsidRDefault="00690392" w:rsidP="00107D1D">
      <w:pPr>
        <w:rPr>
          <w:rFonts w:ascii="TimesNewRoman" w:eastAsia="MS Mincho" w:hAnsi="TimesNewRoman" w:cs="TimesNewRoman"/>
          <w:sz w:val="22"/>
          <w:szCs w:val="22"/>
          <w:lang w:val="en-SE" w:eastAsia="sv-SE"/>
        </w:rPr>
      </w:pPr>
      <w:r w:rsidRPr="00690392">
        <w:rPr>
          <w:rFonts w:ascii="TimesNewRoman" w:eastAsia="MS Mincho" w:hAnsi="TimesNewRoman" w:cs="TimesNewRoman"/>
          <w:sz w:val="22"/>
          <w:szCs w:val="22"/>
          <w:lang w:val="en-SE" w:eastAsia="sv-SE"/>
        </w:rPr>
        <w:t>The PEFC logo and the abbreviation PEFC is a registered trademark with copyright owned by the</w:t>
      </w:r>
      <w:r w:rsidR="00CC75B7">
        <w:rPr>
          <w:rFonts w:ascii="TimesNewRoman" w:eastAsia="MS Mincho" w:hAnsi="TimesNewRoman" w:cs="TimesNewRoman"/>
          <w:sz w:val="22"/>
          <w:szCs w:val="22"/>
          <w:lang w:eastAsia="sv-SE"/>
        </w:rPr>
        <w:t xml:space="preserve"> </w:t>
      </w:r>
      <w:r w:rsidRPr="00690392">
        <w:rPr>
          <w:rFonts w:ascii="TimesNewRoman" w:eastAsia="MS Mincho" w:hAnsi="TimesNewRoman" w:cs="TimesNewRoman"/>
          <w:sz w:val="22"/>
          <w:szCs w:val="22"/>
          <w:lang w:val="en-SE" w:eastAsia="sv-SE"/>
        </w:rPr>
        <w:t xml:space="preserve">PEFC (Programme for the Endorsement of Forest Certification) Council. </w:t>
      </w:r>
      <w:r w:rsidR="00BA262A">
        <w:rPr>
          <w:rFonts w:ascii="TimesNewRoman" w:eastAsia="MS Mincho" w:hAnsi="TimesNewRoman" w:cs="TimesNewRoman"/>
          <w:sz w:val="22"/>
          <w:szCs w:val="22"/>
          <w:lang w:eastAsia="sv-SE"/>
        </w:rPr>
        <w:t xml:space="preserve">Svenska PEFC Ek. för. </w:t>
      </w:r>
      <w:r w:rsidRPr="00690392">
        <w:rPr>
          <w:rFonts w:ascii="TimesNewRoman" w:eastAsia="MS Mincho" w:hAnsi="TimesNewRoman" w:cs="TimesNewRoman"/>
          <w:sz w:val="22"/>
          <w:szCs w:val="22"/>
          <w:lang w:val="en-SE" w:eastAsia="sv-SE"/>
        </w:rPr>
        <w:t xml:space="preserve"> or the PEFC Council has the right to withdraw the license with immediate effect if there is reason to believe that the applicant does not comply with the conditions set for the brand contract. An agreed notice period of 3 months otherwise applies to both parties. The issued license is valid until further notice, as long as the issued certificate/evidence is maintained. When the certificate/evidence ceases to be valid, the validity of the trademark license ceases at the same time. Notification of this must be submitted immediately to </w:t>
      </w:r>
      <w:r w:rsidR="00C63B6E">
        <w:rPr>
          <w:rFonts w:ascii="TimesNewRoman" w:eastAsia="MS Mincho" w:hAnsi="TimesNewRoman" w:cs="TimesNewRoman"/>
          <w:sz w:val="22"/>
          <w:szCs w:val="22"/>
          <w:lang w:eastAsia="sv-SE"/>
        </w:rPr>
        <w:t>Svenska</w:t>
      </w:r>
      <w:r w:rsidRPr="00690392">
        <w:rPr>
          <w:rFonts w:ascii="TimesNewRoman" w:eastAsia="MS Mincho" w:hAnsi="TimesNewRoman" w:cs="TimesNewRoman"/>
          <w:sz w:val="22"/>
          <w:szCs w:val="22"/>
          <w:lang w:val="en-SE" w:eastAsia="sv-SE"/>
        </w:rPr>
        <w:t xml:space="preserve"> PEFC ek. for. The licensee shall, upon request by PEFC, provide a list of the uses of the trademark and logo. For traceability certified, if necessary, this must be broken down by product, product category, production unit or corresponding resolution in accordance with the organization's traceability system.</w:t>
      </w:r>
    </w:p>
    <w:p w14:paraId="1CF62AE1" w14:textId="77777777" w:rsidR="00B9346C" w:rsidRPr="002415CB" w:rsidRDefault="00B9346C" w:rsidP="003212C6">
      <w:pPr>
        <w:autoSpaceDE w:val="0"/>
        <w:autoSpaceDN w:val="0"/>
        <w:adjustRightInd w:val="0"/>
        <w:rPr>
          <w:rFonts w:ascii="TimesNewRoman" w:eastAsia="MS Mincho" w:hAnsi="TimesNewRoman" w:cs="TimesNewRoman"/>
          <w:sz w:val="18"/>
          <w:szCs w:val="18"/>
          <w:lang w:val="en-SE" w:eastAsia="sv-SE"/>
        </w:rPr>
      </w:pPr>
    </w:p>
    <w:p w14:paraId="4F197712" w14:textId="33CC2FCE" w:rsidR="00A04629" w:rsidRPr="005B5BD1" w:rsidRDefault="005B5BD1" w:rsidP="005B5BD1">
      <w:pPr>
        <w:autoSpaceDE w:val="0"/>
        <w:autoSpaceDN w:val="0"/>
        <w:adjustRightInd w:val="0"/>
        <w:rPr>
          <w:rFonts w:ascii="Arial,Bold" w:eastAsia="MS Mincho" w:hAnsi="Arial,Bold" w:cs="Arial,Bold"/>
          <w:b/>
          <w:bCs/>
          <w:sz w:val="20"/>
          <w:szCs w:val="20"/>
          <w:lang w:eastAsia="sv-SE"/>
        </w:rPr>
      </w:pPr>
      <w:r>
        <w:rPr>
          <w:rFonts w:ascii="Arial,Bold" w:eastAsia="MS Mincho" w:hAnsi="Arial,Bold" w:cs="Arial,Bold"/>
          <w:b/>
          <w:bCs/>
          <w:sz w:val="20"/>
          <w:szCs w:val="20"/>
          <w:lang w:eastAsia="sv-SE"/>
        </w:rPr>
        <w:t>Improper use</w:t>
      </w:r>
    </w:p>
    <w:p w14:paraId="24972DC6" w14:textId="7F1DDCC4" w:rsidR="003212C6" w:rsidRPr="002415CB" w:rsidRDefault="00A04629" w:rsidP="00A04629">
      <w:pPr>
        <w:rPr>
          <w:rFonts w:eastAsia="MS Mincho"/>
          <w:sz w:val="22"/>
          <w:szCs w:val="22"/>
          <w:lang w:val="en-SE" w:eastAsia="sv-SE"/>
        </w:rPr>
      </w:pPr>
      <w:r w:rsidRPr="00A04629">
        <w:rPr>
          <w:rFonts w:eastAsia="MS Mincho"/>
          <w:sz w:val="22"/>
          <w:szCs w:val="22"/>
          <w:lang w:val="en-SE" w:eastAsia="sv-SE"/>
        </w:rPr>
        <w:t xml:space="preserve">Improper use of this trademark is not permitted and may result in fines or prosecution. In case of incorrect use of PEFC's trademark, the applicant </w:t>
      </w:r>
      <w:r w:rsidR="00607646">
        <w:rPr>
          <w:rFonts w:eastAsia="MS Mincho"/>
          <w:sz w:val="22"/>
          <w:szCs w:val="22"/>
          <w:lang w:eastAsia="sv-SE"/>
        </w:rPr>
        <w:t xml:space="preserve">may be </w:t>
      </w:r>
      <w:r w:rsidRPr="00A04629">
        <w:rPr>
          <w:rFonts w:eastAsia="MS Mincho"/>
          <w:sz w:val="22"/>
          <w:szCs w:val="22"/>
          <w:lang w:val="en-SE" w:eastAsia="sv-SE"/>
        </w:rPr>
        <w:t>ordered</w:t>
      </w:r>
      <w:r w:rsidR="000058D4">
        <w:rPr>
          <w:rFonts w:eastAsia="MS Mincho"/>
          <w:sz w:val="22"/>
          <w:szCs w:val="22"/>
          <w:lang w:eastAsia="sv-SE"/>
        </w:rPr>
        <w:t xml:space="preserve">, by </w:t>
      </w:r>
      <w:r w:rsidR="000058D4" w:rsidRPr="00A04629">
        <w:rPr>
          <w:rFonts w:eastAsia="MS Mincho"/>
          <w:sz w:val="22"/>
          <w:szCs w:val="22"/>
          <w:lang w:val="en-SE" w:eastAsia="sv-SE"/>
        </w:rPr>
        <w:t xml:space="preserve">the board of the Swedish PEFC ek. for. </w:t>
      </w:r>
      <w:r w:rsidR="000058D4">
        <w:rPr>
          <w:rFonts w:eastAsia="MS Mincho"/>
          <w:sz w:val="22"/>
          <w:szCs w:val="22"/>
          <w:lang w:eastAsia="sv-SE"/>
        </w:rPr>
        <w:t>,</w:t>
      </w:r>
      <w:r w:rsidRPr="00A04629">
        <w:rPr>
          <w:rFonts w:eastAsia="MS Mincho"/>
          <w:sz w:val="22"/>
          <w:szCs w:val="22"/>
          <w:lang w:val="en-SE" w:eastAsia="sv-SE"/>
        </w:rPr>
        <w:t xml:space="preserve"> to pay a fine to the association in an amount which may amount to 1/5 of the market value of the products for which the trademark has been wrongly used. If the license holder can demonstrate that the incorrect use was unintentional, the fine is limited to 10,000 Euro. The license holder undertakes to agree with the hired certification organization that revision of the application must take place during follow-up audits and that the certification organization has the right to report to the Swedish PEFC ek if incorrect use can be detected. The licensee also accepts any control of the trademark use carried out by the Swedish PEFC ek f</w:t>
      </w:r>
      <w:r>
        <w:rPr>
          <w:rFonts w:eastAsia="MS Mincho"/>
          <w:sz w:val="22"/>
          <w:szCs w:val="22"/>
          <w:lang w:eastAsia="sv-SE"/>
        </w:rPr>
        <w:t>ö</w:t>
      </w:r>
      <w:r w:rsidRPr="00A04629">
        <w:rPr>
          <w:rFonts w:eastAsia="MS Mincho"/>
          <w:sz w:val="22"/>
          <w:szCs w:val="22"/>
          <w:lang w:val="en-SE" w:eastAsia="sv-SE"/>
        </w:rPr>
        <w:t>r.</w:t>
      </w:r>
    </w:p>
    <w:p w14:paraId="2F1FB3CC" w14:textId="77777777" w:rsidR="003A6CCF" w:rsidRPr="002415CB" w:rsidRDefault="003A6CCF" w:rsidP="00104E50">
      <w:pPr>
        <w:rPr>
          <w:rFonts w:eastAsia="MS Mincho"/>
          <w:sz w:val="22"/>
          <w:szCs w:val="22"/>
          <w:lang w:val="en-SE" w:eastAsia="sv-SE"/>
        </w:rPr>
      </w:pPr>
    </w:p>
    <w:p w14:paraId="56C3C48B" w14:textId="30858B7A" w:rsidR="003212C6" w:rsidRPr="00937118" w:rsidRDefault="003212C6" w:rsidP="003212C6">
      <w:pPr>
        <w:autoSpaceDE w:val="0"/>
        <w:autoSpaceDN w:val="0"/>
        <w:adjustRightInd w:val="0"/>
        <w:rPr>
          <w:rFonts w:ascii="Arial,Bold" w:eastAsia="MS Mincho" w:hAnsi="Arial,Bold" w:cs="Arial,Bold"/>
          <w:b/>
          <w:bCs/>
          <w:sz w:val="20"/>
          <w:szCs w:val="20"/>
          <w:lang w:eastAsia="sv-SE"/>
        </w:rPr>
      </w:pPr>
      <w:r w:rsidRPr="002415CB">
        <w:rPr>
          <w:rFonts w:ascii="Arial,Bold" w:eastAsia="MS Mincho" w:hAnsi="Arial,Bold" w:cs="Arial,Bold"/>
          <w:b/>
          <w:bCs/>
          <w:sz w:val="20"/>
          <w:szCs w:val="20"/>
          <w:lang w:val="en-SE" w:eastAsia="sv-SE"/>
        </w:rPr>
        <w:t>Registr</w:t>
      </w:r>
      <w:r w:rsidR="00937118">
        <w:rPr>
          <w:rFonts w:ascii="Arial,Bold" w:eastAsia="MS Mincho" w:hAnsi="Arial,Bold" w:cs="Arial,Bold"/>
          <w:b/>
          <w:bCs/>
          <w:sz w:val="20"/>
          <w:szCs w:val="20"/>
          <w:lang w:eastAsia="sv-SE"/>
        </w:rPr>
        <w:t>ation</w:t>
      </w:r>
    </w:p>
    <w:p w14:paraId="03E27377" w14:textId="752E2D2B" w:rsidR="00D6545E" w:rsidRDefault="00D6545E" w:rsidP="00D6545E">
      <w:pPr>
        <w:autoSpaceDE w:val="0"/>
        <w:autoSpaceDN w:val="0"/>
        <w:adjustRightInd w:val="0"/>
        <w:rPr>
          <w:rFonts w:ascii="TimesNewRoman" w:eastAsia="MS Mincho" w:hAnsi="TimesNewRoman" w:cs="TimesNewRoman"/>
          <w:sz w:val="22"/>
          <w:szCs w:val="22"/>
          <w:lang w:val="en-SE" w:eastAsia="sv-SE"/>
        </w:rPr>
      </w:pPr>
      <w:r w:rsidRPr="00D6545E">
        <w:rPr>
          <w:rFonts w:ascii="TimesNewRoman" w:eastAsia="MS Mincho" w:hAnsi="TimesNewRoman" w:cs="TimesNewRoman"/>
          <w:sz w:val="22"/>
          <w:szCs w:val="22"/>
          <w:lang w:val="en-SE" w:eastAsia="sv-SE"/>
        </w:rPr>
        <w:t>The applicant grants Swedish PEFC ek the right to</w:t>
      </w:r>
      <w:r w:rsidR="00937118">
        <w:rPr>
          <w:rFonts w:ascii="TimesNewRoman" w:eastAsia="MS Mincho" w:hAnsi="TimesNewRoman" w:cs="TimesNewRoman"/>
          <w:sz w:val="22"/>
          <w:szCs w:val="22"/>
          <w:lang w:eastAsia="sv-SE"/>
        </w:rPr>
        <w:t xml:space="preserve"> register</w:t>
      </w:r>
      <w:r w:rsidRPr="00D6545E">
        <w:rPr>
          <w:rFonts w:ascii="TimesNewRoman" w:eastAsia="MS Mincho" w:hAnsi="TimesNewRoman" w:cs="TimesNewRoman"/>
          <w:sz w:val="22"/>
          <w:szCs w:val="22"/>
          <w:lang w:val="en-SE" w:eastAsia="sv-SE"/>
        </w:rPr>
        <w:t xml:space="preserve"> information about the applicant according to this application in PEFC's data register of</w:t>
      </w:r>
      <w:r w:rsidR="00825FBC">
        <w:rPr>
          <w:rFonts w:ascii="TimesNewRoman" w:eastAsia="MS Mincho" w:hAnsi="TimesNewRoman" w:cs="TimesNewRoman"/>
          <w:sz w:val="22"/>
          <w:szCs w:val="22"/>
          <w:lang w:eastAsia="sv-SE"/>
        </w:rPr>
        <w:t xml:space="preserve"> trademark</w:t>
      </w:r>
      <w:r w:rsidRPr="00D6545E">
        <w:rPr>
          <w:rFonts w:ascii="TimesNewRoman" w:eastAsia="MS Mincho" w:hAnsi="TimesNewRoman" w:cs="TimesNewRoman"/>
          <w:sz w:val="22"/>
          <w:szCs w:val="22"/>
          <w:lang w:val="en-SE" w:eastAsia="sv-SE"/>
        </w:rPr>
        <w:t xml:space="preserve"> licenses and to make the information available on the Internet. For this </w:t>
      </w:r>
      <w:r w:rsidR="00825FBC">
        <w:rPr>
          <w:rFonts w:ascii="TimesNewRoman" w:eastAsia="MS Mincho" w:hAnsi="TimesNewRoman" w:cs="TimesNewRoman"/>
          <w:sz w:val="22"/>
          <w:szCs w:val="22"/>
          <w:lang w:eastAsia="sv-SE"/>
        </w:rPr>
        <w:t>purpose</w:t>
      </w:r>
      <w:r w:rsidRPr="00D6545E">
        <w:rPr>
          <w:rFonts w:ascii="TimesNewRoman" w:eastAsia="MS Mincho" w:hAnsi="TimesNewRoman" w:cs="TimesNewRoman"/>
          <w:sz w:val="22"/>
          <w:szCs w:val="22"/>
          <w:lang w:val="en-SE" w:eastAsia="sv-SE"/>
        </w:rPr>
        <w:t xml:space="preserve"> contact information including email address and phone number is registered. The information is publicly available for five years after any termination of the contract and is then deleted. Upon request, PEFC provides information on which personal data is contained in this database and the licensee has the right to access and verify the data as well as to have the data corrected, amended or deleted. For this purpose, PEFC can be contacted at </w:t>
      </w:r>
      <w:hyperlink r:id="rId9" w:history="1">
        <w:r w:rsidRPr="008C6589">
          <w:rPr>
            <w:rStyle w:val="Hyperlnk"/>
            <w:rFonts w:ascii="TimesNewRoman" w:eastAsia="MS Mincho" w:hAnsi="TimesNewRoman" w:cs="TimesNewRoman"/>
            <w:sz w:val="22"/>
            <w:szCs w:val="22"/>
            <w:lang w:val="en-SE" w:eastAsia="sv-SE"/>
          </w:rPr>
          <w:t>request@pefc.org</w:t>
        </w:r>
      </w:hyperlink>
      <w:r w:rsidRPr="00D6545E">
        <w:rPr>
          <w:rFonts w:ascii="TimesNewRoman" w:eastAsia="MS Mincho" w:hAnsi="TimesNewRoman" w:cs="TimesNewRoman"/>
          <w:sz w:val="22"/>
          <w:szCs w:val="22"/>
          <w:lang w:val="en-SE" w:eastAsia="sv-SE"/>
        </w:rPr>
        <w:t>.</w:t>
      </w:r>
    </w:p>
    <w:p w14:paraId="0B1E8A4D" w14:textId="77777777" w:rsidR="00D6545E" w:rsidRDefault="00D6545E" w:rsidP="00D6545E">
      <w:pPr>
        <w:autoSpaceDE w:val="0"/>
        <w:autoSpaceDN w:val="0"/>
        <w:adjustRightInd w:val="0"/>
        <w:rPr>
          <w:rFonts w:ascii="TimesNewRoman" w:eastAsia="MS Mincho" w:hAnsi="TimesNewRoman" w:cs="TimesNewRoman"/>
          <w:sz w:val="22"/>
          <w:szCs w:val="22"/>
          <w:lang w:val="en-SE" w:eastAsia="sv-SE"/>
        </w:rPr>
      </w:pPr>
    </w:p>
    <w:p w14:paraId="5BE453FD" w14:textId="77777777" w:rsidR="003A6CCF" w:rsidRPr="002415CB" w:rsidRDefault="003A6CCF" w:rsidP="003212C6">
      <w:pPr>
        <w:autoSpaceDE w:val="0"/>
        <w:autoSpaceDN w:val="0"/>
        <w:adjustRightInd w:val="0"/>
        <w:rPr>
          <w:rFonts w:ascii="TimesNewRoman" w:eastAsia="MS Mincho" w:hAnsi="TimesNewRoman" w:cs="TimesNewRoman"/>
          <w:sz w:val="18"/>
          <w:szCs w:val="18"/>
          <w:lang w:eastAsia="sv-SE"/>
        </w:rPr>
      </w:pPr>
    </w:p>
    <w:p w14:paraId="6413D67A" w14:textId="6AB245C9" w:rsidR="003212C6" w:rsidRPr="002415CB" w:rsidRDefault="00D6545E" w:rsidP="003212C6">
      <w:pPr>
        <w:autoSpaceDE w:val="0"/>
        <w:autoSpaceDN w:val="0"/>
        <w:adjustRightInd w:val="0"/>
        <w:rPr>
          <w:rFonts w:ascii="Arial,Bold" w:eastAsia="MS Mincho" w:hAnsi="Arial,Bold" w:cs="Arial,Bold"/>
          <w:b/>
          <w:bCs/>
          <w:sz w:val="20"/>
          <w:szCs w:val="20"/>
          <w:lang w:val="en-SE" w:eastAsia="sv-SE"/>
        </w:rPr>
      </w:pPr>
      <w:r>
        <w:rPr>
          <w:rFonts w:ascii="Arial,Bold" w:eastAsia="MS Mincho" w:hAnsi="Arial,Bold" w:cs="Arial,Bold"/>
          <w:b/>
          <w:bCs/>
          <w:sz w:val="20"/>
          <w:szCs w:val="20"/>
          <w:lang w:eastAsia="sv-SE"/>
        </w:rPr>
        <w:t>Fee</w:t>
      </w:r>
    </w:p>
    <w:p w14:paraId="2B7189E8" w14:textId="4DE66101" w:rsidR="003A6CCF" w:rsidRDefault="00512D46" w:rsidP="003212C6">
      <w:pPr>
        <w:autoSpaceDE w:val="0"/>
        <w:autoSpaceDN w:val="0"/>
        <w:adjustRightInd w:val="0"/>
        <w:rPr>
          <w:rFonts w:ascii="TimesNewRoman" w:eastAsia="MS Mincho" w:hAnsi="TimesNewRoman" w:cs="TimesNewRoman"/>
          <w:sz w:val="22"/>
          <w:szCs w:val="22"/>
          <w:lang w:val="en-SE" w:eastAsia="sv-SE"/>
        </w:rPr>
      </w:pPr>
      <w:r w:rsidRPr="00512D46">
        <w:rPr>
          <w:rFonts w:ascii="TimesNewRoman" w:eastAsia="MS Mincho" w:hAnsi="TimesNewRoman" w:cs="TimesNewRoman"/>
          <w:sz w:val="22"/>
          <w:szCs w:val="22"/>
          <w:lang w:val="en-SE" w:eastAsia="sv-SE"/>
        </w:rPr>
        <w:t xml:space="preserve">Non-members pay to Swedish PEFC ek. for. from and including the date on which the license was issued a service fee according to the rate determined by the board of </w:t>
      </w:r>
      <w:r w:rsidR="00452B96">
        <w:rPr>
          <w:rFonts w:ascii="TimesNewRoman" w:eastAsia="MS Mincho" w:hAnsi="TimesNewRoman" w:cs="TimesNewRoman"/>
          <w:sz w:val="22"/>
          <w:szCs w:val="22"/>
          <w:lang w:eastAsia="sv-SE"/>
        </w:rPr>
        <w:t>Svenska PEFC</w:t>
      </w:r>
      <w:r w:rsidRPr="00512D46">
        <w:rPr>
          <w:rFonts w:ascii="TimesNewRoman" w:eastAsia="MS Mincho" w:hAnsi="TimesNewRoman" w:cs="TimesNewRoman"/>
          <w:sz w:val="22"/>
          <w:szCs w:val="22"/>
          <w:lang w:val="en-SE" w:eastAsia="sv-SE"/>
        </w:rPr>
        <w:t>. For current fees for different user categories, see the Swedish PEFC's website.</w:t>
      </w:r>
    </w:p>
    <w:p w14:paraId="14CA5CE6" w14:textId="77777777" w:rsidR="00512D46" w:rsidRPr="002415CB" w:rsidRDefault="00512D46" w:rsidP="003212C6">
      <w:pPr>
        <w:autoSpaceDE w:val="0"/>
        <w:autoSpaceDN w:val="0"/>
        <w:adjustRightInd w:val="0"/>
        <w:rPr>
          <w:rFonts w:ascii="TimesNewRoman" w:eastAsia="MS Mincho" w:hAnsi="TimesNewRoman" w:cs="TimesNewRoman"/>
          <w:sz w:val="18"/>
          <w:szCs w:val="18"/>
          <w:lang w:val="en-SE" w:eastAsia="sv-SE"/>
        </w:rPr>
      </w:pPr>
    </w:p>
    <w:p w14:paraId="3BEE236D" w14:textId="77777777" w:rsidR="003212C6" w:rsidRPr="002415CB" w:rsidRDefault="003212C6" w:rsidP="003212C6">
      <w:pPr>
        <w:autoSpaceDE w:val="0"/>
        <w:autoSpaceDN w:val="0"/>
        <w:adjustRightInd w:val="0"/>
        <w:rPr>
          <w:rFonts w:ascii="TimesNewRoman" w:eastAsia="MS Mincho" w:hAnsi="TimesNewRoman" w:cs="TimesNewRoman"/>
          <w:sz w:val="18"/>
          <w:szCs w:val="18"/>
          <w:lang w:val="en-SE" w:eastAsia="sv-SE"/>
        </w:rPr>
      </w:pPr>
      <w:r w:rsidRPr="002415CB">
        <w:rPr>
          <w:rFonts w:ascii="TimesNewRoman" w:eastAsia="MS Mincho" w:hAnsi="TimesNewRoman" w:cs="TimesNewRoman"/>
          <w:sz w:val="18"/>
          <w:szCs w:val="18"/>
          <w:lang w:val="en-SE" w:eastAsia="sv-SE"/>
        </w:rPr>
        <w:t>- - - - - - - - - - - - - - - -</w:t>
      </w:r>
    </w:p>
    <w:p w14:paraId="4350FE5A" w14:textId="43154975" w:rsidR="00692B43" w:rsidRPr="002415CB" w:rsidRDefault="00452B96" w:rsidP="003212C6">
      <w:pPr>
        <w:autoSpaceDE w:val="0"/>
        <w:autoSpaceDN w:val="0"/>
        <w:adjustRightInd w:val="0"/>
        <w:rPr>
          <w:rFonts w:ascii="TimesNewRoman" w:eastAsia="MS Mincho" w:hAnsi="TimesNewRoman" w:cs="TimesNewRoman"/>
          <w:sz w:val="18"/>
          <w:szCs w:val="18"/>
          <w:lang w:val="en-SE" w:eastAsia="sv-SE"/>
        </w:rPr>
      </w:pPr>
      <w:r w:rsidRPr="00452B96">
        <w:rPr>
          <w:rFonts w:ascii="TimesNewRoman" w:eastAsia="MS Mincho" w:hAnsi="TimesNewRoman" w:cs="TimesNewRoman"/>
          <w:sz w:val="22"/>
          <w:szCs w:val="22"/>
          <w:lang w:val="en-SE" w:eastAsia="sv-SE"/>
        </w:rPr>
        <w:t xml:space="preserve">This application was submitted to the </w:t>
      </w:r>
      <w:r>
        <w:rPr>
          <w:rFonts w:ascii="TimesNewRoman" w:eastAsia="MS Mincho" w:hAnsi="TimesNewRoman" w:cs="TimesNewRoman"/>
          <w:sz w:val="22"/>
          <w:szCs w:val="22"/>
          <w:lang w:eastAsia="sv-SE"/>
        </w:rPr>
        <w:t>Svenska PEFC</w:t>
      </w:r>
      <w:r w:rsidRPr="00452B96">
        <w:rPr>
          <w:rFonts w:ascii="TimesNewRoman" w:eastAsia="MS Mincho" w:hAnsi="TimesNewRoman" w:cs="TimesNewRoman"/>
          <w:sz w:val="22"/>
          <w:szCs w:val="22"/>
          <w:lang w:val="en-SE" w:eastAsia="sv-SE"/>
        </w:rPr>
        <w:t xml:space="preserve"> ek f</w:t>
      </w:r>
      <w:r w:rsidR="00474B42">
        <w:rPr>
          <w:rFonts w:ascii="TimesNewRoman" w:eastAsia="MS Mincho" w:hAnsi="TimesNewRoman" w:cs="TimesNewRoman"/>
          <w:sz w:val="22"/>
          <w:szCs w:val="22"/>
          <w:lang w:eastAsia="sv-SE"/>
        </w:rPr>
        <w:t>ö</w:t>
      </w:r>
      <w:r w:rsidRPr="00452B96">
        <w:rPr>
          <w:rFonts w:ascii="TimesNewRoman" w:eastAsia="MS Mincho" w:hAnsi="TimesNewRoman" w:cs="TimesNewRoman"/>
          <w:sz w:val="22"/>
          <w:szCs w:val="22"/>
          <w:lang w:val="en-SE" w:eastAsia="sv-SE"/>
        </w:rPr>
        <w:t>r in a signed copy. After the examination of the application and decision on the trademark license, a signed copy is returned to the applicant on which the assigned trademark license number has been indicated. The application/contract must be signed by authorized signatories.</w:t>
      </w:r>
    </w:p>
    <w:p w14:paraId="373FA642" w14:textId="77777777" w:rsidR="004F79BD" w:rsidRPr="002415CB" w:rsidRDefault="004F79BD" w:rsidP="003212C6">
      <w:pPr>
        <w:autoSpaceDE w:val="0"/>
        <w:autoSpaceDN w:val="0"/>
        <w:adjustRightInd w:val="0"/>
        <w:rPr>
          <w:rFonts w:ascii="TimesNewRoman" w:eastAsia="MS Mincho" w:hAnsi="TimesNewRoman" w:cs="TimesNewRoman"/>
          <w:sz w:val="18"/>
          <w:szCs w:val="18"/>
          <w:lang w:val="en-SE" w:eastAsia="sv-SE"/>
        </w:rPr>
      </w:pPr>
    </w:p>
    <w:p w14:paraId="2EE4D217" w14:textId="77777777" w:rsidR="00F15614" w:rsidRPr="002415CB" w:rsidRDefault="00F15614" w:rsidP="003212C6">
      <w:pPr>
        <w:autoSpaceDE w:val="0"/>
        <w:autoSpaceDN w:val="0"/>
        <w:adjustRightInd w:val="0"/>
        <w:rPr>
          <w:rFonts w:ascii="TimesNewRoman" w:eastAsia="MS Mincho" w:hAnsi="TimesNewRoman" w:cs="TimesNewRoman"/>
          <w:sz w:val="18"/>
          <w:szCs w:val="18"/>
          <w:lang w:val="en-SE" w:eastAsia="sv-SE"/>
        </w:rPr>
      </w:pPr>
    </w:p>
    <w:p w14:paraId="627F48B0" w14:textId="045A562D" w:rsidR="003212C6" w:rsidRPr="002415CB" w:rsidRDefault="00466A0E" w:rsidP="003212C6">
      <w:pPr>
        <w:autoSpaceDE w:val="0"/>
        <w:autoSpaceDN w:val="0"/>
        <w:adjustRightInd w:val="0"/>
        <w:rPr>
          <w:rFonts w:ascii="TimesNewRoman" w:eastAsia="MS Mincho" w:hAnsi="TimesNewRoman" w:cs="TimesNewRoman"/>
          <w:sz w:val="22"/>
          <w:szCs w:val="22"/>
          <w:lang w:val="en-SE" w:eastAsia="sv-SE"/>
        </w:rPr>
      </w:pPr>
      <w:r>
        <w:rPr>
          <w:rFonts w:ascii="TimesNewRoman" w:eastAsia="MS Mincho" w:hAnsi="TimesNewRoman" w:cs="TimesNewRoman"/>
          <w:sz w:val="22"/>
          <w:szCs w:val="22"/>
          <w:lang w:eastAsia="sv-SE"/>
        </w:rPr>
        <w:t>Applicant</w:t>
      </w:r>
      <w:r w:rsidR="009D1673" w:rsidRPr="002415CB">
        <w:rPr>
          <w:rFonts w:ascii="TimesNewRoman" w:eastAsia="MS Mincho" w:hAnsi="TimesNewRoman" w:cs="TimesNewRoman"/>
          <w:sz w:val="22"/>
          <w:szCs w:val="22"/>
          <w:lang w:val="en-SE" w:eastAsia="sv-SE"/>
        </w:rPr>
        <w:tab/>
      </w:r>
      <w:r w:rsidR="009D1673" w:rsidRPr="002415CB">
        <w:rPr>
          <w:rFonts w:ascii="TimesNewRoman" w:eastAsia="MS Mincho" w:hAnsi="TimesNewRoman" w:cs="TimesNewRoman"/>
          <w:sz w:val="22"/>
          <w:szCs w:val="22"/>
          <w:lang w:val="en-SE" w:eastAsia="sv-SE"/>
        </w:rPr>
        <w:tab/>
      </w:r>
      <w:r w:rsidR="009D1673" w:rsidRPr="002415CB">
        <w:rPr>
          <w:rFonts w:ascii="TimesNewRoman" w:eastAsia="MS Mincho" w:hAnsi="TimesNewRoman" w:cs="TimesNewRoman"/>
          <w:sz w:val="22"/>
          <w:szCs w:val="22"/>
          <w:lang w:val="en-SE" w:eastAsia="sv-SE"/>
        </w:rPr>
        <w:tab/>
      </w:r>
      <w:r w:rsidR="009D1673" w:rsidRPr="002415CB">
        <w:rPr>
          <w:rFonts w:ascii="TimesNewRoman" w:eastAsia="MS Mincho" w:hAnsi="TimesNewRoman" w:cs="TimesNewRoman"/>
          <w:sz w:val="22"/>
          <w:szCs w:val="22"/>
          <w:lang w:val="en-SE" w:eastAsia="sv-SE"/>
        </w:rPr>
        <w:tab/>
      </w:r>
      <w:r w:rsidR="009D1673" w:rsidRPr="002415CB">
        <w:rPr>
          <w:rFonts w:ascii="TimesNewRoman" w:eastAsia="MS Mincho" w:hAnsi="TimesNewRoman" w:cs="TimesNewRoman"/>
          <w:sz w:val="22"/>
          <w:szCs w:val="22"/>
          <w:lang w:val="en-SE" w:eastAsia="sv-SE"/>
        </w:rPr>
        <w:tab/>
      </w:r>
      <w:r w:rsidR="003212C6" w:rsidRPr="002415CB">
        <w:rPr>
          <w:rFonts w:ascii="TimesNewRoman" w:eastAsia="MS Mincho" w:hAnsi="TimesNewRoman" w:cs="TimesNewRoman"/>
          <w:sz w:val="22"/>
          <w:szCs w:val="22"/>
          <w:lang w:val="en-SE" w:eastAsia="sv-SE"/>
        </w:rPr>
        <w:t xml:space="preserve"> </w:t>
      </w:r>
      <w:r w:rsidR="00B17E3B" w:rsidRPr="002415CB">
        <w:rPr>
          <w:rFonts w:ascii="TimesNewRoman" w:eastAsia="MS Mincho" w:hAnsi="TimesNewRoman" w:cs="TimesNewRoman"/>
          <w:sz w:val="22"/>
          <w:szCs w:val="22"/>
          <w:lang w:val="en-SE" w:eastAsia="sv-SE"/>
        </w:rPr>
        <w:tab/>
      </w:r>
      <w:r w:rsidR="003212C6" w:rsidRPr="002415CB">
        <w:rPr>
          <w:rFonts w:ascii="TimesNewRoman" w:eastAsia="MS Mincho" w:hAnsi="TimesNewRoman" w:cs="TimesNewRoman"/>
          <w:sz w:val="22"/>
          <w:szCs w:val="22"/>
          <w:lang w:val="en-SE" w:eastAsia="sv-SE"/>
        </w:rPr>
        <w:t>Svenska PEFC ek för</w:t>
      </w:r>
    </w:p>
    <w:p w14:paraId="761DBBD7" w14:textId="4265C541" w:rsidR="009D1673" w:rsidRPr="002415CB" w:rsidRDefault="009D1673" w:rsidP="003212C6">
      <w:pPr>
        <w:autoSpaceDE w:val="0"/>
        <w:autoSpaceDN w:val="0"/>
        <w:adjustRightInd w:val="0"/>
        <w:rPr>
          <w:rFonts w:ascii="TimesNewRoman" w:eastAsia="MS Mincho" w:hAnsi="TimesNewRoman" w:cs="TimesNewRoman"/>
          <w:sz w:val="22"/>
          <w:szCs w:val="22"/>
          <w:lang w:val="en-SE" w:eastAsia="sv-SE"/>
        </w:rPr>
      </w:pPr>
    </w:p>
    <w:p w14:paraId="554D3377" w14:textId="77777777" w:rsidR="0004087D" w:rsidRPr="002415CB" w:rsidRDefault="0004087D" w:rsidP="003212C6">
      <w:pPr>
        <w:autoSpaceDE w:val="0"/>
        <w:autoSpaceDN w:val="0"/>
        <w:adjustRightInd w:val="0"/>
        <w:rPr>
          <w:rFonts w:ascii="TimesNewRoman" w:eastAsia="MS Mincho" w:hAnsi="TimesNewRoman" w:cs="TimesNewRoman"/>
          <w:sz w:val="22"/>
          <w:szCs w:val="22"/>
          <w:lang w:val="en-SE" w:eastAsia="sv-SE"/>
        </w:rPr>
      </w:pPr>
    </w:p>
    <w:p w14:paraId="320595FD" w14:textId="77777777" w:rsidR="00724F44" w:rsidRPr="002415CB" w:rsidRDefault="00724F44" w:rsidP="00724F44">
      <w:pPr>
        <w:autoSpaceDE w:val="0"/>
        <w:autoSpaceDN w:val="0"/>
        <w:adjustRightInd w:val="0"/>
        <w:rPr>
          <w:rFonts w:ascii="TimesNewRoman" w:eastAsia="MS Mincho" w:hAnsi="TimesNewRoman" w:cs="TimesNewRoman"/>
          <w:sz w:val="22"/>
          <w:szCs w:val="22"/>
          <w:lang w:val="en-SE" w:eastAsia="sv-SE"/>
        </w:rPr>
      </w:pPr>
      <w:r w:rsidRPr="002415CB">
        <w:rPr>
          <w:rFonts w:ascii="TimesNewRoman" w:eastAsia="MS Mincho" w:hAnsi="TimesNewRoman" w:cs="TimesNewRoman"/>
          <w:sz w:val="22"/>
          <w:szCs w:val="22"/>
          <w:lang w:val="en-SE" w:eastAsia="sv-SE"/>
        </w:rPr>
        <w:t>………………………………………..</w:t>
      </w:r>
      <w:r w:rsidRPr="002415CB">
        <w:rPr>
          <w:rFonts w:ascii="TimesNewRoman" w:eastAsia="MS Mincho" w:hAnsi="TimesNewRoman" w:cs="TimesNewRoman"/>
          <w:sz w:val="22"/>
          <w:szCs w:val="22"/>
          <w:lang w:val="en-SE" w:eastAsia="sv-SE"/>
        </w:rPr>
        <w:tab/>
      </w:r>
      <w:r w:rsidRPr="002415CB">
        <w:rPr>
          <w:rFonts w:ascii="TimesNewRoman" w:eastAsia="MS Mincho" w:hAnsi="TimesNewRoman" w:cs="TimesNewRoman"/>
          <w:sz w:val="22"/>
          <w:szCs w:val="22"/>
          <w:lang w:val="en-SE" w:eastAsia="sv-SE"/>
        </w:rPr>
        <w:tab/>
      </w:r>
      <w:r w:rsidRPr="002415CB">
        <w:rPr>
          <w:rFonts w:ascii="TimesNewRoman" w:eastAsia="MS Mincho" w:hAnsi="TimesNewRoman" w:cs="TimesNewRoman"/>
          <w:sz w:val="22"/>
          <w:szCs w:val="22"/>
          <w:lang w:val="en-SE" w:eastAsia="sv-SE"/>
        </w:rPr>
        <w:tab/>
        <w:t>………………………………………..</w:t>
      </w:r>
    </w:p>
    <w:p w14:paraId="363772D5" w14:textId="3C983ED4" w:rsidR="008A1826" w:rsidRPr="00466A0E" w:rsidRDefault="00466A0E" w:rsidP="008A1826">
      <w:pPr>
        <w:autoSpaceDE w:val="0"/>
        <w:autoSpaceDN w:val="0"/>
        <w:adjustRightInd w:val="0"/>
        <w:rPr>
          <w:rFonts w:ascii="TimesNewRoman" w:eastAsia="MS Mincho" w:hAnsi="TimesNewRoman" w:cs="TimesNewRoman"/>
          <w:sz w:val="22"/>
          <w:szCs w:val="22"/>
          <w:lang w:eastAsia="sv-SE"/>
        </w:rPr>
      </w:pPr>
      <w:r>
        <w:rPr>
          <w:rFonts w:ascii="TimesNewRoman" w:eastAsia="MS Mincho" w:hAnsi="TimesNewRoman" w:cs="TimesNewRoman"/>
          <w:sz w:val="22"/>
          <w:szCs w:val="22"/>
          <w:lang w:eastAsia="sv-SE"/>
        </w:rPr>
        <w:t>Date/City</w:t>
      </w:r>
      <w:r>
        <w:rPr>
          <w:rFonts w:ascii="TimesNewRoman" w:eastAsia="MS Mincho" w:hAnsi="TimesNewRoman" w:cs="TimesNewRoman"/>
          <w:sz w:val="22"/>
          <w:szCs w:val="22"/>
          <w:lang w:eastAsia="sv-SE"/>
        </w:rPr>
        <w:tab/>
      </w:r>
      <w:r>
        <w:rPr>
          <w:rFonts w:ascii="TimesNewRoman" w:eastAsia="MS Mincho" w:hAnsi="TimesNewRoman" w:cs="TimesNewRoman"/>
          <w:sz w:val="22"/>
          <w:szCs w:val="22"/>
          <w:lang w:eastAsia="sv-SE"/>
        </w:rPr>
        <w:tab/>
      </w:r>
      <w:r>
        <w:rPr>
          <w:rFonts w:ascii="TimesNewRoman" w:eastAsia="MS Mincho" w:hAnsi="TimesNewRoman" w:cs="TimesNewRoman"/>
          <w:sz w:val="22"/>
          <w:szCs w:val="22"/>
          <w:lang w:eastAsia="sv-SE"/>
        </w:rPr>
        <w:tab/>
      </w:r>
      <w:r>
        <w:rPr>
          <w:rFonts w:ascii="TimesNewRoman" w:eastAsia="MS Mincho" w:hAnsi="TimesNewRoman" w:cs="TimesNewRoman"/>
          <w:sz w:val="22"/>
          <w:szCs w:val="22"/>
          <w:lang w:eastAsia="sv-SE"/>
        </w:rPr>
        <w:tab/>
      </w:r>
      <w:r>
        <w:rPr>
          <w:rFonts w:ascii="TimesNewRoman" w:eastAsia="MS Mincho" w:hAnsi="TimesNewRoman" w:cs="TimesNewRoman"/>
          <w:sz w:val="22"/>
          <w:szCs w:val="22"/>
          <w:lang w:eastAsia="sv-SE"/>
        </w:rPr>
        <w:tab/>
      </w:r>
      <w:r>
        <w:rPr>
          <w:rFonts w:ascii="TimesNewRoman" w:eastAsia="MS Mincho" w:hAnsi="TimesNewRoman" w:cs="TimesNewRoman"/>
          <w:sz w:val="22"/>
          <w:szCs w:val="22"/>
          <w:lang w:eastAsia="sv-SE"/>
        </w:rPr>
        <w:tab/>
        <w:t>Date/City</w:t>
      </w:r>
    </w:p>
    <w:p w14:paraId="03517439" w14:textId="66E46742" w:rsidR="00355B80" w:rsidRPr="002415CB" w:rsidRDefault="00355B80" w:rsidP="003212C6">
      <w:pPr>
        <w:autoSpaceDE w:val="0"/>
        <w:autoSpaceDN w:val="0"/>
        <w:adjustRightInd w:val="0"/>
        <w:rPr>
          <w:rFonts w:ascii="TimesNewRoman" w:eastAsia="MS Mincho" w:hAnsi="TimesNewRoman" w:cs="TimesNewRoman"/>
          <w:sz w:val="22"/>
          <w:szCs w:val="22"/>
          <w:lang w:val="en-SE" w:eastAsia="sv-SE"/>
        </w:rPr>
      </w:pPr>
    </w:p>
    <w:p w14:paraId="635A35FC" w14:textId="77777777" w:rsidR="00355B80" w:rsidRPr="002415CB" w:rsidRDefault="00355B80" w:rsidP="003212C6">
      <w:pPr>
        <w:autoSpaceDE w:val="0"/>
        <w:autoSpaceDN w:val="0"/>
        <w:adjustRightInd w:val="0"/>
        <w:rPr>
          <w:rFonts w:ascii="TimesNewRoman" w:eastAsia="MS Mincho" w:hAnsi="TimesNewRoman" w:cs="TimesNewRoman"/>
          <w:sz w:val="22"/>
          <w:szCs w:val="22"/>
          <w:lang w:val="en-SE" w:eastAsia="sv-SE"/>
        </w:rPr>
      </w:pPr>
    </w:p>
    <w:p w14:paraId="555EAE45" w14:textId="03A304D7" w:rsidR="003212C6" w:rsidRPr="002415CB" w:rsidRDefault="003212C6" w:rsidP="003212C6">
      <w:pPr>
        <w:autoSpaceDE w:val="0"/>
        <w:autoSpaceDN w:val="0"/>
        <w:adjustRightInd w:val="0"/>
        <w:rPr>
          <w:rFonts w:ascii="TimesNewRoman" w:eastAsia="MS Mincho" w:hAnsi="TimesNewRoman" w:cs="TimesNewRoman"/>
          <w:sz w:val="22"/>
          <w:szCs w:val="22"/>
          <w:lang w:val="en-SE" w:eastAsia="sv-SE"/>
        </w:rPr>
      </w:pPr>
      <w:r w:rsidRPr="002415CB">
        <w:rPr>
          <w:rFonts w:ascii="TimesNewRoman" w:eastAsia="MS Mincho" w:hAnsi="TimesNewRoman" w:cs="TimesNewRoman"/>
          <w:sz w:val="22"/>
          <w:szCs w:val="22"/>
          <w:lang w:val="en-SE" w:eastAsia="sv-SE"/>
        </w:rPr>
        <w:t>………………………………………..</w:t>
      </w:r>
      <w:r w:rsidR="009D1673" w:rsidRPr="002415CB">
        <w:rPr>
          <w:rFonts w:ascii="TimesNewRoman" w:eastAsia="MS Mincho" w:hAnsi="TimesNewRoman" w:cs="TimesNewRoman"/>
          <w:sz w:val="22"/>
          <w:szCs w:val="22"/>
          <w:lang w:val="en-SE" w:eastAsia="sv-SE"/>
        </w:rPr>
        <w:tab/>
      </w:r>
      <w:r w:rsidR="009D1673" w:rsidRPr="002415CB">
        <w:rPr>
          <w:rFonts w:ascii="TimesNewRoman" w:eastAsia="MS Mincho" w:hAnsi="TimesNewRoman" w:cs="TimesNewRoman"/>
          <w:sz w:val="22"/>
          <w:szCs w:val="22"/>
          <w:lang w:val="en-SE" w:eastAsia="sv-SE"/>
        </w:rPr>
        <w:tab/>
      </w:r>
      <w:r w:rsidR="009D1673" w:rsidRPr="002415CB">
        <w:rPr>
          <w:rFonts w:ascii="TimesNewRoman" w:eastAsia="MS Mincho" w:hAnsi="TimesNewRoman" w:cs="TimesNewRoman"/>
          <w:sz w:val="22"/>
          <w:szCs w:val="22"/>
          <w:lang w:val="en-SE" w:eastAsia="sv-SE"/>
        </w:rPr>
        <w:tab/>
      </w:r>
      <w:r w:rsidR="00724F44" w:rsidRPr="002415CB">
        <w:rPr>
          <w:rFonts w:ascii="TimesNewRoman" w:eastAsia="MS Mincho" w:hAnsi="TimesNewRoman" w:cs="TimesNewRoman"/>
          <w:sz w:val="22"/>
          <w:szCs w:val="22"/>
          <w:lang w:val="en-SE" w:eastAsia="sv-SE"/>
        </w:rPr>
        <w:t>………………………………………..</w:t>
      </w:r>
    </w:p>
    <w:p w14:paraId="2C506243" w14:textId="0EFCD22F" w:rsidR="003212C6" w:rsidRPr="002415CB" w:rsidRDefault="00466A0E" w:rsidP="003212C6">
      <w:pPr>
        <w:autoSpaceDE w:val="0"/>
        <w:autoSpaceDN w:val="0"/>
        <w:adjustRightInd w:val="0"/>
        <w:rPr>
          <w:rFonts w:ascii="TimesNewRoman" w:eastAsia="MS Mincho" w:hAnsi="TimesNewRoman" w:cs="TimesNewRoman"/>
          <w:sz w:val="22"/>
          <w:szCs w:val="22"/>
          <w:lang w:eastAsia="sv-SE"/>
        </w:rPr>
      </w:pPr>
      <w:r>
        <w:rPr>
          <w:rFonts w:ascii="TimesNewRoman" w:eastAsia="MS Mincho" w:hAnsi="TimesNewRoman" w:cs="TimesNewRoman"/>
          <w:sz w:val="22"/>
          <w:szCs w:val="22"/>
          <w:lang w:eastAsia="sv-SE"/>
        </w:rPr>
        <w:t>Name</w:t>
      </w:r>
      <w:r w:rsidR="0028220E">
        <w:rPr>
          <w:rFonts w:ascii="TimesNewRoman" w:eastAsia="MS Mincho" w:hAnsi="TimesNewRoman" w:cs="TimesNewRoman"/>
          <w:sz w:val="22"/>
          <w:szCs w:val="22"/>
          <w:lang w:eastAsia="sv-SE"/>
        </w:rPr>
        <w:t xml:space="preserve"> (signature)</w:t>
      </w:r>
      <w:r w:rsidR="008A1826" w:rsidRPr="002415CB">
        <w:rPr>
          <w:rFonts w:ascii="TimesNewRoman" w:eastAsia="MS Mincho" w:hAnsi="TimesNewRoman" w:cs="TimesNewRoman"/>
          <w:sz w:val="22"/>
          <w:szCs w:val="22"/>
          <w:lang w:val="en-SE" w:eastAsia="sv-SE"/>
        </w:rPr>
        <w:tab/>
      </w:r>
      <w:r w:rsidR="008A1826" w:rsidRPr="002415CB">
        <w:rPr>
          <w:rFonts w:ascii="TimesNewRoman" w:eastAsia="MS Mincho" w:hAnsi="TimesNewRoman" w:cs="TimesNewRoman"/>
          <w:sz w:val="22"/>
          <w:szCs w:val="22"/>
          <w:lang w:val="en-SE" w:eastAsia="sv-SE"/>
        </w:rPr>
        <w:tab/>
      </w:r>
      <w:r w:rsidR="008A1826" w:rsidRPr="002415CB">
        <w:rPr>
          <w:rFonts w:ascii="TimesNewRoman" w:eastAsia="MS Mincho" w:hAnsi="TimesNewRoman" w:cs="TimesNewRoman"/>
          <w:sz w:val="22"/>
          <w:szCs w:val="22"/>
          <w:lang w:val="en-SE" w:eastAsia="sv-SE"/>
        </w:rPr>
        <w:tab/>
      </w:r>
      <w:r w:rsidR="008A1826" w:rsidRPr="002415CB">
        <w:rPr>
          <w:rFonts w:ascii="TimesNewRoman" w:eastAsia="MS Mincho" w:hAnsi="TimesNewRoman" w:cs="TimesNewRoman"/>
          <w:sz w:val="22"/>
          <w:szCs w:val="22"/>
          <w:lang w:val="en-SE" w:eastAsia="sv-SE"/>
        </w:rPr>
        <w:tab/>
      </w:r>
      <w:r>
        <w:rPr>
          <w:rFonts w:ascii="TimesNewRoman" w:eastAsia="MS Mincho" w:hAnsi="TimesNewRoman" w:cs="TimesNewRoman"/>
          <w:sz w:val="22"/>
          <w:szCs w:val="22"/>
          <w:lang w:eastAsia="sv-SE"/>
        </w:rPr>
        <w:t xml:space="preserve"> </w:t>
      </w:r>
      <w:r>
        <w:rPr>
          <w:rFonts w:ascii="TimesNewRoman" w:eastAsia="MS Mincho" w:hAnsi="TimesNewRoman" w:cs="TimesNewRoman"/>
          <w:sz w:val="22"/>
          <w:szCs w:val="22"/>
          <w:lang w:eastAsia="sv-SE"/>
        </w:rPr>
        <w:tab/>
      </w:r>
      <w:r w:rsidR="008A1826" w:rsidRPr="002415CB">
        <w:rPr>
          <w:rFonts w:ascii="TimesNewRoman" w:eastAsia="MS Mincho" w:hAnsi="TimesNewRoman" w:cs="TimesNewRoman"/>
          <w:sz w:val="22"/>
          <w:szCs w:val="22"/>
          <w:lang w:eastAsia="sv-SE"/>
        </w:rPr>
        <w:t>Nam</w:t>
      </w:r>
      <w:r>
        <w:rPr>
          <w:rFonts w:ascii="TimesNewRoman" w:eastAsia="MS Mincho" w:hAnsi="TimesNewRoman" w:cs="TimesNewRoman"/>
          <w:sz w:val="22"/>
          <w:szCs w:val="22"/>
          <w:lang w:eastAsia="sv-SE"/>
        </w:rPr>
        <w:t>e</w:t>
      </w:r>
      <w:r w:rsidR="0028220E">
        <w:rPr>
          <w:rFonts w:ascii="TimesNewRoman" w:eastAsia="MS Mincho" w:hAnsi="TimesNewRoman" w:cs="TimesNewRoman"/>
          <w:sz w:val="22"/>
          <w:szCs w:val="22"/>
          <w:lang w:eastAsia="sv-SE"/>
        </w:rPr>
        <w:t xml:space="preserve"> (signature)</w:t>
      </w:r>
    </w:p>
    <w:p w14:paraId="3D1AE3F4" w14:textId="0DBC48CE" w:rsidR="00F15614" w:rsidRPr="002415CB" w:rsidRDefault="00F15614" w:rsidP="003212C6">
      <w:pPr>
        <w:autoSpaceDE w:val="0"/>
        <w:autoSpaceDN w:val="0"/>
        <w:adjustRightInd w:val="0"/>
        <w:rPr>
          <w:rFonts w:ascii="TimesNewRoman" w:eastAsia="MS Mincho" w:hAnsi="TimesNewRoman" w:cs="TimesNewRoman"/>
          <w:sz w:val="22"/>
          <w:szCs w:val="22"/>
          <w:lang w:val="en-SE" w:eastAsia="sv-SE"/>
        </w:rPr>
      </w:pPr>
    </w:p>
    <w:p w14:paraId="0B41C1E2" w14:textId="77777777" w:rsidR="0004087D" w:rsidRPr="002415CB" w:rsidRDefault="0004087D" w:rsidP="003212C6">
      <w:pPr>
        <w:autoSpaceDE w:val="0"/>
        <w:autoSpaceDN w:val="0"/>
        <w:adjustRightInd w:val="0"/>
        <w:rPr>
          <w:rFonts w:ascii="TimesNewRoman" w:eastAsia="MS Mincho" w:hAnsi="TimesNewRoman" w:cs="TimesNewRoman"/>
          <w:sz w:val="22"/>
          <w:szCs w:val="22"/>
          <w:lang w:val="en-SE" w:eastAsia="sv-SE"/>
        </w:rPr>
      </w:pPr>
    </w:p>
    <w:p w14:paraId="497A4BE2" w14:textId="77777777" w:rsidR="0004087D" w:rsidRPr="002415CB" w:rsidRDefault="0004087D" w:rsidP="0004087D">
      <w:pPr>
        <w:autoSpaceDE w:val="0"/>
        <w:autoSpaceDN w:val="0"/>
        <w:adjustRightInd w:val="0"/>
        <w:rPr>
          <w:rFonts w:ascii="TimesNewRoman" w:eastAsia="MS Mincho" w:hAnsi="TimesNewRoman" w:cs="TimesNewRoman"/>
          <w:sz w:val="22"/>
          <w:szCs w:val="22"/>
          <w:lang w:val="en-SE" w:eastAsia="sv-SE"/>
        </w:rPr>
      </w:pPr>
      <w:r w:rsidRPr="002415CB">
        <w:rPr>
          <w:rFonts w:ascii="TimesNewRoman" w:eastAsia="MS Mincho" w:hAnsi="TimesNewRoman" w:cs="TimesNewRoman"/>
          <w:sz w:val="22"/>
          <w:szCs w:val="22"/>
          <w:lang w:val="en-SE" w:eastAsia="sv-SE"/>
        </w:rPr>
        <w:t>………………………………………..</w:t>
      </w:r>
      <w:r w:rsidRPr="002415CB">
        <w:rPr>
          <w:rFonts w:ascii="TimesNewRoman" w:eastAsia="MS Mincho" w:hAnsi="TimesNewRoman" w:cs="TimesNewRoman"/>
          <w:sz w:val="22"/>
          <w:szCs w:val="22"/>
          <w:lang w:val="en-SE" w:eastAsia="sv-SE"/>
        </w:rPr>
        <w:tab/>
      </w:r>
      <w:r w:rsidRPr="002415CB">
        <w:rPr>
          <w:rFonts w:ascii="TimesNewRoman" w:eastAsia="MS Mincho" w:hAnsi="TimesNewRoman" w:cs="TimesNewRoman"/>
          <w:sz w:val="22"/>
          <w:szCs w:val="22"/>
          <w:lang w:val="en-SE" w:eastAsia="sv-SE"/>
        </w:rPr>
        <w:tab/>
      </w:r>
      <w:r w:rsidRPr="002415CB">
        <w:rPr>
          <w:rFonts w:ascii="TimesNewRoman" w:eastAsia="MS Mincho" w:hAnsi="TimesNewRoman" w:cs="TimesNewRoman"/>
          <w:sz w:val="22"/>
          <w:szCs w:val="22"/>
          <w:lang w:val="en-SE" w:eastAsia="sv-SE"/>
        </w:rPr>
        <w:tab/>
        <w:t>………………………………………..</w:t>
      </w:r>
    </w:p>
    <w:p w14:paraId="16F8FBD0" w14:textId="5386A746" w:rsidR="003212C6" w:rsidRPr="0028220E" w:rsidRDefault="003212C6" w:rsidP="003212C6">
      <w:pPr>
        <w:tabs>
          <w:tab w:val="left" w:pos="3402"/>
        </w:tabs>
        <w:rPr>
          <w:b/>
        </w:rPr>
      </w:pPr>
      <w:r w:rsidRPr="002415CB">
        <w:rPr>
          <w:rFonts w:ascii="TimesNewRoman" w:eastAsia="MS Mincho" w:hAnsi="TimesNewRoman" w:cs="TimesNewRoman"/>
          <w:sz w:val="22"/>
          <w:szCs w:val="22"/>
          <w:lang w:val="en-SE" w:eastAsia="sv-SE"/>
        </w:rPr>
        <w:t>Na</w:t>
      </w:r>
      <w:r w:rsidR="0028220E">
        <w:rPr>
          <w:rFonts w:ascii="TimesNewRoman" w:eastAsia="MS Mincho" w:hAnsi="TimesNewRoman" w:cs="TimesNewRoman"/>
          <w:sz w:val="22"/>
          <w:szCs w:val="22"/>
          <w:lang w:eastAsia="sv-SE"/>
        </w:rPr>
        <w:t>me (text)</w:t>
      </w:r>
      <w:r w:rsidR="008A1826" w:rsidRPr="002415CB">
        <w:rPr>
          <w:rFonts w:ascii="TimesNewRoman" w:eastAsia="MS Mincho" w:hAnsi="TimesNewRoman" w:cs="TimesNewRoman"/>
          <w:sz w:val="22"/>
          <w:szCs w:val="22"/>
          <w:lang w:val="en-SE" w:eastAsia="sv-SE"/>
        </w:rPr>
        <w:tab/>
      </w:r>
      <w:r w:rsidR="008A1826" w:rsidRPr="002415CB">
        <w:rPr>
          <w:rFonts w:ascii="TimesNewRoman" w:eastAsia="MS Mincho" w:hAnsi="TimesNewRoman" w:cs="TimesNewRoman"/>
          <w:sz w:val="22"/>
          <w:szCs w:val="22"/>
          <w:lang w:val="en-SE" w:eastAsia="sv-SE"/>
        </w:rPr>
        <w:tab/>
      </w:r>
      <w:r w:rsidR="008A1826" w:rsidRPr="002415CB">
        <w:rPr>
          <w:rFonts w:ascii="TimesNewRoman" w:eastAsia="MS Mincho" w:hAnsi="TimesNewRoman" w:cs="TimesNewRoman"/>
          <w:sz w:val="22"/>
          <w:szCs w:val="22"/>
          <w:lang w:val="en-SE" w:eastAsia="sv-SE"/>
        </w:rPr>
        <w:tab/>
      </w:r>
      <w:r w:rsidR="008A1826" w:rsidRPr="002415CB">
        <w:rPr>
          <w:rFonts w:ascii="TimesNewRoman" w:eastAsia="MS Mincho" w:hAnsi="TimesNewRoman" w:cs="TimesNewRoman"/>
          <w:sz w:val="22"/>
          <w:szCs w:val="22"/>
          <w:lang w:val="en-SE" w:eastAsia="sv-SE"/>
        </w:rPr>
        <w:tab/>
      </w:r>
      <w:r w:rsidR="0028220E">
        <w:rPr>
          <w:rFonts w:ascii="TimesNewRoman" w:eastAsia="MS Mincho" w:hAnsi="TimesNewRoman" w:cs="TimesNewRoman"/>
          <w:sz w:val="22"/>
          <w:szCs w:val="22"/>
          <w:lang w:eastAsia="sv-SE"/>
        </w:rPr>
        <w:t>Name (text)</w:t>
      </w:r>
    </w:p>
    <w:p w14:paraId="28DB05C1" w14:textId="77777777" w:rsidR="0050337A" w:rsidRDefault="0050337A" w:rsidP="00104E50">
      <w:pPr>
        <w:rPr>
          <w:b/>
          <w:sz w:val="20"/>
          <w:szCs w:val="20"/>
        </w:rPr>
      </w:pPr>
    </w:p>
    <w:sectPr w:rsidR="0050337A" w:rsidSect="00785A22">
      <w:footerReference w:type="even" r:id="rId10"/>
      <w:footerReference w:type="default" r:id="rId11"/>
      <w:headerReference w:type="first" r:id="rId12"/>
      <w:footerReference w:type="first" r:id="rId13"/>
      <w:pgSz w:w="12240" w:h="15840" w:code="1"/>
      <w:pgMar w:top="1418" w:right="1440" w:bottom="67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80B28" w14:textId="77777777" w:rsidR="00753617" w:rsidRDefault="00753617" w:rsidP="00492881">
      <w:r>
        <w:separator/>
      </w:r>
    </w:p>
  </w:endnote>
  <w:endnote w:type="continuationSeparator" w:id="0">
    <w:p w14:paraId="4E17A573" w14:textId="77777777" w:rsidR="00753617" w:rsidRDefault="00753617" w:rsidP="00492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CF199" w14:textId="77777777" w:rsidR="00052F4F" w:rsidRDefault="00052F4F" w:rsidP="00486D51">
    <w:r>
      <w:rPr>
        <w:noProof/>
        <w:lang w:eastAsia="sv-SE"/>
      </w:rPr>
      <mc:AlternateContent>
        <mc:Choice Requires="wps">
          <w:drawing>
            <wp:anchor distT="0" distB="0" distL="114300" distR="114300" simplePos="0" relativeHeight="251660800" behindDoc="0" locked="0" layoutInCell="1" allowOverlap="1" wp14:anchorId="15E6F94E" wp14:editId="58F6F270">
              <wp:simplePos x="0" y="0"/>
              <wp:positionH relativeFrom="column">
                <wp:posOffset>114300</wp:posOffset>
              </wp:positionH>
              <wp:positionV relativeFrom="paragraph">
                <wp:posOffset>118110</wp:posOffset>
              </wp:positionV>
              <wp:extent cx="5715000" cy="0"/>
              <wp:effectExtent l="19050" t="22860" r="19050" b="15240"/>
              <wp:wrapTight wrapText="bothSides">
                <wp:wrapPolygon edited="0">
                  <wp:start x="0" y="-2147483648"/>
                  <wp:lineTo x="0" y="-2147483648"/>
                  <wp:lineTo x="602" y="-2147483648"/>
                  <wp:lineTo x="602" y="-2147483648"/>
                  <wp:lineTo x="0" y="-2147483648"/>
                </wp:wrapPolygon>
              </wp:wrapTight>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84866E" id="Line 10"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3pt" to="459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" strokecolor="#92d050" strokeweight="2.25pt">
              <w10:wrap type="tight"/>
            </v:line>
          </w:pict>
        </mc:Fallback>
      </mc:AlternateContent>
    </w:r>
  </w:p>
  <w:p w14:paraId="7AAD3B8B" w14:textId="77777777" w:rsidR="00052F4F" w:rsidRDefault="00052F4F" w:rsidP="00486D51">
    <w:pPr>
      <w:pStyle w:val="Sidfot"/>
      <w:rPr>
        <w:rFonts w:ascii="Arial" w:hAnsi="Arial"/>
        <w:b/>
        <w:color w:val="333333"/>
        <w:spacing w:val="18"/>
        <w:w w:val="95"/>
        <w:sz w:val="14"/>
        <w:szCs w:val="14"/>
      </w:rPr>
    </w:pPr>
    <w:r w:rsidRPr="0009330E">
      <w:rPr>
        <w:rFonts w:ascii="Arial" w:hAnsi="Arial" w:cs="Arial"/>
        <w:b/>
        <w:sz w:val="16"/>
        <w:szCs w:val="16"/>
      </w:rPr>
      <w:t>Svenska PEFC ek för</w:t>
    </w:r>
    <w:r w:rsidRPr="00157DB4">
      <w:t>,</w:t>
    </w:r>
    <w:r w:rsidRPr="00157DB4">
      <w:rPr>
        <w:b/>
        <w:sz w:val="18"/>
        <w:szCs w:val="18"/>
      </w:rPr>
      <w:t xml:space="preserve"> </w:t>
    </w:r>
    <w:hyperlink r:id="rId1" w:history="1">
      <w:r w:rsidRPr="008322FC">
        <w:rPr>
          <w:rStyle w:val="Hyperlnk"/>
          <w:rFonts w:ascii="Arial" w:hAnsi="Arial"/>
          <w:spacing w:val="18"/>
          <w:w w:val="95"/>
          <w:sz w:val="14"/>
          <w:szCs w:val="14"/>
        </w:rPr>
        <w:t>www.pefc.se</w:t>
      </w:r>
    </w:hyperlink>
    <w:r>
      <w:rPr>
        <w:rFonts w:ascii="Arial" w:hAnsi="Arial"/>
        <w:color w:val="333333"/>
        <w:spacing w:val="18"/>
        <w:w w:val="95"/>
        <w:sz w:val="14"/>
        <w:szCs w:val="14"/>
      </w:rPr>
      <w:t xml:space="preserve"> </w:t>
    </w:r>
    <w:r w:rsidRPr="009727D3">
      <w:rPr>
        <w:rFonts w:ascii="Arial" w:hAnsi="Arial"/>
        <w:color w:val="333333"/>
        <w:spacing w:val="18"/>
        <w:w w:val="95"/>
        <w:sz w:val="14"/>
        <w:szCs w:val="14"/>
      </w:rPr>
      <w:t xml:space="preserve">Postadress: </w:t>
    </w:r>
    <w:r>
      <w:rPr>
        <w:rFonts w:ascii="Arial" w:hAnsi="Arial"/>
        <w:color w:val="333333"/>
        <w:spacing w:val="18"/>
        <w:w w:val="95"/>
        <w:sz w:val="14"/>
        <w:szCs w:val="14"/>
      </w:rPr>
      <w:t>105 33</w:t>
    </w:r>
    <w:r w:rsidRPr="009727D3">
      <w:rPr>
        <w:rFonts w:ascii="Arial" w:hAnsi="Arial"/>
        <w:color w:val="333333"/>
        <w:spacing w:val="18"/>
        <w:w w:val="95"/>
        <w:sz w:val="14"/>
        <w:szCs w:val="14"/>
      </w:rPr>
      <w:t xml:space="preserve"> S</w:t>
    </w:r>
    <w:r>
      <w:rPr>
        <w:rFonts w:ascii="Arial" w:hAnsi="Arial"/>
        <w:color w:val="333333"/>
        <w:spacing w:val="18"/>
        <w:w w:val="95"/>
        <w:sz w:val="14"/>
        <w:szCs w:val="14"/>
      </w:rPr>
      <w:t>tockholm</w:t>
    </w:r>
    <w:r w:rsidRPr="009727D3">
      <w:rPr>
        <w:rFonts w:ascii="Arial" w:hAnsi="Arial"/>
        <w:color w:val="333333"/>
        <w:spacing w:val="18"/>
        <w:w w:val="95"/>
        <w:sz w:val="14"/>
        <w:szCs w:val="14"/>
      </w:rPr>
      <w:t xml:space="preserve"> </w:t>
    </w:r>
    <w:r w:rsidRPr="009727D3">
      <w:rPr>
        <w:rFonts w:ascii="Arial" w:hAnsi="Arial"/>
        <w:b/>
        <w:color w:val="333333"/>
        <w:spacing w:val="18"/>
        <w:w w:val="95"/>
        <w:sz w:val="14"/>
        <w:szCs w:val="14"/>
      </w:rPr>
      <w:t>|</w:t>
    </w:r>
  </w:p>
  <w:p w14:paraId="62D22FD7" w14:textId="77777777" w:rsidR="00052F4F" w:rsidRDefault="00052F4F" w:rsidP="00486D51">
    <w:pPr>
      <w:pStyle w:val="Sidfot"/>
      <w:rPr>
        <w:lang w:val="fr-FR"/>
      </w:rPr>
    </w:pPr>
    <w:r w:rsidRPr="009727D3">
      <w:rPr>
        <w:rFonts w:ascii="Arial" w:hAnsi="Arial"/>
        <w:b/>
        <w:color w:val="333333"/>
        <w:spacing w:val="18"/>
        <w:w w:val="95"/>
        <w:sz w:val="14"/>
        <w:szCs w:val="14"/>
      </w:rPr>
      <w:t>|</w:t>
    </w:r>
    <w:r w:rsidRPr="009727D3">
      <w:rPr>
        <w:rFonts w:ascii="Arial" w:hAnsi="Arial"/>
        <w:color w:val="333333"/>
        <w:spacing w:val="18"/>
        <w:w w:val="95"/>
        <w:sz w:val="14"/>
        <w:szCs w:val="14"/>
      </w:rPr>
      <w:t xml:space="preserve"> Besöksadress: </w:t>
    </w:r>
    <w:r>
      <w:rPr>
        <w:rFonts w:ascii="Arial" w:hAnsi="Arial"/>
        <w:color w:val="333333"/>
        <w:spacing w:val="18"/>
        <w:w w:val="95"/>
        <w:sz w:val="14"/>
        <w:szCs w:val="14"/>
      </w:rPr>
      <w:t>Franzéng 6</w:t>
    </w:r>
    <w:r w:rsidRPr="009727D3">
      <w:rPr>
        <w:rFonts w:ascii="Arial" w:hAnsi="Arial"/>
        <w:color w:val="333333"/>
        <w:spacing w:val="18"/>
        <w:w w:val="95"/>
        <w:sz w:val="14"/>
        <w:szCs w:val="14"/>
      </w:rPr>
      <w:t xml:space="preserve"> </w:t>
    </w:r>
    <w:r w:rsidRPr="009727D3">
      <w:rPr>
        <w:rFonts w:ascii="Arial" w:hAnsi="Arial"/>
        <w:b/>
        <w:color w:val="333333"/>
        <w:spacing w:val="18"/>
        <w:w w:val="95"/>
        <w:sz w:val="14"/>
        <w:szCs w:val="14"/>
      </w:rPr>
      <w:t>|</w:t>
    </w:r>
    <w:r w:rsidRPr="009727D3">
      <w:rPr>
        <w:rFonts w:ascii="Arial" w:hAnsi="Arial"/>
        <w:color w:val="333333"/>
        <w:spacing w:val="18"/>
        <w:w w:val="95"/>
        <w:sz w:val="14"/>
        <w:szCs w:val="14"/>
      </w:rPr>
      <w:t xml:space="preserve"> Tel: 0</w:t>
    </w:r>
    <w:r>
      <w:rPr>
        <w:rFonts w:ascii="Arial" w:hAnsi="Arial"/>
        <w:color w:val="333333"/>
        <w:spacing w:val="18"/>
        <w:w w:val="95"/>
        <w:sz w:val="14"/>
        <w:szCs w:val="14"/>
      </w:rPr>
      <w:t>7</w:t>
    </w:r>
    <w:r w:rsidRPr="009727D3">
      <w:rPr>
        <w:rFonts w:ascii="Arial" w:hAnsi="Arial"/>
        <w:color w:val="333333"/>
        <w:spacing w:val="18"/>
        <w:w w:val="95"/>
        <w:sz w:val="14"/>
        <w:szCs w:val="14"/>
      </w:rPr>
      <w:t>0-</w:t>
    </w:r>
    <w:r>
      <w:rPr>
        <w:rFonts w:ascii="Arial" w:hAnsi="Arial"/>
        <w:color w:val="333333"/>
        <w:spacing w:val="18"/>
        <w:w w:val="95"/>
        <w:sz w:val="14"/>
        <w:szCs w:val="14"/>
      </w:rPr>
      <w:t>380 83 84</w:t>
    </w:r>
    <w:r w:rsidRPr="009727D3">
      <w:rPr>
        <w:rFonts w:ascii="Arial" w:hAnsi="Arial"/>
        <w:color w:val="333333"/>
        <w:spacing w:val="18"/>
        <w:w w:val="95"/>
        <w:sz w:val="14"/>
        <w:szCs w:val="14"/>
      </w:rPr>
      <w:t xml:space="preserve"> </w:t>
    </w:r>
    <w:r w:rsidRPr="009727D3">
      <w:rPr>
        <w:rFonts w:ascii="Arial" w:hAnsi="Arial"/>
        <w:b/>
        <w:color w:val="333333"/>
        <w:spacing w:val="18"/>
        <w:w w:val="95"/>
        <w:sz w:val="14"/>
        <w:szCs w:val="14"/>
      </w:rPr>
      <w:t xml:space="preserve">| </w:t>
    </w:r>
    <w:r w:rsidRPr="00157DB4">
      <w:rPr>
        <w:lang w:val="fr-FR"/>
      </w:rPr>
      <w:tab/>
    </w:r>
  </w:p>
  <w:p w14:paraId="34823E1F" w14:textId="77777777" w:rsidR="00052F4F" w:rsidRDefault="00052F4F" w:rsidP="00486D51">
    <w:pPr>
      <w:rPr>
        <w:lang w:val="fr-FR"/>
      </w:rPr>
    </w:pPr>
  </w:p>
  <w:p w14:paraId="0395FE23" w14:textId="77777777" w:rsidR="00052F4F" w:rsidRPr="00486D51" w:rsidRDefault="00052F4F" w:rsidP="00486D5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4875" w14:textId="5C41A6D0" w:rsidR="00052F4F" w:rsidRPr="00D87446" w:rsidRDefault="000321C3" w:rsidP="00D87446">
    <w:pPr>
      <w:rPr>
        <w:sz w:val="20"/>
        <w:szCs w:val="20"/>
      </w:rPr>
    </w:pPr>
    <w:r w:rsidRPr="000E3802">
      <w:rPr>
        <w:noProof/>
        <w:sz w:val="20"/>
        <w:szCs w:val="20"/>
        <w:lang w:eastAsia="sv-SE"/>
      </w:rPr>
      <mc:AlternateContent>
        <mc:Choice Requires="wps">
          <w:drawing>
            <wp:anchor distT="0" distB="0" distL="114300" distR="114300" simplePos="0" relativeHeight="251670016" behindDoc="0" locked="0" layoutInCell="1" allowOverlap="1" wp14:anchorId="1492897B" wp14:editId="54B100DC">
              <wp:simplePos x="0" y="0"/>
              <wp:positionH relativeFrom="column">
                <wp:posOffset>-88900</wp:posOffset>
              </wp:positionH>
              <wp:positionV relativeFrom="paragraph">
                <wp:posOffset>120015</wp:posOffset>
              </wp:positionV>
              <wp:extent cx="6045200" cy="0"/>
              <wp:effectExtent l="0" t="19050" r="12700" b="19050"/>
              <wp:wrapTight wrapText="bothSides">
                <wp:wrapPolygon edited="0">
                  <wp:start x="0" y="-1"/>
                  <wp:lineTo x="0" y="-1"/>
                  <wp:lineTo x="21577" y="-1"/>
                  <wp:lineTo x="21577" y="-1"/>
                  <wp:lineTo x="0" y="-1"/>
                </wp:wrapPolygon>
              </wp:wrapTight>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5200" cy="0"/>
                      </a:xfrm>
                      <a:prstGeom prst="line">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8D5392" id="Line 10"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9.45pt" to="469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" strokecolor="#92d050" strokeweight="2.25pt">
              <w10:wrap type="tight"/>
            </v:line>
          </w:pict>
        </mc:Fallback>
      </mc:AlternateContent>
    </w:r>
    <w:r w:rsidRPr="000E3802">
      <w:rPr>
        <w:sz w:val="20"/>
        <w:szCs w:val="20"/>
      </w:rPr>
      <w:t xml:space="preserve">Blankett ansökan </w:t>
    </w:r>
    <w:r w:rsidR="00832F7E">
      <w:rPr>
        <w:sz w:val="20"/>
        <w:szCs w:val="20"/>
      </w:rPr>
      <w:t>varumärkes</w:t>
    </w:r>
    <w:r w:rsidRPr="000E3802">
      <w:rPr>
        <w:sz w:val="20"/>
        <w:szCs w:val="20"/>
      </w:rPr>
      <w:t xml:space="preserve">licens </w:t>
    </w:r>
  </w:p>
  <w:p w14:paraId="55CC8240" w14:textId="686D2BFE" w:rsidR="00052F4F" w:rsidRDefault="00052F4F" w:rsidP="00FC5A8F">
    <w:pPr>
      <w:pStyle w:val="Sidfot"/>
      <w:rPr>
        <w:rFonts w:ascii="Arial" w:hAnsi="Arial"/>
        <w:b/>
        <w:color w:val="333333"/>
        <w:spacing w:val="18"/>
        <w:w w:val="95"/>
        <w:sz w:val="14"/>
        <w:szCs w:val="14"/>
      </w:rPr>
    </w:pPr>
    <w:r w:rsidRPr="0009330E">
      <w:rPr>
        <w:rFonts w:ascii="Arial" w:hAnsi="Arial" w:cs="Arial"/>
        <w:b/>
        <w:sz w:val="16"/>
        <w:szCs w:val="16"/>
      </w:rPr>
      <w:t>Svenska PEFC ek för</w:t>
    </w:r>
    <w:r w:rsidRPr="00157DB4">
      <w:t>,</w:t>
    </w:r>
    <w:r w:rsidRPr="00157DB4">
      <w:rPr>
        <w:b/>
        <w:sz w:val="18"/>
        <w:szCs w:val="18"/>
      </w:rPr>
      <w:t xml:space="preserve"> </w:t>
    </w:r>
    <w:hyperlink r:id="rId1" w:history="1">
      <w:r w:rsidR="00A564F5" w:rsidRPr="00F81F1D">
        <w:rPr>
          <w:rStyle w:val="Hyperlnk"/>
          <w:rFonts w:ascii="Arial" w:hAnsi="Arial"/>
          <w:spacing w:val="18"/>
          <w:w w:val="95"/>
          <w:sz w:val="14"/>
          <w:szCs w:val="14"/>
        </w:rPr>
        <w:t>www.pefc.se</w:t>
      </w:r>
    </w:hyperlink>
    <w:r w:rsidR="00A564F5">
      <w:rPr>
        <w:rFonts w:ascii="Arial" w:hAnsi="Arial"/>
        <w:color w:val="333333"/>
        <w:spacing w:val="18"/>
        <w:w w:val="95"/>
        <w:sz w:val="14"/>
        <w:szCs w:val="14"/>
      </w:rPr>
      <w:t xml:space="preserve"> </w:t>
    </w:r>
    <w:r w:rsidR="00A60802">
      <w:rPr>
        <w:rFonts w:ascii="Arial" w:hAnsi="Arial"/>
        <w:color w:val="333333"/>
        <w:spacing w:val="18"/>
        <w:w w:val="95"/>
        <w:sz w:val="14"/>
        <w:szCs w:val="14"/>
      </w:rPr>
      <w:t>Postadress: Svenska PEFC</w:t>
    </w:r>
    <w:r w:rsidR="00D80EE5">
      <w:rPr>
        <w:rFonts w:ascii="Arial" w:hAnsi="Arial"/>
        <w:color w:val="333333"/>
        <w:spacing w:val="18"/>
        <w:w w:val="95"/>
        <w:sz w:val="14"/>
        <w:szCs w:val="14"/>
      </w:rPr>
      <w:t xml:space="preserve"> 105 33 Stockholm Besök: </w:t>
    </w:r>
    <w:r w:rsidR="00A564F5">
      <w:rPr>
        <w:rFonts w:ascii="Arial" w:hAnsi="Arial"/>
        <w:color w:val="333333"/>
        <w:spacing w:val="18"/>
        <w:w w:val="95"/>
        <w:sz w:val="14"/>
        <w:szCs w:val="14"/>
      </w:rPr>
      <w:t xml:space="preserve">Franzéng </w:t>
    </w:r>
    <w:r w:rsidR="00917E2B">
      <w:rPr>
        <w:rFonts w:ascii="Arial" w:hAnsi="Arial"/>
        <w:color w:val="333333"/>
        <w:spacing w:val="18"/>
        <w:w w:val="95"/>
        <w:sz w:val="14"/>
        <w:szCs w:val="14"/>
      </w:rPr>
      <w:t>1</w:t>
    </w:r>
    <w:r w:rsidR="00A564F5">
      <w:rPr>
        <w:rFonts w:ascii="Arial" w:hAnsi="Arial"/>
        <w:color w:val="333333"/>
        <w:spacing w:val="18"/>
        <w:w w:val="95"/>
        <w:sz w:val="14"/>
        <w:szCs w:val="14"/>
      </w:rPr>
      <w:t>b</w:t>
    </w:r>
    <w:r w:rsidRPr="009727D3">
      <w:rPr>
        <w:rFonts w:ascii="Arial" w:hAnsi="Arial"/>
        <w:color w:val="333333"/>
        <w:spacing w:val="18"/>
        <w:w w:val="95"/>
        <w:sz w:val="14"/>
        <w:szCs w:val="14"/>
      </w:rPr>
      <w:t xml:space="preserve">: </w:t>
    </w:r>
    <w:r>
      <w:rPr>
        <w:rFonts w:ascii="Arial" w:hAnsi="Arial"/>
        <w:color w:val="333333"/>
        <w:spacing w:val="18"/>
        <w:w w:val="95"/>
        <w:sz w:val="14"/>
        <w:szCs w:val="14"/>
      </w:rPr>
      <w:t>1</w:t>
    </w:r>
    <w:r w:rsidR="00A564F5">
      <w:rPr>
        <w:rFonts w:ascii="Arial" w:hAnsi="Arial"/>
        <w:color w:val="333333"/>
        <w:spacing w:val="18"/>
        <w:w w:val="95"/>
        <w:sz w:val="14"/>
        <w:szCs w:val="14"/>
      </w:rPr>
      <w:t>12 51</w:t>
    </w:r>
    <w:r w:rsidRPr="009727D3">
      <w:rPr>
        <w:rFonts w:ascii="Arial" w:hAnsi="Arial"/>
        <w:color w:val="333333"/>
        <w:spacing w:val="18"/>
        <w:w w:val="95"/>
        <w:sz w:val="14"/>
        <w:szCs w:val="14"/>
      </w:rPr>
      <w:t xml:space="preserve"> S</w:t>
    </w:r>
    <w:r>
      <w:rPr>
        <w:rFonts w:ascii="Arial" w:hAnsi="Arial"/>
        <w:color w:val="333333"/>
        <w:spacing w:val="18"/>
        <w:w w:val="95"/>
        <w:sz w:val="14"/>
        <w:szCs w:val="14"/>
      </w:rPr>
      <w:t>tockholm</w:t>
    </w:r>
    <w:r w:rsidRPr="009727D3">
      <w:rPr>
        <w:rFonts w:ascii="Arial" w:hAnsi="Arial"/>
        <w:color w:val="333333"/>
        <w:spacing w:val="18"/>
        <w:w w:val="95"/>
        <w:sz w:val="14"/>
        <w:szCs w:val="14"/>
      </w:rPr>
      <w:t xml:space="preserve">: </w:t>
    </w:r>
  </w:p>
  <w:p w14:paraId="21ADB19C" w14:textId="3B2BD9E0" w:rsidR="00052F4F" w:rsidRDefault="00052F4F" w:rsidP="00940D91">
    <w:pPr>
      <w:pStyle w:val="Sidfot"/>
      <w:jc w:val="right"/>
    </w:pPr>
    <w:r w:rsidRPr="00157DB4">
      <w:rPr>
        <w:lang w:val="fr-FR"/>
      </w:rPr>
      <w:tab/>
    </w:r>
    <w:sdt>
      <w:sdtPr>
        <w:id w:val="814146458"/>
        <w:docPartObj>
          <w:docPartGallery w:val="Page Numbers (Bottom of Page)"/>
          <w:docPartUnique/>
        </w:docPartObj>
      </w:sdtPr>
      <w:sdtContent>
        <w:r w:rsidRPr="00940D91">
          <w:rPr>
            <w:sz w:val="20"/>
            <w:szCs w:val="20"/>
          </w:rPr>
          <w:fldChar w:fldCharType="begin"/>
        </w:r>
        <w:r w:rsidRPr="00940D91">
          <w:rPr>
            <w:sz w:val="20"/>
            <w:szCs w:val="20"/>
          </w:rPr>
          <w:instrText>PAGE   \* MERGEFORMAT</w:instrText>
        </w:r>
        <w:r w:rsidRPr="00940D91">
          <w:rPr>
            <w:sz w:val="20"/>
            <w:szCs w:val="20"/>
          </w:rPr>
          <w:fldChar w:fldCharType="separate"/>
        </w:r>
        <w:r>
          <w:rPr>
            <w:noProof/>
            <w:sz w:val="20"/>
            <w:szCs w:val="20"/>
          </w:rPr>
          <w:t>5</w:t>
        </w:r>
        <w:r w:rsidRPr="00940D91">
          <w:rPr>
            <w:sz w:val="20"/>
            <w:szCs w:val="20"/>
          </w:rPr>
          <w:fldChar w:fldCharType="end"/>
        </w:r>
        <w:r w:rsidR="007940EF">
          <w:rPr>
            <w:sz w:val="20"/>
            <w:szCs w:val="20"/>
          </w:rPr>
          <w:t>(</w:t>
        </w:r>
        <w:r w:rsidR="00622985">
          <w:rPr>
            <w:sz w:val="20"/>
            <w:szCs w:val="20"/>
          </w:rPr>
          <w:fldChar w:fldCharType="begin"/>
        </w:r>
        <w:r w:rsidR="00622985">
          <w:rPr>
            <w:sz w:val="20"/>
            <w:szCs w:val="20"/>
          </w:rPr>
          <w:instrText xml:space="preserve"> NUMPAGES   \* MERGEFORMAT </w:instrText>
        </w:r>
        <w:r w:rsidR="00622985">
          <w:rPr>
            <w:sz w:val="20"/>
            <w:szCs w:val="20"/>
          </w:rPr>
          <w:fldChar w:fldCharType="separate"/>
        </w:r>
        <w:r w:rsidR="00622985">
          <w:rPr>
            <w:noProof/>
            <w:sz w:val="20"/>
            <w:szCs w:val="20"/>
          </w:rPr>
          <w:t>5</w:t>
        </w:r>
        <w:r w:rsidR="00622985">
          <w:rPr>
            <w:sz w:val="20"/>
            <w:szCs w:val="20"/>
          </w:rPr>
          <w:fldChar w:fldCharType="end"/>
        </w:r>
        <w:r w:rsidR="00791D06">
          <w:rPr>
            <w:sz w:val="20"/>
            <w:szCs w:val="20"/>
          </w:rPr>
          <w:t>)</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0046B" w14:textId="1A9226B5" w:rsidR="00052F4F" w:rsidRPr="000E3802" w:rsidRDefault="00052F4F" w:rsidP="00DD08DC">
    <w:pPr>
      <w:rPr>
        <w:sz w:val="20"/>
        <w:szCs w:val="20"/>
      </w:rPr>
    </w:pPr>
    <w:r w:rsidRPr="000E3802">
      <w:rPr>
        <w:noProof/>
        <w:sz w:val="20"/>
        <w:szCs w:val="20"/>
        <w:lang w:eastAsia="sv-SE"/>
      </w:rPr>
      <mc:AlternateContent>
        <mc:Choice Requires="wps">
          <w:drawing>
            <wp:anchor distT="0" distB="0" distL="114300" distR="114300" simplePos="0" relativeHeight="251656704" behindDoc="0" locked="0" layoutInCell="1" allowOverlap="1" wp14:anchorId="52092A2B" wp14:editId="44A39E18">
              <wp:simplePos x="0" y="0"/>
              <wp:positionH relativeFrom="column">
                <wp:posOffset>-88900</wp:posOffset>
              </wp:positionH>
              <wp:positionV relativeFrom="paragraph">
                <wp:posOffset>120015</wp:posOffset>
              </wp:positionV>
              <wp:extent cx="6045200" cy="0"/>
              <wp:effectExtent l="0" t="19050" r="12700" b="19050"/>
              <wp:wrapTight wrapText="bothSides">
                <wp:wrapPolygon edited="0">
                  <wp:start x="0" y="-1"/>
                  <wp:lineTo x="0" y="-1"/>
                  <wp:lineTo x="21577" y="-1"/>
                  <wp:lineTo x="21577" y="-1"/>
                  <wp:lineTo x="0" y="-1"/>
                </wp:wrapPolygon>
              </wp:wrapTight>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5200" cy="0"/>
                      </a:xfrm>
                      <a:prstGeom prst="line">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97FF29" id="Line 1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9.45pt" to="469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" strokecolor="#92d050" strokeweight="2.25pt">
              <w10:wrap type="tight"/>
            </v:line>
          </w:pict>
        </mc:Fallback>
      </mc:AlternateContent>
    </w:r>
    <w:r w:rsidR="000E3802" w:rsidRPr="000E3802">
      <w:rPr>
        <w:sz w:val="20"/>
        <w:szCs w:val="20"/>
      </w:rPr>
      <w:t xml:space="preserve">Blankett ansökan </w:t>
    </w:r>
    <w:r w:rsidR="00EB7EEA">
      <w:rPr>
        <w:sz w:val="20"/>
        <w:szCs w:val="20"/>
      </w:rPr>
      <w:t>varumärkes</w:t>
    </w:r>
    <w:r w:rsidR="00EB7EEA" w:rsidRPr="000E3802">
      <w:rPr>
        <w:sz w:val="20"/>
        <w:szCs w:val="20"/>
      </w:rPr>
      <w:t>licens</w:t>
    </w:r>
  </w:p>
  <w:p w14:paraId="34518CC6" w14:textId="77777777" w:rsidR="007F7B78" w:rsidRDefault="007F7B78" w:rsidP="007F7B78">
    <w:pPr>
      <w:pStyle w:val="Sidfot"/>
      <w:rPr>
        <w:rFonts w:ascii="Arial" w:hAnsi="Arial"/>
        <w:b/>
        <w:color w:val="333333"/>
        <w:spacing w:val="18"/>
        <w:w w:val="95"/>
        <w:sz w:val="14"/>
        <w:szCs w:val="14"/>
      </w:rPr>
    </w:pPr>
    <w:r w:rsidRPr="0009330E">
      <w:rPr>
        <w:rFonts w:ascii="Arial" w:hAnsi="Arial" w:cs="Arial"/>
        <w:b/>
        <w:sz w:val="16"/>
        <w:szCs w:val="16"/>
      </w:rPr>
      <w:t>Svenska PEFC ek för</w:t>
    </w:r>
    <w:r w:rsidRPr="00157DB4">
      <w:t>,</w:t>
    </w:r>
    <w:r w:rsidRPr="00157DB4">
      <w:rPr>
        <w:b/>
        <w:sz w:val="18"/>
        <w:szCs w:val="18"/>
      </w:rPr>
      <w:t xml:space="preserve"> </w:t>
    </w:r>
    <w:hyperlink r:id="rId1" w:history="1">
      <w:r w:rsidRPr="00F81F1D">
        <w:rPr>
          <w:rStyle w:val="Hyperlnk"/>
          <w:rFonts w:ascii="Arial" w:hAnsi="Arial"/>
          <w:spacing w:val="18"/>
          <w:w w:val="95"/>
          <w:sz w:val="14"/>
          <w:szCs w:val="14"/>
        </w:rPr>
        <w:t>www.pefc.se</w:t>
      </w:r>
    </w:hyperlink>
    <w:r>
      <w:rPr>
        <w:rFonts w:ascii="Arial" w:hAnsi="Arial"/>
        <w:color w:val="333333"/>
        <w:spacing w:val="18"/>
        <w:w w:val="95"/>
        <w:sz w:val="14"/>
        <w:szCs w:val="14"/>
      </w:rPr>
      <w:t xml:space="preserve"> Postadress: Svenska PEFC 105 33 Stockholm Besök: Franzéng 1b</w:t>
    </w:r>
    <w:r w:rsidRPr="009727D3">
      <w:rPr>
        <w:rFonts w:ascii="Arial" w:hAnsi="Arial"/>
        <w:color w:val="333333"/>
        <w:spacing w:val="18"/>
        <w:w w:val="95"/>
        <w:sz w:val="14"/>
        <w:szCs w:val="14"/>
      </w:rPr>
      <w:t xml:space="preserve">: </w:t>
    </w:r>
    <w:r>
      <w:rPr>
        <w:rFonts w:ascii="Arial" w:hAnsi="Arial"/>
        <w:color w:val="333333"/>
        <w:spacing w:val="18"/>
        <w:w w:val="95"/>
        <w:sz w:val="14"/>
        <w:szCs w:val="14"/>
      </w:rPr>
      <w:t>112 51</w:t>
    </w:r>
    <w:r w:rsidRPr="009727D3">
      <w:rPr>
        <w:rFonts w:ascii="Arial" w:hAnsi="Arial"/>
        <w:color w:val="333333"/>
        <w:spacing w:val="18"/>
        <w:w w:val="95"/>
        <w:sz w:val="14"/>
        <w:szCs w:val="14"/>
      </w:rPr>
      <w:t xml:space="preserve"> S</w:t>
    </w:r>
    <w:r>
      <w:rPr>
        <w:rFonts w:ascii="Arial" w:hAnsi="Arial"/>
        <w:color w:val="333333"/>
        <w:spacing w:val="18"/>
        <w:w w:val="95"/>
        <w:sz w:val="14"/>
        <w:szCs w:val="14"/>
      </w:rPr>
      <w:t>tockholm</w:t>
    </w:r>
    <w:r w:rsidRPr="009727D3">
      <w:rPr>
        <w:rFonts w:ascii="Arial" w:hAnsi="Arial"/>
        <w:color w:val="333333"/>
        <w:spacing w:val="18"/>
        <w:w w:val="95"/>
        <w:sz w:val="14"/>
        <w:szCs w:val="14"/>
      </w:rPr>
      <w:t xml:space="preserve">: </w:t>
    </w:r>
  </w:p>
  <w:p w14:paraId="726D090E" w14:textId="003CF0B5" w:rsidR="00052F4F" w:rsidRPr="00104E50" w:rsidRDefault="00052F4F" w:rsidP="00FC5A8F">
    <w:pPr>
      <w:pStyle w:val="Sidfot"/>
      <w:jc w:val="right"/>
      <w:rPr>
        <w:sz w:val="20"/>
        <w:szCs w:val="20"/>
      </w:rPr>
    </w:pPr>
    <w:r w:rsidRPr="00157DB4">
      <w:rPr>
        <w:lang w:val="fr-FR"/>
      </w:rPr>
      <w:tab/>
    </w:r>
    <w:sdt>
      <w:sdtPr>
        <w:rPr>
          <w:sz w:val="20"/>
          <w:szCs w:val="20"/>
        </w:rPr>
        <w:id w:val="-101106572"/>
        <w:docPartObj>
          <w:docPartGallery w:val="Page Numbers (Bottom of Page)"/>
          <w:docPartUnique/>
        </w:docPartObj>
      </w:sdtPr>
      <w:sdtContent>
        <w:r w:rsidRPr="00104E50">
          <w:rPr>
            <w:sz w:val="20"/>
            <w:szCs w:val="20"/>
          </w:rPr>
          <w:fldChar w:fldCharType="begin"/>
        </w:r>
        <w:r w:rsidRPr="00787B1A">
          <w:rPr>
            <w:sz w:val="20"/>
            <w:szCs w:val="20"/>
          </w:rPr>
          <w:instrText>PAGE   \* MERGEFORMAT</w:instrText>
        </w:r>
        <w:r w:rsidRPr="00104E50">
          <w:rPr>
            <w:sz w:val="20"/>
            <w:szCs w:val="20"/>
          </w:rPr>
          <w:fldChar w:fldCharType="separate"/>
        </w:r>
        <w:r w:rsidRPr="00787B1A">
          <w:rPr>
            <w:noProof/>
            <w:sz w:val="20"/>
            <w:szCs w:val="20"/>
          </w:rPr>
          <w:t>1</w:t>
        </w:r>
        <w:r w:rsidRPr="00104E50">
          <w:rPr>
            <w:sz w:val="20"/>
            <w:szCs w:val="20"/>
          </w:rPr>
          <w:fldChar w:fldCharType="end"/>
        </w:r>
      </w:sdtContent>
    </w:sdt>
    <w:r w:rsidR="00787B1A" w:rsidRPr="00104E50">
      <w:rPr>
        <w:sz w:val="20"/>
        <w:szCs w:val="20"/>
      </w:rPr>
      <w:t>(</w:t>
    </w:r>
    <w:r w:rsidR="00787B1A" w:rsidRPr="00104E50">
      <w:rPr>
        <w:sz w:val="20"/>
        <w:szCs w:val="20"/>
      </w:rPr>
      <w:fldChar w:fldCharType="begin"/>
    </w:r>
    <w:r w:rsidR="00787B1A" w:rsidRPr="00104E50">
      <w:rPr>
        <w:sz w:val="20"/>
        <w:szCs w:val="20"/>
      </w:rPr>
      <w:instrText xml:space="preserve"> NUMPAGES   \* MERGEFORMAT </w:instrText>
    </w:r>
    <w:r w:rsidR="00787B1A" w:rsidRPr="00104E50">
      <w:rPr>
        <w:sz w:val="20"/>
        <w:szCs w:val="20"/>
      </w:rPr>
      <w:fldChar w:fldCharType="separate"/>
    </w:r>
    <w:r w:rsidR="00787B1A" w:rsidRPr="00104E50">
      <w:rPr>
        <w:noProof/>
        <w:sz w:val="20"/>
        <w:szCs w:val="20"/>
      </w:rPr>
      <w:t>5</w:t>
    </w:r>
    <w:r w:rsidR="00787B1A" w:rsidRPr="00104E50">
      <w:rPr>
        <w:sz w:val="20"/>
        <w:szCs w:val="20"/>
      </w:rPr>
      <w:fldChar w:fldCharType="end"/>
    </w:r>
    <w:r w:rsidR="00787B1A" w:rsidRPr="00104E50">
      <w:rPr>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537DF" w14:textId="77777777" w:rsidR="00753617" w:rsidRDefault="00753617" w:rsidP="00492881">
      <w:r>
        <w:separator/>
      </w:r>
    </w:p>
  </w:footnote>
  <w:footnote w:type="continuationSeparator" w:id="0">
    <w:p w14:paraId="6A003564" w14:textId="77777777" w:rsidR="00753617" w:rsidRDefault="00753617" w:rsidP="004928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10A62" w14:textId="484C8BB9" w:rsidR="00704614" w:rsidRDefault="00704614" w:rsidP="0000182F">
    <w:pPr>
      <w:jc w:val="center"/>
      <w:rPr>
        <w:rFonts w:ascii="Arial" w:hAnsi="Arial"/>
        <w:sz w:val="36"/>
        <w:szCs w:val="36"/>
      </w:rPr>
    </w:pPr>
    <w:r>
      <w:rPr>
        <w:rFonts w:ascii="Arial" w:hAnsi="Arial"/>
        <w:noProof/>
        <w:sz w:val="36"/>
        <w:szCs w:val="36"/>
      </w:rPr>
      <w:drawing>
        <wp:anchor distT="0" distB="0" distL="114300" distR="114300" simplePos="0" relativeHeight="251671040" behindDoc="0" locked="0" layoutInCell="1" allowOverlap="1" wp14:anchorId="394CAEBA" wp14:editId="6DA9A654">
          <wp:simplePos x="0" y="0"/>
          <wp:positionH relativeFrom="column">
            <wp:posOffset>-538480</wp:posOffset>
          </wp:positionH>
          <wp:positionV relativeFrom="paragraph">
            <wp:posOffset>-73025</wp:posOffset>
          </wp:positionV>
          <wp:extent cx="1563370" cy="1870710"/>
          <wp:effectExtent l="0" t="0" r="0" b="0"/>
          <wp:wrapSquare wrapText="bothSides"/>
          <wp:docPr id="5" name="Bildobjek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objekt 6"/>
                  <pic:cNvPicPr/>
                </pic:nvPicPr>
                <pic:blipFill>
                  <a:blip r:embed="rId1">
                    <a:extLst>
                      <a:ext uri="{28A0092B-C50C-407E-A947-70E740481C1C}">
                        <a14:useLocalDpi xmlns:a14="http://schemas.microsoft.com/office/drawing/2010/main" val="0"/>
                      </a:ext>
                    </a:extLst>
                  </a:blip>
                  <a:stretch>
                    <a:fillRect/>
                  </a:stretch>
                </pic:blipFill>
                <pic:spPr>
                  <a:xfrm>
                    <a:off x="0" y="0"/>
                    <a:ext cx="1563370" cy="1870710"/>
                  </a:xfrm>
                  <a:prstGeom prst="rect">
                    <a:avLst/>
                  </a:prstGeom>
                </pic:spPr>
              </pic:pic>
            </a:graphicData>
          </a:graphic>
        </wp:anchor>
      </w:drawing>
    </w:r>
  </w:p>
  <w:p w14:paraId="55FC6E94" w14:textId="46D60E2E" w:rsidR="00052F4F" w:rsidRPr="007171F9" w:rsidRDefault="0000182F" w:rsidP="0000182F">
    <w:pPr>
      <w:jc w:val="center"/>
      <w:rPr>
        <w:rFonts w:ascii="Arial" w:hAnsi="Arial"/>
        <w:sz w:val="36"/>
        <w:szCs w:val="36"/>
      </w:rPr>
    </w:pPr>
    <w:r w:rsidRPr="007171F9">
      <w:rPr>
        <w:rFonts w:ascii="Arial" w:hAnsi="Arial"/>
        <w:sz w:val="36"/>
        <w:szCs w:val="36"/>
      </w:rPr>
      <w:t>A</w:t>
    </w:r>
    <w:r w:rsidR="00844159">
      <w:rPr>
        <w:rFonts w:ascii="Arial" w:hAnsi="Arial"/>
        <w:sz w:val="36"/>
        <w:szCs w:val="36"/>
      </w:rPr>
      <w:t>pplication</w:t>
    </w:r>
    <w:r w:rsidR="007171F9" w:rsidRPr="007171F9">
      <w:rPr>
        <w:rFonts w:ascii="Arial" w:hAnsi="Arial"/>
        <w:sz w:val="36"/>
        <w:szCs w:val="36"/>
      </w:rPr>
      <w:t>/</w:t>
    </w:r>
    <w:r w:rsidR="00844159">
      <w:rPr>
        <w:rFonts w:ascii="Arial" w:hAnsi="Arial"/>
        <w:sz w:val="36"/>
        <w:szCs w:val="36"/>
      </w:rPr>
      <w:t>c</w:t>
    </w:r>
    <w:r w:rsidR="007171F9" w:rsidRPr="007171F9">
      <w:rPr>
        <w:rFonts w:ascii="Arial" w:hAnsi="Arial"/>
        <w:sz w:val="36"/>
        <w:szCs w:val="36"/>
      </w:rPr>
      <w:t>ontra</w:t>
    </w:r>
    <w:r w:rsidR="00844159">
      <w:rPr>
        <w:rFonts w:ascii="Arial" w:hAnsi="Arial"/>
        <w:sz w:val="36"/>
        <w:szCs w:val="36"/>
      </w:rPr>
      <w:t>c</w:t>
    </w:r>
    <w:r w:rsidR="007171F9" w:rsidRPr="007171F9">
      <w:rPr>
        <w:rFonts w:ascii="Arial" w:hAnsi="Arial"/>
        <w:sz w:val="36"/>
        <w:szCs w:val="36"/>
      </w:rPr>
      <w:t xml:space="preserve">t </w:t>
    </w:r>
    <w:r w:rsidR="00844159">
      <w:rPr>
        <w:rFonts w:ascii="Arial" w:hAnsi="Arial"/>
        <w:sz w:val="36"/>
        <w:szCs w:val="36"/>
      </w:rPr>
      <w:t>trademark license</w:t>
    </w:r>
    <w:r w:rsidR="007171F9">
      <w:rPr>
        <w:rFonts w:ascii="Arial" w:hAnsi="Arial"/>
        <w:sz w:val="36"/>
        <w:szCs w:val="36"/>
      </w:rPr>
      <w:t xml:space="preserve"> PEFC</w:t>
    </w:r>
  </w:p>
  <w:p w14:paraId="502AFA28" w14:textId="77777777" w:rsidR="00052F4F" w:rsidRPr="00157DB4" w:rsidRDefault="00052F4F" w:rsidP="00135FA7">
    <w:pPr>
      <w:ind w:firstLine="717"/>
      <w:jc w:val="center"/>
      <w:rPr>
        <w:rFonts w:ascii="Arial" w:hAnsi="Arial"/>
        <w:sz w:val="16"/>
        <w:szCs w:val="16"/>
      </w:rPr>
    </w:pPr>
  </w:p>
  <w:p w14:paraId="1BCBBAEF" w14:textId="77777777" w:rsidR="00052F4F" w:rsidRDefault="00052F4F" w:rsidP="00135FA7">
    <w:pPr>
      <w:tabs>
        <w:tab w:val="left" w:pos="720"/>
        <w:tab w:val="left" w:pos="1440"/>
        <w:tab w:val="left" w:pos="2160"/>
        <w:tab w:val="left" w:pos="2880"/>
        <w:tab w:val="left" w:pos="3600"/>
        <w:tab w:val="left" w:pos="6132"/>
      </w:tabs>
      <w:rPr>
        <w:color w:val="339966"/>
        <w:sz w:val="16"/>
        <w:szCs w:val="16"/>
      </w:rPr>
    </w:pPr>
    <w:r>
      <w:rPr>
        <w:rFonts w:ascii="Century Gothic" w:hAnsi="Century Gothic"/>
        <w:noProof/>
        <w:sz w:val="20"/>
        <w:szCs w:val="20"/>
        <w:lang w:eastAsia="sv-SE"/>
      </w:rPr>
      <mc:AlternateContent>
        <mc:Choice Requires="wps">
          <w:drawing>
            <wp:anchor distT="0" distB="0" distL="114300" distR="114300" simplePos="0" relativeHeight="251662848" behindDoc="0" locked="0" layoutInCell="1" allowOverlap="1" wp14:anchorId="6718CF91" wp14:editId="3DDFE962">
              <wp:simplePos x="0" y="0"/>
              <wp:positionH relativeFrom="column">
                <wp:posOffset>935990</wp:posOffset>
              </wp:positionH>
              <wp:positionV relativeFrom="paragraph">
                <wp:posOffset>59055</wp:posOffset>
              </wp:positionV>
              <wp:extent cx="5021580" cy="0"/>
              <wp:effectExtent l="0" t="19050" r="7620" b="19050"/>
              <wp:wrapTight wrapText="bothSides">
                <wp:wrapPolygon edited="0">
                  <wp:start x="0" y="-1"/>
                  <wp:lineTo x="0" y="-1"/>
                  <wp:lineTo x="21551" y="-1"/>
                  <wp:lineTo x="21551" y="-1"/>
                  <wp:lineTo x="0" y="-1"/>
                </wp:wrapPolygon>
              </wp:wrapTight>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1580" cy="0"/>
                      </a:xfrm>
                      <a:prstGeom prst="line">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771EF9" id="Line 19"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7pt,4.65pt" to="469.1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" strokecolor="#92d050" strokeweight="2.25pt">
              <w10:wrap type="tight"/>
            </v:line>
          </w:pict>
        </mc:Fallback>
      </mc:AlternateContent>
    </w:r>
    <w:r w:rsidRPr="00157DB4">
      <w:t xml:space="preserve">                                                       </w:t>
    </w:r>
    <w:r w:rsidRPr="00157DB4">
      <w:rPr>
        <w:color w:val="339966"/>
        <w:sz w:val="16"/>
        <w:szCs w:val="16"/>
      </w:rPr>
      <w:tab/>
    </w:r>
    <w:r>
      <w:rPr>
        <w:color w:val="339966"/>
        <w:sz w:val="16"/>
        <w:szCs w:val="16"/>
      </w:rPr>
      <w:tab/>
    </w:r>
  </w:p>
  <w:p w14:paraId="71CF139A" w14:textId="77777777" w:rsidR="00052F4F" w:rsidRDefault="00052F4F">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04CDD"/>
    <w:multiLevelType w:val="multilevel"/>
    <w:tmpl w:val="0BF88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D71383"/>
    <w:multiLevelType w:val="hybridMultilevel"/>
    <w:tmpl w:val="841C901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031A2D3A"/>
    <w:multiLevelType w:val="hybridMultilevel"/>
    <w:tmpl w:val="81F2C23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099C66CF"/>
    <w:multiLevelType w:val="hybridMultilevel"/>
    <w:tmpl w:val="A724C142"/>
    <w:lvl w:ilvl="0" w:tplc="E772B324">
      <w:start w:val="1"/>
      <w:numFmt w:val="decimal"/>
      <w:pStyle w:val="Bilaga"/>
      <w:lvlText w:val="%1."/>
      <w:lvlJc w:val="left"/>
      <w:pPr>
        <w:ind w:left="360" w:hanging="360"/>
      </w:p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4" w15:restartNumberingAfterBreak="0">
    <w:nsid w:val="09E410F7"/>
    <w:multiLevelType w:val="multilevel"/>
    <w:tmpl w:val="041D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855"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1F179CF"/>
    <w:multiLevelType w:val="hybridMultilevel"/>
    <w:tmpl w:val="98B60F1C"/>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13486284"/>
    <w:multiLevelType w:val="hybridMultilevel"/>
    <w:tmpl w:val="39945DC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13BB1783"/>
    <w:multiLevelType w:val="hybridMultilevel"/>
    <w:tmpl w:val="5A889AB4"/>
    <w:lvl w:ilvl="0" w:tplc="987E8302">
      <w:start w:val="1"/>
      <w:numFmt w:val="bullet"/>
      <w:lvlText w:val=""/>
      <w:lvlJc w:val="left"/>
      <w:pPr>
        <w:tabs>
          <w:tab w:val="num" w:pos="720"/>
        </w:tabs>
        <w:ind w:left="720" w:hanging="360"/>
      </w:pPr>
      <w:rPr>
        <w:rFonts w:ascii="Wingdings" w:hAnsi="Wingdings" w:hint="default"/>
      </w:rPr>
    </w:lvl>
    <w:lvl w:ilvl="1" w:tplc="51988E4C">
      <w:start w:val="23"/>
      <w:numFmt w:val="bullet"/>
      <w:lvlText w:val="o"/>
      <w:lvlJc w:val="left"/>
      <w:pPr>
        <w:tabs>
          <w:tab w:val="num" w:pos="1440"/>
        </w:tabs>
        <w:ind w:left="1440" w:hanging="360"/>
      </w:pPr>
      <w:rPr>
        <w:rFonts w:ascii="Courier New" w:hAnsi="Courier New" w:hint="default"/>
      </w:rPr>
    </w:lvl>
    <w:lvl w:ilvl="2" w:tplc="7E423756">
      <w:start w:val="23"/>
      <w:numFmt w:val="bullet"/>
      <w:lvlText w:val=""/>
      <w:lvlJc w:val="left"/>
      <w:pPr>
        <w:tabs>
          <w:tab w:val="num" w:pos="2160"/>
        </w:tabs>
        <w:ind w:left="2160" w:hanging="360"/>
      </w:pPr>
      <w:rPr>
        <w:rFonts w:ascii="Wingdings" w:hAnsi="Wingdings" w:hint="default"/>
      </w:rPr>
    </w:lvl>
    <w:lvl w:ilvl="3" w:tplc="43C0AB6E" w:tentative="1">
      <w:start w:val="1"/>
      <w:numFmt w:val="bullet"/>
      <w:lvlText w:val=""/>
      <w:lvlJc w:val="left"/>
      <w:pPr>
        <w:tabs>
          <w:tab w:val="num" w:pos="2880"/>
        </w:tabs>
        <w:ind w:left="2880" w:hanging="360"/>
      </w:pPr>
      <w:rPr>
        <w:rFonts w:ascii="Wingdings" w:hAnsi="Wingdings" w:hint="default"/>
      </w:rPr>
    </w:lvl>
    <w:lvl w:ilvl="4" w:tplc="29B8C3B2" w:tentative="1">
      <w:start w:val="1"/>
      <w:numFmt w:val="bullet"/>
      <w:lvlText w:val=""/>
      <w:lvlJc w:val="left"/>
      <w:pPr>
        <w:tabs>
          <w:tab w:val="num" w:pos="3600"/>
        </w:tabs>
        <w:ind w:left="3600" w:hanging="360"/>
      </w:pPr>
      <w:rPr>
        <w:rFonts w:ascii="Wingdings" w:hAnsi="Wingdings" w:hint="default"/>
      </w:rPr>
    </w:lvl>
    <w:lvl w:ilvl="5" w:tplc="12464CF0" w:tentative="1">
      <w:start w:val="1"/>
      <w:numFmt w:val="bullet"/>
      <w:lvlText w:val=""/>
      <w:lvlJc w:val="left"/>
      <w:pPr>
        <w:tabs>
          <w:tab w:val="num" w:pos="4320"/>
        </w:tabs>
        <w:ind w:left="4320" w:hanging="360"/>
      </w:pPr>
      <w:rPr>
        <w:rFonts w:ascii="Wingdings" w:hAnsi="Wingdings" w:hint="default"/>
      </w:rPr>
    </w:lvl>
    <w:lvl w:ilvl="6" w:tplc="09C08D90" w:tentative="1">
      <w:start w:val="1"/>
      <w:numFmt w:val="bullet"/>
      <w:lvlText w:val=""/>
      <w:lvlJc w:val="left"/>
      <w:pPr>
        <w:tabs>
          <w:tab w:val="num" w:pos="5040"/>
        </w:tabs>
        <w:ind w:left="5040" w:hanging="360"/>
      </w:pPr>
      <w:rPr>
        <w:rFonts w:ascii="Wingdings" w:hAnsi="Wingdings" w:hint="default"/>
      </w:rPr>
    </w:lvl>
    <w:lvl w:ilvl="7" w:tplc="42B0D46C" w:tentative="1">
      <w:start w:val="1"/>
      <w:numFmt w:val="bullet"/>
      <w:lvlText w:val=""/>
      <w:lvlJc w:val="left"/>
      <w:pPr>
        <w:tabs>
          <w:tab w:val="num" w:pos="5760"/>
        </w:tabs>
        <w:ind w:left="5760" w:hanging="360"/>
      </w:pPr>
      <w:rPr>
        <w:rFonts w:ascii="Wingdings" w:hAnsi="Wingdings" w:hint="default"/>
      </w:rPr>
    </w:lvl>
    <w:lvl w:ilvl="8" w:tplc="BEC052B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C77DBF"/>
    <w:multiLevelType w:val="multilevel"/>
    <w:tmpl w:val="9C5E2996"/>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1155B24"/>
    <w:multiLevelType w:val="hybridMultilevel"/>
    <w:tmpl w:val="82CAEDD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15:restartNumberingAfterBreak="0">
    <w:nsid w:val="2C08731A"/>
    <w:multiLevelType w:val="hybridMultilevel"/>
    <w:tmpl w:val="FAB6C3AA"/>
    <w:lvl w:ilvl="0" w:tplc="041D0001">
      <w:start w:val="1"/>
      <w:numFmt w:val="bullet"/>
      <w:lvlText w:val=""/>
      <w:lvlJc w:val="left"/>
      <w:pPr>
        <w:ind w:left="780" w:hanging="360"/>
      </w:pPr>
      <w:rPr>
        <w:rFonts w:ascii="Symbol" w:hAnsi="Symbol" w:hint="default"/>
      </w:rPr>
    </w:lvl>
    <w:lvl w:ilvl="1" w:tplc="041D0003" w:tentative="1">
      <w:start w:val="1"/>
      <w:numFmt w:val="bullet"/>
      <w:lvlText w:val="o"/>
      <w:lvlJc w:val="left"/>
      <w:pPr>
        <w:ind w:left="1500" w:hanging="360"/>
      </w:pPr>
      <w:rPr>
        <w:rFonts w:ascii="Courier New" w:hAnsi="Courier New" w:cs="Courier New" w:hint="default"/>
      </w:rPr>
    </w:lvl>
    <w:lvl w:ilvl="2" w:tplc="041D0005" w:tentative="1">
      <w:start w:val="1"/>
      <w:numFmt w:val="bullet"/>
      <w:lvlText w:val=""/>
      <w:lvlJc w:val="left"/>
      <w:pPr>
        <w:ind w:left="2220" w:hanging="360"/>
      </w:pPr>
      <w:rPr>
        <w:rFonts w:ascii="Wingdings" w:hAnsi="Wingdings" w:hint="default"/>
      </w:rPr>
    </w:lvl>
    <w:lvl w:ilvl="3" w:tplc="041D0001" w:tentative="1">
      <w:start w:val="1"/>
      <w:numFmt w:val="bullet"/>
      <w:lvlText w:val=""/>
      <w:lvlJc w:val="left"/>
      <w:pPr>
        <w:ind w:left="2940" w:hanging="360"/>
      </w:pPr>
      <w:rPr>
        <w:rFonts w:ascii="Symbol" w:hAnsi="Symbol" w:hint="default"/>
      </w:rPr>
    </w:lvl>
    <w:lvl w:ilvl="4" w:tplc="041D0003" w:tentative="1">
      <w:start w:val="1"/>
      <w:numFmt w:val="bullet"/>
      <w:lvlText w:val="o"/>
      <w:lvlJc w:val="left"/>
      <w:pPr>
        <w:ind w:left="3660" w:hanging="360"/>
      </w:pPr>
      <w:rPr>
        <w:rFonts w:ascii="Courier New" w:hAnsi="Courier New" w:cs="Courier New" w:hint="default"/>
      </w:rPr>
    </w:lvl>
    <w:lvl w:ilvl="5" w:tplc="041D0005" w:tentative="1">
      <w:start w:val="1"/>
      <w:numFmt w:val="bullet"/>
      <w:lvlText w:val=""/>
      <w:lvlJc w:val="left"/>
      <w:pPr>
        <w:ind w:left="4380" w:hanging="360"/>
      </w:pPr>
      <w:rPr>
        <w:rFonts w:ascii="Wingdings" w:hAnsi="Wingdings" w:hint="default"/>
      </w:rPr>
    </w:lvl>
    <w:lvl w:ilvl="6" w:tplc="041D0001" w:tentative="1">
      <w:start w:val="1"/>
      <w:numFmt w:val="bullet"/>
      <w:lvlText w:val=""/>
      <w:lvlJc w:val="left"/>
      <w:pPr>
        <w:ind w:left="5100" w:hanging="360"/>
      </w:pPr>
      <w:rPr>
        <w:rFonts w:ascii="Symbol" w:hAnsi="Symbol" w:hint="default"/>
      </w:rPr>
    </w:lvl>
    <w:lvl w:ilvl="7" w:tplc="041D0003" w:tentative="1">
      <w:start w:val="1"/>
      <w:numFmt w:val="bullet"/>
      <w:lvlText w:val="o"/>
      <w:lvlJc w:val="left"/>
      <w:pPr>
        <w:ind w:left="5820" w:hanging="360"/>
      </w:pPr>
      <w:rPr>
        <w:rFonts w:ascii="Courier New" w:hAnsi="Courier New" w:cs="Courier New" w:hint="default"/>
      </w:rPr>
    </w:lvl>
    <w:lvl w:ilvl="8" w:tplc="041D0005" w:tentative="1">
      <w:start w:val="1"/>
      <w:numFmt w:val="bullet"/>
      <w:lvlText w:val=""/>
      <w:lvlJc w:val="left"/>
      <w:pPr>
        <w:ind w:left="6540" w:hanging="360"/>
      </w:pPr>
      <w:rPr>
        <w:rFonts w:ascii="Wingdings" w:hAnsi="Wingdings" w:hint="default"/>
      </w:rPr>
    </w:lvl>
  </w:abstractNum>
  <w:abstractNum w:abstractNumId="11" w15:restartNumberingAfterBreak="0">
    <w:nsid w:val="328D0E33"/>
    <w:multiLevelType w:val="hybridMultilevel"/>
    <w:tmpl w:val="484CE0A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367273FB"/>
    <w:multiLevelType w:val="hybridMultilevel"/>
    <w:tmpl w:val="9E54763A"/>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13" w15:restartNumberingAfterBreak="0">
    <w:nsid w:val="3BF26E09"/>
    <w:multiLevelType w:val="hybridMultilevel"/>
    <w:tmpl w:val="2FC2B326"/>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4" w15:restartNumberingAfterBreak="0">
    <w:nsid w:val="417442BF"/>
    <w:multiLevelType w:val="hybridMultilevel"/>
    <w:tmpl w:val="BE844952"/>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15" w15:restartNumberingAfterBreak="0">
    <w:nsid w:val="41DA03EC"/>
    <w:multiLevelType w:val="hybridMultilevel"/>
    <w:tmpl w:val="A064C866"/>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16" w15:restartNumberingAfterBreak="0">
    <w:nsid w:val="41EF395F"/>
    <w:multiLevelType w:val="hybridMultilevel"/>
    <w:tmpl w:val="523085B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15:restartNumberingAfterBreak="0">
    <w:nsid w:val="43F372AC"/>
    <w:multiLevelType w:val="multilevel"/>
    <w:tmpl w:val="0A26C9A4"/>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49C449B"/>
    <w:multiLevelType w:val="hybridMultilevel"/>
    <w:tmpl w:val="32C86F86"/>
    <w:lvl w:ilvl="0" w:tplc="041D0001">
      <w:start w:val="1"/>
      <w:numFmt w:val="bullet"/>
      <w:lvlText w:val=""/>
      <w:lvlJc w:val="left"/>
      <w:pPr>
        <w:tabs>
          <w:tab w:val="num" w:pos="720"/>
        </w:tabs>
        <w:ind w:left="720" w:hanging="360"/>
      </w:pPr>
      <w:rPr>
        <w:rFonts w:ascii="Symbol" w:hAnsi="Symbol" w:hint="default"/>
      </w:rPr>
    </w:lvl>
    <w:lvl w:ilvl="1" w:tplc="0D247C6A" w:tentative="1">
      <w:start w:val="1"/>
      <w:numFmt w:val="bullet"/>
      <w:lvlText w:val=""/>
      <w:lvlJc w:val="left"/>
      <w:pPr>
        <w:tabs>
          <w:tab w:val="num" w:pos="1440"/>
        </w:tabs>
        <w:ind w:left="1440" w:hanging="360"/>
      </w:pPr>
      <w:rPr>
        <w:rFonts w:ascii="Wingdings 2" w:hAnsi="Wingdings 2" w:hint="default"/>
      </w:rPr>
    </w:lvl>
    <w:lvl w:ilvl="2" w:tplc="72FA44E0" w:tentative="1">
      <w:start w:val="1"/>
      <w:numFmt w:val="bullet"/>
      <w:lvlText w:val=""/>
      <w:lvlJc w:val="left"/>
      <w:pPr>
        <w:tabs>
          <w:tab w:val="num" w:pos="2160"/>
        </w:tabs>
        <w:ind w:left="2160" w:hanging="360"/>
      </w:pPr>
      <w:rPr>
        <w:rFonts w:ascii="Wingdings 2" w:hAnsi="Wingdings 2" w:hint="default"/>
      </w:rPr>
    </w:lvl>
    <w:lvl w:ilvl="3" w:tplc="BE38FB1C" w:tentative="1">
      <w:start w:val="1"/>
      <w:numFmt w:val="bullet"/>
      <w:lvlText w:val=""/>
      <w:lvlJc w:val="left"/>
      <w:pPr>
        <w:tabs>
          <w:tab w:val="num" w:pos="2880"/>
        </w:tabs>
        <w:ind w:left="2880" w:hanging="360"/>
      </w:pPr>
      <w:rPr>
        <w:rFonts w:ascii="Wingdings 2" w:hAnsi="Wingdings 2" w:hint="default"/>
      </w:rPr>
    </w:lvl>
    <w:lvl w:ilvl="4" w:tplc="28AC9AF0" w:tentative="1">
      <w:start w:val="1"/>
      <w:numFmt w:val="bullet"/>
      <w:lvlText w:val=""/>
      <w:lvlJc w:val="left"/>
      <w:pPr>
        <w:tabs>
          <w:tab w:val="num" w:pos="3600"/>
        </w:tabs>
        <w:ind w:left="3600" w:hanging="360"/>
      </w:pPr>
      <w:rPr>
        <w:rFonts w:ascii="Wingdings 2" w:hAnsi="Wingdings 2" w:hint="default"/>
      </w:rPr>
    </w:lvl>
    <w:lvl w:ilvl="5" w:tplc="616013A0" w:tentative="1">
      <w:start w:val="1"/>
      <w:numFmt w:val="bullet"/>
      <w:lvlText w:val=""/>
      <w:lvlJc w:val="left"/>
      <w:pPr>
        <w:tabs>
          <w:tab w:val="num" w:pos="4320"/>
        </w:tabs>
        <w:ind w:left="4320" w:hanging="360"/>
      </w:pPr>
      <w:rPr>
        <w:rFonts w:ascii="Wingdings 2" w:hAnsi="Wingdings 2" w:hint="default"/>
      </w:rPr>
    </w:lvl>
    <w:lvl w:ilvl="6" w:tplc="366C2FFC" w:tentative="1">
      <w:start w:val="1"/>
      <w:numFmt w:val="bullet"/>
      <w:lvlText w:val=""/>
      <w:lvlJc w:val="left"/>
      <w:pPr>
        <w:tabs>
          <w:tab w:val="num" w:pos="5040"/>
        </w:tabs>
        <w:ind w:left="5040" w:hanging="360"/>
      </w:pPr>
      <w:rPr>
        <w:rFonts w:ascii="Wingdings 2" w:hAnsi="Wingdings 2" w:hint="default"/>
      </w:rPr>
    </w:lvl>
    <w:lvl w:ilvl="7" w:tplc="4CA4814C" w:tentative="1">
      <w:start w:val="1"/>
      <w:numFmt w:val="bullet"/>
      <w:lvlText w:val=""/>
      <w:lvlJc w:val="left"/>
      <w:pPr>
        <w:tabs>
          <w:tab w:val="num" w:pos="5760"/>
        </w:tabs>
        <w:ind w:left="5760" w:hanging="360"/>
      </w:pPr>
      <w:rPr>
        <w:rFonts w:ascii="Wingdings 2" w:hAnsi="Wingdings 2" w:hint="default"/>
      </w:rPr>
    </w:lvl>
    <w:lvl w:ilvl="8" w:tplc="D5C0AFCE" w:tentative="1">
      <w:start w:val="1"/>
      <w:numFmt w:val="bullet"/>
      <w:lvlText w:val=""/>
      <w:lvlJc w:val="left"/>
      <w:pPr>
        <w:tabs>
          <w:tab w:val="num" w:pos="6480"/>
        </w:tabs>
        <w:ind w:left="6480" w:hanging="360"/>
      </w:pPr>
      <w:rPr>
        <w:rFonts w:ascii="Wingdings 2" w:hAnsi="Wingdings 2" w:hint="default"/>
      </w:rPr>
    </w:lvl>
  </w:abstractNum>
  <w:abstractNum w:abstractNumId="19" w15:restartNumberingAfterBreak="0">
    <w:nsid w:val="45650942"/>
    <w:multiLevelType w:val="hybridMultilevel"/>
    <w:tmpl w:val="964C51D4"/>
    <w:lvl w:ilvl="0" w:tplc="A2901E26">
      <w:start w:val="20"/>
      <w:numFmt w:val="bullet"/>
      <w:lvlText w:val="-"/>
      <w:lvlJc w:val="left"/>
      <w:pPr>
        <w:tabs>
          <w:tab w:val="num" w:pos="720"/>
        </w:tabs>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15:restartNumberingAfterBreak="0">
    <w:nsid w:val="47181C66"/>
    <w:multiLevelType w:val="hybridMultilevel"/>
    <w:tmpl w:val="526C509E"/>
    <w:lvl w:ilvl="0" w:tplc="24C400BA">
      <w:start w:val="1"/>
      <w:numFmt w:val="bullet"/>
      <w:lvlText w:val=""/>
      <w:lvlJc w:val="left"/>
      <w:pPr>
        <w:tabs>
          <w:tab w:val="num" w:pos="720"/>
        </w:tabs>
        <w:ind w:left="720" w:hanging="360"/>
      </w:pPr>
      <w:rPr>
        <w:rFonts w:ascii="Wingdings" w:hAnsi="Wingdings" w:hint="default"/>
      </w:rPr>
    </w:lvl>
    <w:lvl w:ilvl="1" w:tplc="17300126">
      <w:numFmt w:val="bullet"/>
      <w:lvlText w:val="o"/>
      <w:lvlJc w:val="left"/>
      <w:pPr>
        <w:tabs>
          <w:tab w:val="num" w:pos="1440"/>
        </w:tabs>
        <w:ind w:left="1440" w:hanging="360"/>
      </w:pPr>
      <w:rPr>
        <w:rFonts w:ascii="Courier New" w:hAnsi="Courier New" w:cs="Times New Roman" w:hint="default"/>
      </w:rPr>
    </w:lvl>
    <w:lvl w:ilvl="2" w:tplc="73CCF7BE">
      <w:start w:val="1"/>
      <w:numFmt w:val="bullet"/>
      <w:lvlText w:val=""/>
      <w:lvlJc w:val="left"/>
      <w:pPr>
        <w:tabs>
          <w:tab w:val="num" w:pos="2160"/>
        </w:tabs>
        <w:ind w:left="2160" w:hanging="360"/>
      </w:pPr>
      <w:rPr>
        <w:rFonts w:ascii="Wingdings" w:hAnsi="Wingdings" w:hint="default"/>
      </w:rPr>
    </w:lvl>
    <w:lvl w:ilvl="3" w:tplc="DB82B2D8">
      <w:start w:val="1"/>
      <w:numFmt w:val="bullet"/>
      <w:lvlText w:val=""/>
      <w:lvlJc w:val="left"/>
      <w:pPr>
        <w:tabs>
          <w:tab w:val="num" w:pos="2880"/>
        </w:tabs>
        <w:ind w:left="2880" w:hanging="360"/>
      </w:pPr>
      <w:rPr>
        <w:rFonts w:ascii="Wingdings" w:hAnsi="Wingdings" w:hint="default"/>
      </w:rPr>
    </w:lvl>
    <w:lvl w:ilvl="4" w:tplc="AB460E40">
      <w:start w:val="1"/>
      <w:numFmt w:val="bullet"/>
      <w:lvlText w:val=""/>
      <w:lvlJc w:val="left"/>
      <w:pPr>
        <w:tabs>
          <w:tab w:val="num" w:pos="3600"/>
        </w:tabs>
        <w:ind w:left="3600" w:hanging="360"/>
      </w:pPr>
      <w:rPr>
        <w:rFonts w:ascii="Wingdings" w:hAnsi="Wingdings" w:hint="default"/>
      </w:rPr>
    </w:lvl>
    <w:lvl w:ilvl="5" w:tplc="0B4A7892">
      <w:start w:val="1"/>
      <w:numFmt w:val="bullet"/>
      <w:lvlText w:val=""/>
      <w:lvlJc w:val="left"/>
      <w:pPr>
        <w:tabs>
          <w:tab w:val="num" w:pos="4320"/>
        </w:tabs>
        <w:ind w:left="4320" w:hanging="360"/>
      </w:pPr>
      <w:rPr>
        <w:rFonts w:ascii="Wingdings" w:hAnsi="Wingdings" w:hint="default"/>
      </w:rPr>
    </w:lvl>
    <w:lvl w:ilvl="6" w:tplc="EE2EE278">
      <w:start w:val="1"/>
      <w:numFmt w:val="bullet"/>
      <w:lvlText w:val=""/>
      <w:lvlJc w:val="left"/>
      <w:pPr>
        <w:tabs>
          <w:tab w:val="num" w:pos="5040"/>
        </w:tabs>
        <w:ind w:left="5040" w:hanging="360"/>
      </w:pPr>
      <w:rPr>
        <w:rFonts w:ascii="Wingdings" w:hAnsi="Wingdings" w:hint="default"/>
      </w:rPr>
    </w:lvl>
    <w:lvl w:ilvl="7" w:tplc="961636AA">
      <w:start w:val="1"/>
      <w:numFmt w:val="bullet"/>
      <w:lvlText w:val=""/>
      <w:lvlJc w:val="left"/>
      <w:pPr>
        <w:tabs>
          <w:tab w:val="num" w:pos="5760"/>
        </w:tabs>
        <w:ind w:left="5760" w:hanging="360"/>
      </w:pPr>
      <w:rPr>
        <w:rFonts w:ascii="Wingdings" w:hAnsi="Wingdings" w:hint="default"/>
      </w:rPr>
    </w:lvl>
    <w:lvl w:ilvl="8" w:tplc="7100A29C">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AE1132"/>
    <w:multiLevelType w:val="hybridMultilevel"/>
    <w:tmpl w:val="B3E86538"/>
    <w:lvl w:ilvl="0" w:tplc="041D0019">
      <w:start w:val="1"/>
      <w:numFmt w:val="lowerLetter"/>
      <w:lvlText w:val="%1."/>
      <w:lvlJc w:val="left"/>
      <w:pPr>
        <w:ind w:left="1797" w:hanging="360"/>
      </w:pPr>
    </w:lvl>
    <w:lvl w:ilvl="1" w:tplc="041D0019" w:tentative="1">
      <w:start w:val="1"/>
      <w:numFmt w:val="lowerLetter"/>
      <w:lvlText w:val="%2."/>
      <w:lvlJc w:val="left"/>
      <w:pPr>
        <w:ind w:left="2517" w:hanging="360"/>
      </w:pPr>
    </w:lvl>
    <w:lvl w:ilvl="2" w:tplc="041D001B" w:tentative="1">
      <w:start w:val="1"/>
      <w:numFmt w:val="lowerRoman"/>
      <w:lvlText w:val="%3."/>
      <w:lvlJc w:val="right"/>
      <w:pPr>
        <w:ind w:left="3237" w:hanging="180"/>
      </w:pPr>
    </w:lvl>
    <w:lvl w:ilvl="3" w:tplc="041D000F" w:tentative="1">
      <w:start w:val="1"/>
      <w:numFmt w:val="decimal"/>
      <w:lvlText w:val="%4."/>
      <w:lvlJc w:val="left"/>
      <w:pPr>
        <w:ind w:left="3957" w:hanging="360"/>
      </w:pPr>
    </w:lvl>
    <w:lvl w:ilvl="4" w:tplc="041D0019" w:tentative="1">
      <w:start w:val="1"/>
      <w:numFmt w:val="lowerLetter"/>
      <w:lvlText w:val="%5."/>
      <w:lvlJc w:val="left"/>
      <w:pPr>
        <w:ind w:left="4677" w:hanging="360"/>
      </w:pPr>
    </w:lvl>
    <w:lvl w:ilvl="5" w:tplc="041D001B" w:tentative="1">
      <w:start w:val="1"/>
      <w:numFmt w:val="lowerRoman"/>
      <w:lvlText w:val="%6."/>
      <w:lvlJc w:val="right"/>
      <w:pPr>
        <w:ind w:left="5397" w:hanging="180"/>
      </w:pPr>
    </w:lvl>
    <w:lvl w:ilvl="6" w:tplc="041D000F" w:tentative="1">
      <w:start w:val="1"/>
      <w:numFmt w:val="decimal"/>
      <w:lvlText w:val="%7."/>
      <w:lvlJc w:val="left"/>
      <w:pPr>
        <w:ind w:left="6117" w:hanging="360"/>
      </w:pPr>
    </w:lvl>
    <w:lvl w:ilvl="7" w:tplc="041D0019" w:tentative="1">
      <w:start w:val="1"/>
      <w:numFmt w:val="lowerLetter"/>
      <w:lvlText w:val="%8."/>
      <w:lvlJc w:val="left"/>
      <w:pPr>
        <w:ind w:left="6837" w:hanging="360"/>
      </w:pPr>
    </w:lvl>
    <w:lvl w:ilvl="8" w:tplc="041D001B" w:tentative="1">
      <w:start w:val="1"/>
      <w:numFmt w:val="lowerRoman"/>
      <w:lvlText w:val="%9."/>
      <w:lvlJc w:val="right"/>
      <w:pPr>
        <w:ind w:left="7557" w:hanging="180"/>
      </w:pPr>
    </w:lvl>
  </w:abstractNum>
  <w:abstractNum w:abstractNumId="22" w15:restartNumberingAfterBreak="0">
    <w:nsid w:val="48E543EA"/>
    <w:multiLevelType w:val="hybridMultilevel"/>
    <w:tmpl w:val="EDE0728E"/>
    <w:lvl w:ilvl="0" w:tplc="CBECD20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0076F16"/>
    <w:multiLevelType w:val="hybridMultilevel"/>
    <w:tmpl w:val="023C34E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15:restartNumberingAfterBreak="0">
    <w:nsid w:val="512F2BFC"/>
    <w:multiLevelType w:val="hybridMultilevel"/>
    <w:tmpl w:val="502AEEB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15:restartNumberingAfterBreak="0">
    <w:nsid w:val="535B113E"/>
    <w:multiLevelType w:val="hybridMultilevel"/>
    <w:tmpl w:val="A57642C0"/>
    <w:lvl w:ilvl="0" w:tplc="A2901E26">
      <w:start w:val="20"/>
      <w:numFmt w:val="bullet"/>
      <w:lvlText w:val="-"/>
      <w:lvlJc w:val="left"/>
      <w:pPr>
        <w:tabs>
          <w:tab w:val="num" w:pos="720"/>
        </w:tabs>
        <w:ind w:left="720"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A2901E26">
      <w:start w:val="20"/>
      <w:numFmt w:val="bullet"/>
      <w:lvlText w:val="-"/>
      <w:lvlJc w:val="left"/>
      <w:pPr>
        <w:tabs>
          <w:tab w:val="num" w:pos="2160"/>
        </w:tabs>
        <w:ind w:left="2160" w:hanging="360"/>
      </w:pPr>
      <w:rPr>
        <w:rFonts w:ascii="Times New Roman" w:eastAsia="Times New Roman" w:hAnsi="Times New Roman" w:cs="Times New Roman"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6" w15:restartNumberingAfterBreak="0">
    <w:nsid w:val="56362362"/>
    <w:multiLevelType w:val="hybridMultilevel"/>
    <w:tmpl w:val="5A12CAB2"/>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7" w15:restartNumberingAfterBreak="0">
    <w:nsid w:val="5DC05A68"/>
    <w:multiLevelType w:val="hybridMultilevel"/>
    <w:tmpl w:val="17543830"/>
    <w:lvl w:ilvl="0" w:tplc="04060001">
      <w:start w:val="1"/>
      <w:numFmt w:val="bullet"/>
      <w:lvlText w:val=""/>
      <w:lvlJc w:val="left"/>
      <w:pPr>
        <w:ind w:left="720" w:hanging="360"/>
      </w:pPr>
      <w:rPr>
        <w:rFonts w:ascii="Symbol" w:hAnsi="Symbol" w:hint="default"/>
      </w:rPr>
    </w:lvl>
    <w:lvl w:ilvl="1" w:tplc="04060003">
      <w:start w:val="1"/>
      <w:numFmt w:val="decimal"/>
      <w:lvlText w:val="%2."/>
      <w:lvlJc w:val="left"/>
      <w:pPr>
        <w:tabs>
          <w:tab w:val="num" w:pos="1440"/>
        </w:tabs>
        <w:ind w:left="1440" w:hanging="360"/>
      </w:pPr>
    </w:lvl>
    <w:lvl w:ilvl="2" w:tplc="04060005">
      <w:start w:val="1"/>
      <w:numFmt w:val="decimal"/>
      <w:lvlText w:val="%3."/>
      <w:lvlJc w:val="left"/>
      <w:pPr>
        <w:tabs>
          <w:tab w:val="num" w:pos="2160"/>
        </w:tabs>
        <w:ind w:left="2160" w:hanging="360"/>
      </w:pPr>
    </w:lvl>
    <w:lvl w:ilvl="3" w:tplc="04060001">
      <w:start w:val="1"/>
      <w:numFmt w:val="decimal"/>
      <w:lvlText w:val="%4."/>
      <w:lvlJc w:val="left"/>
      <w:pPr>
        <w:tabs>
          <w:tab w:val="num" w:pos="2880"/>
        </w:tabs>
        <w:ind w:left="2880" w:hanging="360"/>
      </w:pPr>
    </w:lvl>
    <w:lvl w:ilvl="4" w:tplc="04060003">
      <w:start w:val="1"/>
      <w:numFmt w:val="decimal"/>
      <w:lvlText w:val="%5."/>
      <w:lvlJc w:val="left"/>
      <w:pPr>
        <w:tabs>
          <w:tab w:val="num" w:pos="3600"/>
        </w:tabs>
        <w:ind w:left="3600" w:hanging="360"/>
      </w:pPr>
    </w:lvl>
    <w:lvl w:ilvl="5" w:tplc="04060005">
      <w:start w:val="1"/>
      <w:numFmt w:val="decimal"/>
      <w:lvlText w:val="%6."/>
      <w:lvlJc w:val="left"/>
      <w:pPr>
        <w:tabs>
          <w:tab w:val="num" w:pos="4320"/>
        </w:tabs>
        <w:ind w:left="4320" w:hanging="360"/>
      </w:pPr>
    </w:lvl>
    <w:lvl w:ilvl="6" w:tplc="04060001">
      <w:start w:val="1"/>
      <w:numFmt w:val="decimal"/>
      <w:lvlText w:val="%7."/>
      <w:lvlJc w:val="left"/>
      <w:pPr>
        <w:tabs>
          <w:tab w:val="num" w:pos="5040"/>
        </w:tabs>
        <w:ind w:left="5040" w:hanging="360"/>
      </w:pPr>
    </w:lvl>
    <w:lvl w:ilvl="7" w:tplc="04060003">
      <w:start w:val="1"/>
      <w:numFmt w:val="decimal"/>
      <w:lvlText w:val="%8."/>
      <w:lvlJc w:val="left"/>
      <w:pPr>
        <w:tabs>
          <w:tab w:val="num" w:pos="5760"/>
        </w:tabs>
        <w:ind w:left="5760" w:hanging="360"/>
      </w:pPr>
    </w:lvl>
    <w:lvl w:ilvl="8" w:tplc="04060005">
      <w:start w:val="1"/>
      <w:numFmt w:val="decimal"/>
      <w:lvlText w:val="%9."/>
      <w:lvlJc w:val="left"/>
      <w:pPr>
        <w:tabs>
          <w:tab w:val="num" w:pos="6480"/>
        </w:tabs>
        <w:ind w:left="6480" w:hanging="360"/>
      </w:pPr>
    </w:lvl>
  </w:abstractNum>
  <w:abstractNum w:abstractNumId="28" w15:restartNumberingAfterBreak="0">
    <w:nsid w:val="5EDB3BC2"/>
    <w:multiLevelType w:val="hybridMultilevel"/>
    <w:tmpl w:val="6810B42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9" w15:restartNumberingAfterBreak="0">
    <w:nsid w:val="623A1557"/>
    <w:multiLevelType w:val="hybridMultilevel"/>
    <w:tmpl w:val="CB620DDA"/>
    <w:lvl w:ilvl="0" w:tplc="0409000F">
      <w:start w:val="1"/>
      <w:numFmt w:val="decimal"/>
      <w:lvlText w:val="%1."/>
      <w:lvlJc w:val="left"/>
      <w:pPr>
        <w:tabs>
          <w:tab w:val="num" w:pos="900"/>
        </w:tabs>
        <w:ind w:left="900" w:hanging="360"/>
      </w:pPr>
      <w:rPr>
        <w:rFonts w:hint="default"/>
      </w:rPr>
    </w:lvl>
    <w:lvl w:ilvl="1" w:tplc="E87EE7D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45134CB"/>
    <w:multiLevelType w:val="hybridMultilevel"/>
    <w:tmpl w:val="2C1CB694"/>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1" w15:restartNumberingAfterBreak="0">
    <w:nsid w:val="66CC5DC6"/>
    <w:multiLevelType w:val="hybridMultilevel"/>
    <w:tmpl w:val="678022C2"/>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32" w15:restartNumberingAfterBreak="0">
    <w:nsid w:val="6AF92478"/>
    <w:multiLevelType w:val="hybridMultilevel"/>
    <w:tmpl w:val="A24CB974"/>
    <w:lvl w:ilvl="0" w:tplc="114AB346">
      <w:start w:val="1"/>
      <w:numFmt w:val="decimal"/>
      <w:lvlText w:val="%1."/>
      <w:lvlJc w:val="left"/>
      <w:pPr>
        <w:tabs>
          <w:tab w:val="num" w:pos="1077"/>
        </w:tabs>
        <w:ind w:left="1077" w:hanging="360"/>
      </w:pPr>
    </w:lvl>
    <w:lvl w:ilvl="1" w:tplc="041D0019">
      <w:start w:val="1"/>
      <w:numFmt w:val="lowerLetter"/>
      <w:lvlText w:val="%2."/>
      <w:lvlJc w:val="left"/>
      <w:pPr>
        <w:tabs>
          <w:tab w:val="num" w:pos="1797"/>
        </w:tabs>
        <w:ind w:left="1797" w:hanging="360"/>
      </w:pPr>
    </w:lvl>
    <w:lvl w:ilvl="2" w:tplc="041D001B">
      <w:start w:val="1"/>
      <w:numFmt w:val="lowerRoman"/>
      <w:lvlText w:val="%3."/>
      <w:lvlJc w:val="right"/>
      <w:pPr>
        <w:tabs>
          <w:tab w:val="num" w:pos="2517"/>
        </w:tabs>
        <w:ind w:left="2517" w:hanging="180"/>
      </w:pPr>
    </w:lvl>
    <w:lvl w:ilvl="3" w:tplc="041D000F">
      <w:start w:val="1"/>
      <w:numFmt w:val="decimal"/>
      <w:lvlText w:val="%4."/>
      <w:lvlJc w:val="left"/>
      <w:pPr>
        <w:tabs>
          <w:tab w:val="num" w:pos="3237"/>
        </w:tabs>
        <w:ind w:left="3237" w:hanging="360"/>
      </w:pPr>
    </w:lvl>
    <w:lvl w:ilvl="4" w:tplc="041D0019" w:tentative="1">
      <w:start w:val="1"/>
      <w:numFmt w:val="lowerLetter"/>
      <w:lvlText w:val="%5."/>
      <w:lvlJc w:val="left"/>
      <w:pPr>
        <w:tabs>
          <w:tab w:val="num" w:pos="3957"/>
        </w:tabs>
        <w:ind w:left="3957" w:hanging="360"/>
      </w:pPr>
    </w:lvl>
    <w:lvl w:ilvl="5" w:tplc="041D001B" w:tentative="1">
      <w:start w:val="1"/>
      <w:numFmt w:val="lowerRoman"/>
      <w:lvlText w:val="%6."/>
      <w:lvlJc w:val="right"/>
      <w:pPr>
        <w:tabs>
          <w:tab w:val="num" w:pos="4677"/>
        </w:tabs>
        <w:ind w:left="4677" w:hanging="180"/>
      </w:pPr>
    </w:lvl>
    <w:lvl w:ilvl="6" w:tplc="041D000F" w:tentative="1">
      <w:start w:val="1"/>
      <w:numFmt w:val="decimal"/>
      <w:lvlText w:val="%7."/>
      <w:lvlJc w:val="left"/>
      <w:pPr>
        <w:tabs>
          <w:tab w:val="num" w:pos="5397"/>
        </w:tabs>
        <w:ind w:left="5397" w:hanging="360"/>
      </w:pPr>
    </w:lvl>
    <w:lvl w:ilvl="7" w:tplc="041D0019" w:tentative="1">
      <w:start w:val="1"/>
      <w:numFmt w:val="lowerLetter"/>
      <w:lvlText w:val="%8."/>
      <w:lvlJc w:val="left"/>
      <w:pPr>
        <w:tabs>
          <w:tab w:val="num" w:pos="6117"/>
        </w:tabs>
        <w:ind w:left="6117" w:hanging="360"/>
      </w:pPr>
    </w:lvl>
    <w:lvl w:ilvl="8" w:tplc="041D001B" w:tentative="1">
      <w:start w:val="1"/>
      <w:numFmt w:val="lowerRoman"/>
      <w:lvlText w:val="%9."/>
      <w:lvlJc w:val="right"/>
      <w:pPr>
        <w:tabs>
          <w:tab w:val="num" w:pos="6837"/>
        </w:tabs>
        <w:ind w:left="6837" w:hanging="180"/>
      </w:pPr>
    </w:lvl>
  </w:abstractNum>
  <w:abstractNum w:abstractNumId="33" w15:restartNumberingAfterBreak="0">
    <w:nsid w:val="6EAE56C9"/>
    <w:multiLevelType w:val="hybridMultilevel"/>
    <w:tmpl w:val="4B321330"/>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34" w15:restartNumberingAfterBreak="0">
    <w:nsid w:val="6FD87098"/>
    <w:multiLevelType w:val="hybridMultilevel"/>
    <w:tmpl w:val="0BD4394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5" w15:restartNumberingAfterBreak="0">
    <w:nsid w:val="71F171C3"/>
    <w:multiLevelType w:val="hybridMultilevel"/>
    <w:tmpl w:val="36E8C682"/>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36" w15:restartNumberingAfterBreak="0">
    <w:nsid w:val="72BC6A73"/>
    <w:multiLevelType w:val="hybridMultilevel"/>
    <w:tmpl w:val="0838ADE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7" w15:restartNumberingAfterBreak="0">
    <w:nsid w:val="73637564"/>
    <w:multiLevelType w:val="hybridMultilevel"/>
    <w:tmpl w:val="9A74EBC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8" w15:restartNumberingAfterBreak="0">
    <w:nsid w:val="75905A69"/>
    <w:multiLevelType w:val="hybridMultilevel"/>
    <w:tmpl w:val="300ED9BC"/>
    <w:lvl w:ilvl="0" w:tplc="BD2E2742">
      <w:start w:val="1"/>
      <w:numFmt w:val="bullet"/>
      <w:pStyle w:val="indragfrnaltrubrik3"/>
      <w:lvlText w:val="o"/>
      <w:lvlJc w:val="left"/>
      <w:pPr>
        <w:ind w:left="1494" w:hanging="360"/>
      </w:pPr>
      <w:rPr>
        <w:rFonts w:ascii="Courier New" w:hAnsi="Courier New" w:cs="Courier New" w:hint="default"/>
      </w:rPr>
    </w:lvl>
    <w:lvl w:ilvl="1" w:tplc="041D0003" w:tentative="1">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9" w15:restartNumberingAfterBreak="0">
    <w:nsid w:val="75A0421C"/>
    <w:multiLevelType w:val="hybridMultilevel"/>
    <w:tmpl w:val="D6FC14A0"/>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40" w15:restartNumberingAfterBreak="0">
    <w:nsid w:val="78052115"/>
    <w:multiLevelType w:val="hybridMultilevel"/>
    <w:tmpl w:val="D21AB50E"/>
    <w:lvl w:ilvl="0" w:tplc="A2901E26">
      <w:start w:val="20"/>
      <w:numFmt w:val="bullet"/>
      <w:lvlText w:val="-"/>
      <w:lvlJc w:val="left"/>
      <w:pPr>
        <w:tabs>
          <w:tab w:val="num" w:pos="720"/>
        </w:tabs>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1" w15:restartNumberingAfterBreak="0">
    <w:nsid w:val="7E34754A"/>
    <w:multiLevelType w:val="hybridMultilevel"/>
    <w:tmpl w:val="7A940488"/>
    <w:lvl w:ilvl="0" w:tplc="146A823E">
      <w:start w:val="1"/>
      <w:numFmt w:val="decimal"/>
      <w:pStyle w:val="Rubrik1"/>
      <w:lvlText w:val="%1."/>
      <w:lvlJc w:val="left"/>
      <w:pPr>
        <w:ind w:left="785" w:hanging="360"/>
      </w:pPr>
    </w:lvl>
    <w:lvl w:ilvl="1" w:tplc="041D0019" w:tentative="1">
      <w:start w:val="1"/>
      <w:numFmt w:val="lowerLetter"/>
      <w:lvlText w:val="%2."/>
      <w:lvlJc w:val="left"/>
      <w:pPr>
        <w:ind w:left="1440" w:hanging="360"/>
      </w:pPr>
    </w:lvl>
    <w:lvl w:ilvl="2" w:tplc="041D001B" w:tentative="1">
      <w:start w:val="1"/>
      <w:numFmt w:val="lowerRoman"/>
      <w:pStyle w:val="Rubrik3alt"/>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16cid:durableId="204066383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102318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2259856">
    <w:abstractNumId w:val="2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8416316">
    <w:abstractNumId w:val="22"/>
  </w:num>
  <w:num w:numId="5" w16cid:durableId="436098346">
    <w:abstractNumId w:val="29"/>
  </w:num>
  <w:num w:numId="6" w16cid:durableId="765685731">
    <w:abstractNumId w:val="0"/>
    <w:lvlOverride w:ilvl="0">
      <w:startOverride w:val="3"/>
    </w:lvlOverride>
  </w:num>
  <w:num w:numId="7" w16cid:durableId="890262638">
    <w:abstractNumId w:val="32"/>
  </w:num>
  <w:num w:numId="8" w16cid:durableId="615333449">
    <w:abstractNumId w:val="21"/>
  </w:num>
  <w:num w:numId="9" w16cid:durableId="1976831724">
    <w:abstractNumId w:val="28"/>
  </w:num>
  <w:num w:numId="10" w16cid:durableId="1264919020">
    <w:abstractNumId w:val="30"/>
  </w:num>
  <w:num w:numId="11" w16cid:durableId="452407276">
    <w:abstractNumId w:val="41"/>
  </w:num>
  <w:num w:numId="12" w16cid:durableId="9810852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08388489">
    <w:abstractNumId w:val="33"/>
  </w:num>
  <w:num w:numId="14" w16cid:durableId="854733279">
    <w:abstractNumId w:val="12"/>
  </w:num>
  <w:num w:numId="15" w16cid:durableId="1514803641">
    <w:abstractNumId w:val="1"/>
  </w:num>
  <w:num w:numId="16" w16cid:durableId="1493519258">
    <w:abstractNumId w:val="10"/>
  </w:num>
  <w:num w:numId="17" w16cid:durableId="1073504925">
    <w:abstractNumId w:val="39"/>
  </w:num>
  <w:num w:numId="18" w16cid:durableId="953681354">
    <w:abstractNumId w:val="31"/>
  </w:num>
  <w:num w:numId="19" w16cid:durableId="95043512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54252362">
    <w:abstractNumId w:val="37"/>
  </w:num>
  <w:num w:numId="21" w16cid:durableId="1210413747">
    <w:abstractNumId w:val="36"/>
  </w:num>
  <w:num w:numId="22" w16cid:durableId="1079016217">
    <w:abstractNumId w:val="18"/>
  </w:num>
  <w:num w:numId="23" w16cid:durableId="1807550227">
    <w:abstractNumId w:val="9"/>
  </w:num>
  <w:num w:numId="24" w16cid:durableId="2000767728">
    <w:abstractNumId w:val="4"/>
  </w:num>
  <w:num w:numId="25" w16cid:durableId="239171115">
    <w:abstractNumId w:val="38"/>
  </w:num>
  <w:num w:numId="26" w16cid:durableId="1780174137">
    <w:abstractNumId w:val="17"/>
  </w:num>
  <w:num w:numId="27" w16cid:durableId="1030685097">
    <w:abstractNumId w:val="8"/>
  </w:num>
  <w:num w:numId="28" w16cid:durableId="1313145587">
    <w:abstractNumId w:val="16"/>
  </w:num>
  <w:num w:numId="29" w16cid:durableId="547187090">
    <w:abstractNumId w:val="24"/>
  </w:num>
  <w:num w:numId="30" w16cid:durableId="935400952">
    <w:abstractNumId w:val="26"/>
  </w:num>
  <w:num w:numId="31" w16cid:durableId="969943044">
    <w:abstractNumId w:val="5"/>
  </w:num>
  <w:num w:numId="32" w16cid:durableId="1468426741">
    <w:abstractNumId w:val="34"/>
  </w:num>
  <w:num w:numId="33" w16cid:durableId="1384984518">
    <w:abstractNumId w:val="2"/>
  </w:num>
  <w:num w:numId="34" w16cid:durableId="412942629">
    <w:abstractNumId w:val="11"/>
  </w:num>
  <w:num w:numId="35" w16cid:durableId="2102330002">
    <w:abstractNumId w:val="23"/>
  </w:num>
  <w:num w:numId="36" w16cid:durableId="1422990131">
    <w:abstractNumId w:val="3"/>
  </w:num>
  <w:num w:numId="37" w16cid:durableId="1060127683">
    <w:abstractNumId w:val="7"/>
  </w:num>
  <w:num w:numId="38" w16cid:durableId="130756079">
    <w:abstractNumId w:val="14"/>
  </w:num>
  <w:num w:numId="39" w16cid:durableId="282273526">
    <w:abstractNumId w:val="35"/>
  </w:num>
  <w:num w:numId="40" w16cid:durableId="329065580">
    <w:abstractNumId w:val="6"/>
  </w:num>
  <w:num w:numId="41" w16cid:durableId="9867886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5293368">
    <w:abstractNumId w:val="13"/>
  </w:num>
  <w:num w:numId="43" w16cid:durableId="177871787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99A"/>
    <w:rsid w:val="00000426"/>
    <w:rsid w:val="0000051F"/>
    <w:rsid w:val="0000182F"/>
    <w:rsid w:val="000028AC"/>
    <w:rsid w:val="00003087"/>
    <w:rsid w:val="000058D4"/>
    <w:rsid w:val="00006897"/>
    <w:rsid w:val="000105EC"/>
    <w:rsid w:val="0001097E"/>
    <w:rsid w:val="000126B2"/>
    <w:rsid w:val="0001297D"/>
    <w:rsid w:val="00012E57"/>
    <w:rsid w:val="00013A31"/>
    <w:rsid w:val="00014D20"/>
    <w:rsid w:val="00015D1E"/>
    <w:rsid w:val="00016A32"/>
    <w:rsid w:val="00021492"/>
    <w:rsid w:val="00022833"/>
    <w:rsid w:val="000230FE"/>
    <w:rsid w:val="0002711D"/>
    <w:rsid w:val="00027198"/>
    <w:rsid w:val="00030937"/>
    <w:rsid w:val="00031AE3"/>
    <w:rsid w:val="000321C3"/>
    <w:rsid w:val="0003336A"/>
    <w:rsid w:val="00037055"/>
    <w:rsid w:val="0004087D"/>
    <w:rsid w:val="00043915"/>
    <w:rsid w:val="00044927"/>
    <w:rsid w:val="00044AC8"/>
    <w:rsid w:val="00045C6C"/>
    <w:rsid w:val="000474ED"/>
    <w:rsid w:val="00047E6C"/>
    <w:rsid w:val="00050113"/>
    <w:rsid w:val="0005058B"/>
    <w:rsid w:val="000508A8"/>
    <w:rsid w:val="0005250D"/>
    <w:rsid w:val="00052752"/>
    <w:rsid w:val="00052D4E"/>
    <w:rsid w:val="00052F3D"/>
    <w:rsid w:val="00052F4F"/>
    <w:rsid w:val="0005427D"/>
    <w:rsid w:val="00055B62"/>
    <w:rsid w:val="0005663C"/>
    <w:rsid w:val="000608E4"/>
    <w:rsid w:val="0006241E"/>
    <w:rsid w:val="00064B05"/>
    <w:rsid w:val="00066315"/>
    <w:rsid w:val="000671A7"/>
    <w:rsid w:val="00067208"/>
    <w:rsid w:val="000676DC"/>
    <w:rsid w:val="000703E3"/>
    <w:rsid w:val="000707A6"/>
    <w:rsid w:val="00071CCC"/>
    <w:rsid w:val="000750A7"/>
    <w:rsid w:val="0007698B"/>
    <w:rsid w:val="0007723C"/>
    <w:rsid w:val="00077A54"/>
    <w:rsid w:val="00077AB7"/>
    <w:rsid w:val="00082915"/>
    <w:rsid w:val="00084E46"/>
    <w:rsid w:val="00087076"/>
    <w:rsid w:val="000877CC"/>
    <w:rsid w:val="000929F1"/>
    <w:rsid w:val="0009330E"/>
    <w:rsid w:val="00093E30"/>
    <w:rsid w:val="00094551"/>
    <w:rsid w:val="0009670C"/>
    <w:rsid w:val="00096C48"/>
    <w:rsid w:val="00097365"/>
    <w:rsid w:val="00097865"/>
    <w:rsid w:val="000A1514"/>
    <w:rsid w:val="000A1899"/>
    <w:rsid w:val="000A3F21"/>
    <w:rsid w:val="000A4E43"/>
    <w:rsid w:val="000A4F70"/>
    <w:rsid w:val="000A5828"/>
    <w:rsid w:val="000A6E95"/>
    <w:rsid w:val="000A7153"/>
    <w:rsid w:val="000B0ACF"/>
    <w:rsid w:val="000B1619"/>
    <w:rsid w:val="000B17BB"/>
    <w:rsid w:val="000B2961"/>
    <w:rsid w:val="000B2C8F"/>
    <w:rsid w:val="000B692B"/>
    <w:rsid w:val="000B6A8B"/>
    <w:rsid w:val="000B6C80"/>
    <w:rsid w:val="000B6D5A"/>
    <w:rsid w:val="000B7312"/>
    <w:rsid w:val="000C0036"/>
    <w:rsid w:val="000C063B"/>
    <w:rsid w:val="000C07EF"/>
    <w:rsid w:val="000C0CFE"/>
    <w:rsid w:val="000C31AD"/>
    <w:rsid w:val="000C4981"/>
    <w:rsid w:val="000C5254"/>
    <w:rsid w:val="000C5294"/>
    <w:rsid w:val="000C5C01"/>
    <w:rsid w:val="000C60A2"/>
    <w:rsid w:val="000C679B"/>
    <w:rsid w:val="000C7298"/>
    <w:rsid w:val="000D0110"/>
    <w:rsid w:val="000D0F36"/>
    <w:rsid w:val="000D115E"/>
    <w:rsid w:val="000D3E76"/>
    <w:rsid w:val="000D64ED"/>
    <w:rsid w:val="000D6923"/>
    <w:rsid w:val="000D7C91"/>
    <w:rsid w:val="000E326B"/>
    <w:rsid w:val="000E3802"/>
    <w:rsid w:val="000E5819"/>
    <w:rsid w:val="000E719B"/>
    <w:rsid w:val="000F0A07"/>
    <w:rsid w:val="000F0B0D"/>
    <w:rsid w:val="000F147C"/>
    <w:rsid w:val="000F2018"/>
    <w:rsid w:val="000F25FD"/>
    <w:rsid w:val="000F2E99"/>
    <w:rsid w:val="000F31D0"/>
    <w:rsid w:val="000F359B"/>
    <w:rsid w:val="000F4AE0"/>
    <w:rsid w:val="000F65D2"/>
    <w:rsid w:val="00101842"/>
    <w:rsid w:val="00101E5E"/>
    <w:rsid w:val="00103520"/>
    <w:rsid w:val="00103662"/>
    <w:rsid w:val="00103C92"/>
    <w:rsid w:val="00104E50"/>
    <w:rsid w:val="00106728"/>
    <w:rsid w:val="001073CB"/>
    <w:rsid w:val="00107D1D"/>
    <w:rsid w:val="00110525"/>
    <w:rsid w:val="00110816"/>
    <w:rsid w:val="00112E61"/>
    <w:rsid w:val="00114806"/>
    <w:rsid w:val="0011584E"/>
    <w:rsid w:val="00121558"/>
    <w:rsid w:val="00122246"/>
    <w:rsid w:val="00122389"/>
    <w:rsid w:val="0012239D"/>
    <w:rsid w:val="00124A72"/>
    <w:rsid w:val="0012696A"/>
    <w:rsid w:val="00131CED"/>
    <w:rsid w:val="00133BA0"/>
    <w:rsid w:val="00135196"/>
    <w:rsid w:val="00135FA7"/>
    <w:rsid w:val="00136804"/>
    <w:rsid w:val="00140633"/>
    <w:rsid w:val="00141978"/>
    <w:rsid w:val="00143799"/>
    <w:rsid w:val="00144CD5"/>
    <w:rsid w:val="00150647"/>
    <w:rsid w:val="00151DF4"/>
    <w:rsid w:val="00153AF4"/>
    <w:rsid w:val="00153D74"/>
    <w:rsid w:val="00153F9D"/>
    <w:rsid w:val="0015678E"/>
    <w:rsid w:val="00156A57"/>
    <w:rsid w:val="00157DB4"/>
    <w:rsid w:val="0016331E"/>
    <w:rsid w:val="001648BF"/>
    <w:rsid w:val="0016522C"/>
    <w:rsid w:val="00165F87"/>
    <w:rsid w:val="0016728D"/>
    <w:rsid w:val="00167D9F"/>
    <w:rsid w:val="00171216"/>
    <w:rsid w:val="00171F6F"/>
    <w:rsid w:val="00173A25"/>
    <w:rsid w:val="00173F81"/>
    <w:rsid w:val="0017676D"/>
    <w:rsid w:val="00176B53"/>
    <w:rsid w:val="00177146"/>
    <w:rsid w:val="0017770E"/>
    <w:rsid w:val="00186E55"/>
    <w:rsid w:val="0018755C"/>
    <w:rsid w:val="00191871"/>
    <w:rsid w:val="00194D40"/>
    <w:rsid w:val="001963C7"/>
    <w:rsid w:val="001969D6"/>
    <w:rsid w:val="00196DA0"/>
    <w:rsid w:val="001A3557"/>
    <w:rsid w:val="001A5271"/>
    <w:rsid w:val="001A6C68"/>
    <w:rsid w:val="001A7246"/>
    <w:rsid w:val="001A78BB"/>
    <w:rsid w:val="001B072D"/>
    <w:rsid w:val="001B0B4C"/>
    <w:rsid w:val="001B190A"/>
    <w:rsid w:val="001B387A"/>
    <w:rsid w:val="001C0396"/>
    <w:rsid w:val="001C0BAC"/>
    <w:rsid w:val="001C0CF5"/>
    <w:rsid w:val="001C10A9"/>
    <w:rsid w:val="001C181F"/>
    <w:rsid w:val="001C507D"/>
    <w:rsid w:val="001C50B8"/>
    <w:rsid w:val="001C53B6"/>
    <w:rsid w:val="001D181C"/>
    <w:rsid w:val="001D264F"/>
    <w:rsid w:val="001D5B27"/>
    <w:rsid w:val="001D608C"/>
    <w:rsid w:val="001D6233"/>
    <w:rsid w:val="001D736B"/>
    <w:rsid w:val="001E123E"/>
    <w:rsid w:val="001E2991"/>
    <w:rsid w:val="001E2EFF"/>
    <w:rsid w:val="001E3156"/>
    <w:rsid w:val="001E3E53"/>
    <w:rsid w:val="001E5B5B"/>
    <w:rsid w:val="001E62A5"/>
    <w:rsid w:val="001F15D9"/>
    <w:rsid w:val="001F3AF9"/>
    <w:rsid w:val="001F3BF5"/>
    <w:rsid w:val="001F40BF"/>
    <w:rsid w:val="001F4651"/>
    <w:rsid w:val="001F4C03"/>
    <w:rsid w:val="001F4DA7"/>
    <w:rsid w:val="001F598A"/>
    <w:rsid w:val="001F5DA7"/>
    <w:rsid w:val="002031D0"/>
    <w:rsid w:val="00204802"/>
    <w:rsid w:val="00207331"/>
    <w:rsid w:val="002105BE"/>
    <w:rsid w:val="00213D7C"/>
    <w:rsid w:val="0021484C"/>
    <w:rsid w:val="00214A56"/>
    <w:rsid w:val="002150DD"/>
    <w:rsid w:val="00217480"/>
    <w:rsid w:val="00221266"/>
    <w:rsid w:val="0022130A"/>
    <w:rsid w:val="00221404"/>
    <w:rsid w:val="00222331"/>
    <w:rsid w:val="002226F4"/>
    <w:rsid w:val="002229EA"/>
    <w:rsid w:val="00223527"/>
    <w:rsid w:val="002246E2"/>
    <w:rsid w:val="0022528A"/>
    <w:rsid w:val="002261BF"/>
    <w:rsid w:val="00226C4A"/>
    <w:rsid w:val="002274B2"/>
    <w:rsid w:val="00227DC7"/>
    <w:rsid w:val="00230EBF"/>
    <w:rsid w:val="002318DA"/>
    <w:rsid w:val="002320F4"/>
    <w:rsid w:val="002321B0"/>
    <w:rsid w:val="002332C8"/>
    <w:rsid w:val="00233715"/>
    <w:rsid w:val="00241335"/>
    <w:rsid w:val="00241550"/>
    <w:rsid w:val="0024157C"/>
    <w:rsid w:val="002415CB"/>
    <w:rsid w:val="00241B8A"/>
    <w:rsid w:val="00242FC4"/>
    <w:rsid w:val="002431CA"/>
    <w:rsid w:val="00244660"/>
    <w:rsid w:val="00245964"/>
    <w:rsid w:val="00251D9E"/>
    <w:rsid w:val="00251F04"/>
    <w:rsid w:val="00252E10"/>
    <w:rsid w:val="002542EA"/>
    <w:rsid w:val="00255447"/>
    <w:rsid w:val="00255515"/>
    <w:rsid w:val="00255934"/>
    <w:rsid w:val="00260C09"/>
    <w:rsid w:val="002611D0"/>
    <w:rsid w:val="00262FB9"/>
    <w:rsid w:val="00263259"/>
    <w:rsid w:val="00263BC8"/>
    <w:rsid w:val="00265427"/>
    <w:rsid w:val="00265445"/>
    <w:rsid w:val="00267949"/>
    <w:rsid w:val="00270A71"/>
    <w:rsid w:val="00271B0B"/>
    <w:rsid w:val="002728A6"/>
    <w:rsid w:val="00272CF0"/>
    <w:rsid w:val="00273833"/>
    <w:rsid w:val="002761FF"/>
    <w:rsid w:val="00277427"/>
    <w:rsid w:val="00281BFD"/>
    <w:rsid w:val="0028220E"/>
    <w:rsid w:val="00282348"/>
    <w:rsid w:val="00282E50"/>
    <w:rsid w:val="002958AC"/>
    <w:rsid w:val="00296560"/>
    <w:rsid w:val="00296893"/>
    <w:rsid w:val="00296BA3"/>
    <w:rsid w:val="0029729C"/>
    <w:rsid w:val="00297B85"/>
    <w:rsid w:val="002A0214"/>
    <w:rsid w:val="002A0CB2"/>
    <w:rsid w:val="002A436D"/>
    <w:rsid w:val="002A5748"/>
    <w:rsid w:val="002A5A57"/>
    <w:rsid w:val="002A6596"/>
    <w:rsid w:val="002A72DC"/>
    <w:rsid w:val="002B06BB"/>
    <w:rsid w:val="002B12FB"/>
    <w:rsid w:val="002B2606"/>
    <w:rsid w:val="002B6251"/>
    <w:rsid w:val="002B65EB"/>
    <w:rsid w:val="002B6EA1"/>
    <w:rsid w:val="002B7B77"/>
    <w:rsid w:val="002C0198"/>
    <w:rsid w:val="002C0834"/>
    <w:rsid w:val="002C2135"/>
    <w:rsid w:val="002C290F"/>
    <w:rsid w:val="002C3672"/>
    <w:rsid w:val="002C7325"/>
    <w:rsid w:val="002D07C4"/>
    <w:rsid w:val="002D07C8"/>
    <w:rsid w:val="002D3F60"/>
    <w:rsid w:val="002D4FB0"/>
    <w:rsid w:val="002D5594"/>
    <w:rsid w:val="002D67EC"/>
    <w:rsid w:val="002E0720"/>
    <w:rsid w:val="002E0E3C"/>
    <w:rsid w:val="002E6663"/>
    <w:rsid w:val="002E675C"/>
    <w:rsid w:val="002E7F9D"/>
    <w:rsid w:val="002F04F3"/>
    <w:rsid w:val="002F0813"/>
    <w:rsid w:val="002F0AA3"/>
    <w:rsid w:val="002F297E"/>
    <w:rsid w:val="002F3E8C"/>
    <w:rsid w:val="002F4846"/>
    <w:rsid w:val="00300511"/>
    <w:rsid w:val="00302B92"/>
    <w:rsid w:val="00305A89"/>
    <w:rsid w:val="00306CC3"/>
    <w:rsid w:val="003072F8"/>
    <w:rsid w:val="00307C81"/>
    <w:rsid w:val="00310BA5"/>
    <w:rsid w:val="00312DE2"/>
    <w:rsid w:val="00316C46"/>
    <w:rsid w:val="003212C6"/>
    <w:rsid w:val="00321B9E"/>
    <w:rsid w:val="00322476"/>
    <w:rsid w:val="003235CC"/>
    <w:rsid w:val="00323883"/>
    <w:rsid w:val="0032484D"/>
    <w:rsid w:val="003258FD"/>
    <w:rsid w:val="003261A8"/>
    <w:rsid w:val="00327DDC"/>
    <w:rsid w:val="00331F9C"/>
    <w:rsid w:val="003325A0"/>
    <w:rsid w:val="003328C1"/>
    <w:rsid w:val="00332F1C"/>
    <w:rsid w:val="00333BB8"/>
    <w:rsid w:val="00333FFF"/>
    <w:rsid w:val="003378F9"/>
    <w:rsid w:val="0034626C"/>
    <w:rsid w:val="00350F95"/>
    <w:rsid w:val="00351813"/>
    <w:rsid w:val="003520E8"/>
    <w:rsid w:val="00352A56"/>
    <w:rsid w:val="00355B80"/>
    <w:rsid w:val="00355D12"/>
    <w:rsid w:val="00362152"/>
    <w:rsid w:val="00362967"/>
    <w:rsid w:val="00366399"/>
    <w:rsid w:val="00370982"/>
    <w:rsid w:val="00371BD1"/>
    <w:rsid w:val="00371D6D"/>
    <w:rsid w:val="0037267F"/>
    <w:rsid w:val="00372EED"/>
    <w:rsid w:val="00374625"/>
    <w:rsid w:val="00374A6B"/>
    <w:rsid w:val="00374BF4"/>
    <w:rsid w:val="00374D11"/>
    <w:rsid w:val="00376F5B"/>
    <w:rsid w:val="00376FB7"/>
    <w:rsid w:val="00380C89"/>
    <w:rsid w:val="00381135"/>
    <w:rsid w:val="00382979"/>
    <w:rsid w:val="003829AF"/>
    <w:rsid w:val="00385ECC"/>
    <w:rsid w:val="00386D47"/>
    <w:rsid w:val="00390B79"/>
    <w:rsid w:val="00391B4C"/>
    <w:rsid w:val="0039631C"/>
    <w:rsid w:val="00396783"/>
    <w:rsid w:val="003A00A2"/>
    <w:rsid w:val="003A081D"/>
    <w:rsid w:val="003A0CCE"/>
    <w:rsid w:val="003A3178"/>
    <w:rsid w:val="003A37FF"/>
    <w:rsid w:val="003A425F"/>
    <w:rsid w:val="003A526D"/>
    <w:rsid w:val="003A5B76"/>
    <w:rsid w:val="003A60F5"/>
    <w:rsid w:val="003A69F1"/>
    <w:rsid w:val="003A6C8D"/>
    <w:rsid w:val="003A6CCF"/>
    <w:rsid w:val="003B16D7"/>
    <w:rsid w:val="003B1F92"/>
    <w:rsid w:val="003B2461"/>
    <w:rsid w:val="003B5E07"/>
    <w:rsid w:val="003B63EF"/>
    <w:rsid w:val="003B7892"/>
    <w:rsid w:val="003B798C"/>
    <w:rsid w:val="003C0C61"/>
    <w:rsid w:val="003C0FC6"/>
    <w:rsid w:val="003C194A"/>
    <w:rsid w:val="003C1A3C"/>
    <w:rsid w:val="003C2512"/>
    <w:rsid w:val="003C2D5D"/>
    <w:rsid w:val="003C4214"/>
    <w:rsid w:val="003C4820"/>
    <w:rsid w:val="003C551B"/>
    <w:rsid w:val="003C5BD5"/>
    <w:rsid w:val="003D0F6A"/>
    <w:rsid w:val="003D26DB"/>
    <w:rsid w:val="003D39C7"/>
    <w:rsid w:val="003D4FE7"/>
    <w:rsid w:val="003D728B"/>
    <w:rsid w:val="003E083D"/>
    <w:rsid w:val="003E1ABB"/>
    <w:rsid w:val="003E28EF"/>
    <w:rsid w:val="003E33AC"/>
    <w:rsid w:val="003E45A6"/>
    <w:rsid w:val="003E4997"/>
    <w:rsid w:val="003E645A"/>
    <w:rsid w:val="003F1406"/>
    <w:rsid w:val="003F1E2F"/>
    <w:rsid w:val="003F569D"/>
    <w:rsid w:val="003F5786"/>
    <w:rsid w:val="00400548"/>
    <w:rsid w:val="00402420"/>
    <w:rsid w:val="00403062"/>
    <w:rsid w:val="00403C5A"/>
    <w:rsid w:val="00405574"/>
    <w:rsid w:val="00405E17"/>
    <w:rsid w:val="00406EE6"/>
    <w:rsid w:val="00407101"/>
    <w:rsid w:val="00407387"/>
    <w:rsid w:val="004073CC"/>
    <w:rsid w:val="00407D57"/>
    <w:rsid w:val="004147EB"/>
    <w:rsid w:val="0041660A"/>
    <w:rsid w:val="004166DB"/>
    <w:rsid w:val="00417572"/>
    <w:rsid w:val="0042081F"/>
    <w:rsid w:val="0042122D"/>
    <w:rsid w:val="00422107"/>
    <w:rsid w:val="00422BAA"/>
    <w:rsid w:val="00422F2E"/>
    <w:rsid w:val="00423758"/>
    <w:rsid w:val="00424A14"/>
    <w:rsid w:val="00426CB9"/>
    <w:rsid w:val="004275C9"/>
    <w:rsid w:val="00431297"/>
    <w:rsid w:val="00431927"/>
    <w:rsid w:val="00435339"/>
    <w:rsid w:val="004355F2"/>
    <w:rsid w:val="004356B8"/>
    <w:rsid w:val="00435A4A"/>
    <w:rsid w:val="004362D4"/>
    <w:rsid w:val="0043720A"/>
    <w:rsid w:val="0044107C"/>
    <w:rsid w:val="0044447A"/>
    <w:rsid w:val="004458F7"/>
    <w:rsid w:val="00445F9B"/>
    <w:rsid w:val="00446B2E"/>
    <w:rsid w:val="00447328"/>
    <w:rsid w:val="0045035A"/>
    <w:rsid w:val="00450826"/>
    <w:rsid w:val="00452B96"/>
    <w:rsid w:val="004542E1"/>
    <w:rsid w:val="004557E3"/>
    <w:rsid w:val="0045681F"/>
    <w:rsid w:val="00460CF9"/>
    <w:rsid w:val="00462902"/>
    <w:rsid w:val="004636F6"/>
    <w:rsid w:val="00465396"/>
    <w:rsid w:val="00466A0E"/>
    <w:rsid w:val="00467018"/>
    <w:rsid w:val="00467394"/>
    <w:rsid w:val="00467996"/>
    <w:rsid w:val="00467E5D"/>
    <w:rsid w:val="00467E78"/>
    <w:rsid w:val="00471718"/>
    <w:rsid w:val="00473009"/>
    <w:rsid w:val="00474987"/>
    <w:rsid w:val="00474B42"/>
    <w:rsid w:val="00474BBB"/>
    <w:rsid w:val="0047548E"/>
    <w:rsid w:val="00475D94"/>
    <w:rsid w:val="0047790C"/>
    <w:rsid w:val="00477B54"/>
    <w:rsid w:val="00481C38"/>
    <w:rsid w:val="004824DC"/>
    <w:rsid w:val="00485F8B"/>
    <w:rsid w:val="00486C59"/>
    <w:rsid w:val="00486D51"/>
    <w:rsid w:val="00486D55"/>
    <w:rsid w:val="004904FB"/>
    <w:rsid w:val="00490DC8"/>
    <w:rsid w:val="00492881"/>
    <w:rsid w:val="00492E93"/>
    <w:rsid w:val="00493773"/>
    <w:rsid w:val="004939C6"/>
    <w:rsid w:val="004952AE"/>
    <w:rsid w:val="00495DF3"/>
    <w:rsid w:val="00496F02"/>
    <w:rsid w:val="004A030D"/>
    <w:rsid w:val="004A0A40"/>
    <w:rsid w:val="004A37B1"/>
    <w:rsid w:val="004A40AA"/>
    <w:rsid w:val="004A44C6"/>
    <w:rsid w:val="004A4E91"/>
    <w:rsid w:val="004A5491"/>
    <w:rsid w:val="004A64F0"/>
    <w:rsid w:val="004A6B57"/>
    <w:rsid w:val="004A729A"/>
    <w:rsid w:val="004A7E52"/>
    <w:rsid w:val="004A7EFE"/>
    <w:rsid w:val="004B04EF"/>
    <w:rsid w:val="004B1862"/>
    <w:rsid w:val="004B1B22"/>
    <w:rsid w:val="004B1CE9"/>
    <w:rsid w:val="004B2581"/>
    <w:rsid w:val="004B25FC"/>
    <w:rsid w:val="004B3706"/>
    <w:rsid w:val="004B73B2"/>
    <w:rsid w:val="004C1E3A"/>
    <w:rsid w:val="004C2C9C"/>
    <w:rsid w:val="004C3470"/>
    <w:rsid w:val="004C431C"/>
    <w:rsid w:val="004C4FCD"/>
    <w:rsid w:val="004C6BE2"/>
    <w:rsid w:val="004D034E"/>
    <w:rsid w:val="004D1D33"/>
    <w:rsid w:val="004D437D"/>
    <w:rsid w:val="004D479F"/>
    <w:rsid w:val="004D4D04"/>
    <w:rsid w:val="004D51B1"/>
    <w:rsid w:val="004D61DD"/>
    <w:rsid w:val="004E1245"/>
    <w:rsid w:val="004E150E"/>
    <w:rsid w:val="004E1590"/>
    <w:rsid w:val="004E1A35"/>
    <w:rsid w:val="004E38D2"/>
    <w:rsid w:val="004E4397"/>
    <w:rsid w:val="004E4D6B"/>
    <w:rsid w:val="004E5CEA"/>
    <w:rsid w:val="004E7CB5"/>
    <w:rsid w:val="004F0313"/>
    <w:rsid w:val="004F16F6"/>
    <w:rsid w:val="004F17C8"/>
    <w:rsid w:val="004F45B5"/>
    <w:rsid w:val="004F4BC8"/>
    <w:rsid w:val="004F5006"/>
    <w:rsid w:val="004F6AAD"/>
    <w:rsid w:val="004F79BD"/>
    <w:rsid w:val="00500801"/>
    <w:rsid w:val="00500DB5"/>
    <w:rsid w:val="0050210E"/>
    <w:rsid w:val="00502B10"/>
    <w:rsid w:val="00502F92"/>
    <w:rsid w:val="0050337A"/>
    <w:rsid w:val="00503AE9"/>
    <w:rsid w:val="00504C6C"/>
    <w:rsid w:val="00510BBA"/>
    <w:rsid w:val="0051145E"/>
    <w:rsid w:val="00512D46"/>
    <w:rsid w:val="005130C2"/>
    <w:rsid w:val="005131B6"/>
    <w:rsid w:val="00513957"/>
    <w:rsid w:val="00515478"/>
    <w:rsid w:val="00516B7D"/>
    <w:rsid w:val="00516EED"/>
    <w:rsid w:val="0052201D"/>
    <w:rsid w:val="00523844"/>
    <w:rsid w:val="00524D7C"/>
    <w:rsid w:val="0052577D"/>
    <w:rsid w:val="00526238"/>
    <w:rsid w:val="00530836"/>
    <w:rsid w:val="00531100"/>
    <w:rsid w:val="00532C86"/>
    <w:rsid w:val="00533DC9"/>
    <w:rsid w:val="005340C8"/>
    <w:rsid w:val="00534387"/>
    <w:rsid w:val="00535C28"/>
    <w:rsid w:val="00542958"/>
    <w:rsid w:val="00543B7B"/>
    <w:rsid w:val="00544848"/>
    <w:rsid w:val="00546ACC"/>
    <w:rsid w:val="0055035F"/>
    <w:rsid w:val="005507F8"/>
    <w:rsid w:val="00551258"/>
    <w:rsid w:val="00551A52"/>
    <w:rsid w:val="00552C30"/>
    <w:rsid w:val="0055309D"/>
    <w:rsid w:val="00554D84"/>
    <w:rsid w:val="005570A4"/>
    <w:rsid w:val="00557A69"/>
    <w:rsid w:val="0056194A"/>
    <w:rsid w:val="00562BA2"/>
    <w:rsid w:val="0056313F"/>
    <w:rsid w:val="00563B09"/>
    <w:rsid w:val="005644A7"/>
    <w:rsid w:val="00564B37"/>
    <w:rsid w:val="00565AD6"/>
    <w:rsid w:val="00566527"/>
    <w:rsid w:val="0056674F"/>
    <w:rsid w:val="00570C6F"/>
    <w:rsid w:val="00570E2A"/>
    <w:rsid w:val="00571F11"/>
    <w:rsid w:val="00571FC2"/>
    <w:rsid w:val="00572610"/>
    <w:rsid w:val="00574F4F"/>
    <w:rsid w:val="0057572E"/>
    <w:rsid w:val="00575BE3"/>
    <w:rsid w:val="005769BE"/>
    <w:rsid w:val="005769F8"/>
    <w:rsid w:val="00576B8E"/>
    <w:rsid w:val="00577E07"/>
    <w:rsid w:val="005838A7"/>
    <w:rsid w:val="00584598"/>
    <w:rsid w:val="00584838"/>
    <w:rsid w:val="00584BCA"/>
    <w:rsid w:val="00584C45"/>
    <w:rsid w:val="00587106"/>
    <w:rsid w:val="005902AA"/>
    <w:rsid w:val="005905B0"/>
    <w:rsid w:val="00590AA3"/>
    <w:rsid w:val="00592AD6"/>
    <w:rsid w:val="0059341F"/>
    <w:rsid w:val="00594611"/>
    <w:rsid w:val="00596AE5"/>
    <w:rsid w:val="005A2DDA"/>
    <w:rsid w:val="005A378A"/>
    <w:rsid w:val="005A381F"/>
    <w:rsid w:val="005A390D"/>
    <w:rsid w:val="005A3AAF"/>
    <w:rsid w:val="005A7525"/>
    <w:rsid w:val="005B238B"/>
    <w:rsid w:val="005B2537"/>
    <w:rsid w:val="005B28B1"/>
    <w:rsid w:val="005B2D22"/>
    <w:rsid w:val="005B3084"/>
    <w:rsid w:val="005B322C"/>
    <w:rsid w:val="005B4655"/>
    <w:rsid w:val="005B4EEB"/>
    <w:rsid w:val="005B5BD1"/>
    <w:rsid w:val="005C0751"/>
    <w:rsid w:val="005C0A1C"/>
    <w:rsid w:val="005C129F"/>
    <w:rsid w:val="005C2537"/>
    <w:rsid w:val="005C52BE"/>
    <w:rsid w:val="005D1C54"/>
    <w:rsid w:val="005D2184"/>
    <w:rsid w:val="005D3917"/>
    <w:rsid w:val="005D5219"/>
    <w:rsid w:val="005D7492"/>
    <w:rsid w:val="005D7D30"/>
    <w:rsid w:val="005D7FC9"/>
    <w:rsid w:val="005E1246"/>
    <w:rsid w:val="005F0A68"/>
    <w:rsid w:val="005F24CA"/>
    <w:rsid w:val="005F2D39"/>
    <w:rsid w:val="005F3173"/>
    <w:rsid w:val="005F4925"/>
    <w:rsid w:val="005F5C9E"/>
    <w:rsid w:val="005F6F44"/>
    <w:rsid w:val="00600271"/>
    <w:rsid w:val="006002AD"/>
    <w:rsid w:val="0060119D"/>
    <w:rsid w:val="00601D60"/>
    <w:rsid w:val="00601E7F"/>
    <w:rsid w:val="00602010"/>
    <w:rsid w:val="0060290A"/>
    <w:rsid w:val="00603FAF"/>
    <w:rsid w:val="00604085"/>
    <w:rsid w:val="00604960"/>
    <w:rsid w:val="00605F85"/>
    <w:rsid w:val="0060616F"/>
    <w:rsid w:val="00607646"/>
    <w:rsid w:val="006103BE"/>
    <w:rsid w:val="00610527"/>
    <w:rsid w:val="00610CA2"/>
    <w:rsid w:val="00611FA6"/>
    <w:rsid w:val="00612AB2"/>
    <w:rsid w:val="00612AF8"/>
    <w:rsid w:val="00612D70"/>
    <w:rsid w:val="00613294"/>
    <w:rsid w:val="00614C7B"/>
    <w:rsid w:val="00615346"/>
    <w:rsid w:val="00615B81"/>
    <w:rsid w:val="00616352"/>
    <w:rsid w:val="00617420"/>
    <w:rsid w:val="0061750B"/>
    <w:rsid w:val="00620B20"/>
    <w:rsid w:val="00622985"/>
    <w:rsid w:val="006249B3"/>
    <w:rsid w:val="00625FCB"/>
    <w:rsid w:val="0062715A"/>
    <w:rsid w:val="00632AB5"/>
    <w:rsid w:val="00633C63"/>
    <w:rsid w:val="006343CA"/>
    <w:rsid w:val="006348A4"/>
    <w:rsid w:val="006360D2"/>
    <w:rsid w:val="00636F03"/>
    <w:rsid w:val="00640247"/>
    <w:rsid w:val="00642533"/>
    <w:rsid w:val="00642B83"/>
    <w:rsid w:val="0064495A"/>
    <w:rsid w:val="006455A4"/>
    <w:rsid w:val="00645E55"/>
    <w:rsid w:val="00646646"/>
    <w:rsid w:val="006467DB"/>
    <w:rsid w:val="006469F0"/>
    <w:rsid w:val="00646BB9"/>
    <w:rsid w:val="0064751E"/>
    <w:rsid w:val="00650BF1"/>
    <w:rsid w:val="00651B35"/>
    <w:rsid w:val="00651E62"/>
    <w:rsid w:val="00652961"/>
    <w:rsid w:val="00652CB1"/>
    <w:rsid w:val="00653148"/>
    <w:rsid w:val="00655D71"/>
    <w:rsid w:val="0065741A"/>
    <w:rsid w:val="00660286"/>
    <w:rsid w:val="00662A32"/>
    <w:rsid w:val="00663B1B"/>
    <w:rsid w:val="006651F0"/>
    <w:rsid w:val="00665525"/>
    <w:rsid w:val="0066559C"/>
    <w:rsid w:val="00670D59"/>
    <w:rsid w:val="00671DB6"/>
    <w:rsid w:val="0067212B"/>
    <w:rsid w:val="00672A0F"/>
    <w:rsid w:val="00673415"/>
    <w:rsid w:val="00673E88"/>
    <w:rsid w:val="00676ADA"/>
    <w:rsid w:val="00677FFC"/>
    <w:rsid w:val="00681199"/>
    <w:rsid w:val="006820E4"/>
    <w:rsid w:val="006836F8"/>
    <w:rsid w:val="00684717"/>
    <w:rsid w:val="0068497F"/>
    <w:rsid w:val="00684E90"/>
    <w:rsid w:val="00685185"/>
    <w:rsid w:val="00690392"/>
    <w:rsid w:val="0069147B"/>
    <w:rsid w:val="0069241A"/>
    <w:rsid w:val="006929C1"/>
    <w:rsid w:val="00692B43"/>
    <w:rsid w:val="006936A5"/>
    <w:rsid w:val="00694B50"/>
    <w:rsid w:val="00694B8A"/>
    <w:rsid w:val="00694E6F"/>
    <w:rsid w:val="006975A9"/>
    <w:rsid w:val="006A43B9"/>
    <w:rsid w:val="006A569D"/>
    <w:rsid w:val="006A65BD"/>
    <w:rsid w:val="006B106B"/>
    <w:rsid w:val="006B158A"/>
    <w:rsid w:val="006B25C2"/>
    <w:rsid w:val="006B547A"/>
    <w:rsid w:val="006C1CA6"/>
    <w:rsid w:val="006C2AF6"/>
    <w:rsid w:val="006C3A92"/>
    <w:rsid w:val="006C4EDD"/>
    <w:rsid w:val="006D098B"/>
    <w:rsid w:val="006D0D60"/>
    <w:rsid w:val="006D0DFC"/>
    <w:rsid w:val="006D50B6"/>
    <w:rsid w:val="006D5317"/>
    <w:rsid w:val="006D5514"/>
    <w:rsid w:val="006D6A33"/>
    <w:rsid w:val="006D6FF5"/>
    <w:rsid w:val="006D7B07"/>
    <w:rsid w:val="006E0C70"/>
    <w:rsid w:val="006E0FE6"/>
    <w:rsid w:val="006E14E3"/>
    <w:rsid w:val="006E1AAF"/>
    <w:rsid w:val="006E3368"/>
    <w:rsid w:val="006E34B4"/>
    <w:rsid w:val="006E36B0"/>
    <w:rsid w:val="006E3DEC"/>
    <w:rsid w:val="006E62B8"/>
    <w:rsid w:val="006F06B6"/>
    <w:rsid w:val="006F1210"/>
    <w:rsid w:val="006F147D"/>
    <w:rsid w:val="006F4647"/>
    <w:rsid w:val="006F5101"/>
    <w:rsid w:val="006F5F6A"/>
    <w:rsid w:val="006F6162"/>
    <w:rsid w:val="006F7680"/>
    <w:rsid w:val="006F77A2"/>
    <w:rsid w:val="00701B59"/>
    <w:rsid w:val="007026A3"/>
    <w:rsid w:val="00702931"/>
    <w:rsid w:val="00704614"/>
    <w:rsid w:val="0070740B"/>
    <w:rsid w:val="007074F1"/>
    <w:rsid w:val="00710581"/>
    <w:rsid w:val="00711986"/>
    <w:rsid w:val="00711C92"/>
    <w:rsid w:val="007128E3"/>
    <w:rsid w:val="00713536"/>
    <w:rsid w:val="00713D31"/>
    <w:rsid w:val="00715991"/>
    <w:rsid w:val="00715CDD"/>
    <w:rsid w:val="007167C2"/>
    <w:rsid w:val="007171F9"/>
    <w:rsid w:val="007179C3"/>
    <w:rsid w:val="007220B0"/>
    <w:rsid w:val="00722A97"/>
    <w:rsid w:val="00722F10"/>
    <w:rsid w:val="00724F44"/>
    <w:rsid w:val="007251F8"/>
    <w:rsid w:val="00725855"/>
    <w:rsid w:val="00725D67"/>
    <w:rsid w:val="00726936"/>
    <w:rsid w:val="00727EBE"/>
    <w:rsid w:val="00731A1D"/>
    <w:rsid w:val="00732718"/>
    <w:rsid w:val="00733FF3"/>
    <w:rsid w:val="00734231"/>
    <w:rsid w:val="00737E0D"/>
    <w:rsid w:val="0074126A"/>
    <w:rsid w:val="00741872"/>
    <w:rsid w:val="00741A0E"/>
    <w:rsid w:val="0074386E"/>
    <w:rsid w:val="00743A39"/>
    <w:rsid w:val="00743B5E"/>
    <w:rsid w:val="0074452B"/>
    <w:rsid w:val="007448C5"/>
    <w:rsid w:val="00745C0E"/>
    <w:rsid w:val="0075044E"/>
    <w:rsid w:val="00750B83"/>
    <w:rsid w:val="0075207E"/>
    <w:rsid w:val="00752890"/>
    <w:rsid w:val="00753617"/>
    <w:rsid w:val="00753777"/>
    <w:rsid w:val="007539F8"/>
    <w:rsid w:val="00754496"/>
    <w:rsid w:val="00754856"/>
    <w:rsid w:val="00754AEF"/>
    <w:rsid w:val="00754E1E"/>
    <w:rsid w:val="00755EEA"/>
    <w:rsid w:val="00756974"/>
    <w:rsid w:val="00760A87"/>
    <w:rsid w:val="00761B21"/>
    <w:rsid w:val="00761CA4"/>
    <w:rsid w:val="007654BF"/>
    <w:rsid w:val="00766A9D"/>
    <w:rsid w:val="00771BF7"/>
    <w:rsid w:val="007729DA"/>
    <w:rsid w:val="007734F9"/>
    <w:rsid w:val="00776438"/>
    <w:rsid w:val="007767B1"/>
    <w:rsid w:val="00777DA2"/>
    <w:rsid w:val="00780E78"/>
    <w:rsid w:val="00781673"/>
    <w:rsid w:val="00781A83"/>
    <w:rsid w:val="00783B0E"/>
    <w:rsid w:val="007858C9"/>
    <w:rsid w:val="00785A22"/>
    <w:rsid w:val="007874CC"/>
    <w:rsid w:val="00787B1A"/>
    <w:rsid w:val="00791D06"/>
    <w:rsid w:val="007928D7"/>
    <w:rsid w:val="0079330E"/>
    <w:rsid w:val="007933CB"/>
    <w:rsid w:val="007940EF"/>
    <w:rsid w:val="007941D1"/>
    <w:rsid w:val="0079492D"/>
    <w:rsid w:val="00794E13"/>
    <w:rsid w:val="00795B83"/>
    <w:rsid w:val="00797B3C"/>
    <w:rsid w:val="007A22EA"/>
    <w:rsid w:val="007A3B05"/>
    <w:rsid w:val="007A3E8E"/>
    <w:rsid w:val="007A589D"/>
    <w:rsid w:val="007A7443"/>
    <w:rsid w:val="007B0907"/>
    <w:rsid w:val="007B1BE9"/>
    <w:rsid w:val="007B25B5"/>
    <w:rsid w:val="007B272C"/>
    <w:rsid w:val="007B394D"/>
    <w:rsid w:val="007B6213"/>
    <w:rsid w:val="007B7A04"/>
    <w:rsid w:val="007C095F"/>
    <w:rsid w:val="007C3230"/>
    <w:rsid w:val="007C3732"/>
    <w:rsid w:val="007C3AC8"/>
    <w:rsid w:val="007C6B22"/>
    <w:rsid w:val="007C6C19"/>
    <w:rsid w:val="007C789B"/>
    <w:rsid w:val="007D18AC"/>
    <w:rsid w:val="007D21A6"/>
    <w:rsid w:val="007D764D"/>
    <w:rsid w:val="007E1C85"/>
    <w:rsid w:val="007E21E9"/>
    <w:rsid w:val="007E5770"/>
    <w:rsid w:val="007E658D"/>
    <w:rsid w:val="007E680B"/>
    <w:rsid w:val="007E699A"/>
    <w:rsid w:val="007F2F6E"/>
    <w:rsid w:val="007F4077"/>
    <w:rsid w:val="007F4FF8"/>
    <w:rsid w:val="007F5CD9"/>
    <w:rsid w:val="007F6C68"/>
    <w:rsid w:val="007F6E9D"/>
    <w:rsid w:val="007F7B78"/>
    <w:rsid w:val="008008A6"/>
    <w:rsid w:val="008015E2"/>
    <w:rsid w:val="00802C16"/>
    <w:rsid w:val="00803A1A"/>
    <w:rsid w:val="00804CD8"/>
    <w:rsid w:val="008053CC"/>
    <w:rsid w:val="008078D5"/>
    <w:rsid w:val="00810013"/>
    <w:rsid w:val="008113E8"/>
    <w:rsid w:val="0081371A"/>
    <w:rsid w:val="008154E1"/>
    <w:rsid w:val="00815C26"/>
    <w:rsid w:val="00815D64"/>
    <w:rsid w:val="00815FF8"/>
    <w:rsid w:val="00821F7B"/>
    <w:rsid w:val="008222CC"/>
    <w:rsid w:val="00823243"/>
    <w:rsid w:val="00825CC5"/>
    <w:rsid w:val="00825FBC"/>
    <w:rsid w:val="0082667C"/>
    <w:rsid w:val="0082697A"/>
    <w:rsid w:val="0082777B"/>
    <w:rsid w:val="00827E21"/>
    <w:rsid w:val="00830279"/>
    <w:rsid w:val="008317EE"/>
    <w:rsid w:val="008318D2"/>
    <w:rsid w:val="00832F7E"/>
    <w:rsid w:val="00834C16"/>
    <w:rsid w:val="00842DC6"/>
    <w:rsid w:val="00843B83"/>
    <w:rsid w:val="00843CC9"/>
    <w:rsid w:val="00844159"/>
    <w:rsid w:val="00844487"/>
    <w:rsid w:val="00844CD6"/>
    <w:rsid w:val="008451A9"/>
    <w:rsid w:val="00845B53"/>
    <w:rsid w:val="00846FE7"/>
    <w:rsid w:val="008513F4"/>
    <w:rsid w:val="00851DF1"/>
    <w:rsid w:val="008524A3"/>
    <w:rsid w:val="00852DE2"/>
    <w:rsid w:val="008536A6"/>
    <w:rsid w:val="00855B04"/>
    <w:rsid w:val="00856378"/>
    <w:rsid w:val="00856BC4"/>
    <w:rsid w:val="00856C6F"/>
    <w:rsid w:val="008571EF"/>
    <w:rsid w:val="008576E3"/>
    <w:rsid w:val="00857F77"/>
    <w:rsid w:val="008601C1"/>
    <w:rsid w:val="00861639"/>
    <w:rsid w:val="00862F52"/>
    <w:rsid w:val="008631B4"/>
    <w:rsid w:val="0086353F"/>
    <w:rsid w:val="008636F7"/>
    <w:rsid w:val="00865D94"/>
    <w:rsid w:val="008665D5"/>
    <w:rsid w:val="00867029"/>
    <w:rsid w:val="008670C9"/>
    <w:rsid w:val="00870272"/>
    <w:rsid w:val="00870CB0"/>
    <w:rsid w:val="00872202"/>
    <w:rsid w:val="00872A8E"/>
    <w:rsid w:val="008734F6"/>
    <w:rsid w:val="00874594"/>
    <w:rsid w:val="008761E5"/>
    <w:rsid w:val="008769CC"/>
    <w:rsid w:val="008772CE"/>
    <w:rsid w:val="00877F61"/>
    <w:rsid w:val="00880739"/>
    <w:rsid w:val="00880C2F"/>
    <w:rsid w:val="0088152B"/>
    <w:rsid w:val="0088257E"/>
    <w:rsid w:val="00882B16"/>
    <w:rsid w:val="008837DC"/>
    <w:rsid w:val="0088385E"/>
    <w:rsid w:val="00890E0C"/>
    <w:rsid w:val="00891958"/>
    <w:rsid w:val="008920DC"/>
    <w:rsid w:val="0089224F"/>
    <w:rsid w:val="00893B6C"/>
    <w:rsid w:val="008942C2"/>
    <w:rsid w:val="00894B86"/>
    <w:rsid w:val="00896972"/>
    <w:rsid w:val="008A1826"/>
    <w:rsid w:val="008A27C2"/>
    <w:rsid w:val="008A2904"/>
    <w:rsid w:val="008A5185"/>
    <w:rsid w:val="008A583F"/>
    <w:rsid w:val="008A5FA2"/>
    <w:rsid w:val="008A6539"/>
    <w:rsid w:val="008A6B59"/>
    <w:rsid w:val="008B04FC"/>
    <w:rsid w:val="008B1EA7"/>
    <w:rsid w:val="008B2461"/>
    <w:rsid w:val="008B4DAC"/>
    <w:rsid w:val="008B5846"/>
    <w:rsid w:val="008B5FBF"/>
    <w:rsid w:val="008B67B4"/>
    <w:rsid w:val="008B6B60"/>
    <w:rsid w:val="008B773D"/>
    <w:rsid w:val="008C500D"/>
    <w:rsid w:val="008C65DE"/>
    <w:rsid w:val="008C6CA1"/>
    <w:rsid w:val="008D0997"/>
    <w:rsid w:val="008D1EFF"/>
    <w:rsid w:val="008D2000"/>
    <w:rsid w:val="008D20F6"/>
    <w:rsid w:val="008D21FA"/>
    <w:rsid w:val="008D250D"/>
    <w:rsid w:val="008D33EB"/>
    <w:rsid w:val="008D40A8"/>
    <w:rsid w:val="008D445F"/>
    <w:rsid w:val="008D4D14"/>
    <w:rsid w:val="008D6346"/>
    <w:rsid w:val="008D765D"/>
    <w:rsid w:val="008D7E07"/>
    <w:rsid w:val="008E0243"/>
    <w:rsid w:val="008E0479"/>
    <w:rsid w:val="008E0CBB"/>
    <w:rsid w:val="008E55FE"/>
    <w:rsid w:val="008F12E6"/>
    <w:rsid w:val="008F1E6D"/>
    <w:rsid w:val="008F2609"/>
    <w:rsid w:val="008F3AC9"/>
    <w:rsid w:val="008F3EA4"/>
    <w:rsid w:val="008F49DF"/>
    <w:rsid w:val="008F54C0"/>
    <w:rsid w:val="008F5E6C"/>
    <w:rsid w:val="008F61CB"/>
    <w:rsid w:val="008F623D"/>
    <w:rsid w:val="00900185"/>
    <w:rsid w:val="00901546"/>
    <w:rsid w:val="009015A5"/>
    <w:rsid w:val="00903E9C"/>
    <w:rsid w:val="00904838"/>
    <w:rsid w:val="00910F75"/>
    <w:rsid w:val="00912518"/>
    <w:rsid w:val="00912C64"/>
    <w:rsid w:val="00913FED"/>
    <w:rsid w:val="00916056"/>
    <w:rsid w:val="00917AFF"/>
    <w:rsid w:val="00917C5A"/>
    <w:rsid w:val="00917E2B"/>
    <w:rsid w:val="00923EE3"/>
    <w:rsid w:val="00924D0D"/>
    <w:rsid w:val="0092504B"/>
    <w:rsid w:val="00926788"/>
    <w:rsid w:val="00926B8B"/>
    <w:rsid w:val="00926DA4"/>
    <w:rsid w:val="0092714B"/>
    <w:rsid w:val="00927D53"/>
    <w:rsid w:val="009322B5"/>
    <w:rsid w:val="009327BB"/>
    <w:rsid w:val="0093503C"/>
    <w:rsid w:val="00937118"/>
    <w:rsid w:val="0094075A"/>
    <w:rsid w:val="00940A74"/>
    <w:rsid w:val="00940D91"/>
    <w:rsid w:val="00942A28"/>
    <w:rsid w:val="00942B35"/>
    <w:rsid w:val="009438F4"/>
    <w:rsid w:val="00945289"/>
    <w:rsid w:val="00945C87"/>
    <w:rsid w:val="0094725B"/>
    <w:rsid w:val="00950D2C"/>
    <w:rsid w:val="00951845"/>
    <w:rsid w:val="00953CC9"/>
    <w:rsid w:val="00953DFA"/>
    <w:rsid w:val="00954E49"/>
    <w:rsid w:val="00955BE0"/>
    <w:rsid w:val="00956A97"/>
    <w:rsid w:val="00957374"/>
    <w:rsid w:val="00957FAF"/>
    <w:rsid w:val="009608F4"/>
    <w:rsid w:val="009609D8"/>
    <w:rsid w:val="00960C55"/>
    <w:rsid w:val="00961988"/>
    <w:rsid w:val="00961FC6"/>
    <w:rsid w:val="00962D4A"/>
    <w:rsid w:val="00966F5A"/>
    <w:rsid w:val="009671AC"/>
    <w:rsid w:val="009723DF"/>
    <w:rsid w:val="0097240F"/>
    <w:rsid w:val="00973541"/>
    <w:rsid w:val="00976349"/>
    <w:rsid w:val="00977FB0"/>
    <w:rsid w:val="009815ED"/>
    <w:rsid w:val="00981CC5"/>
    <w:rsid w:val="0098326C"/>
    <w:rsid w:val="00984732"/>
    <w:rsid w:val="00984807"/>
    <w:rsid w:val="0098531E"/>
    <w:rsid w:val="0098623D"/>
    <w:rsid w:val="009869A3"/>
    <w:rsid w:val="00986FB8"/>
    <w:rsid w:val="0098766F"/>
    <w:rsid w:val="00990286"/>
    <w:rsid w:val="0099056F"/>
    <w:rsid w:val="00992949"/>
    <w:rsid w:val="00994478"/>
    <w:rsid w:val="00994750"/>
    <w:rsid w:val="00997E79"/>
    <w:rsid w:val="00997EB8"/>
    <w:rsid w:val="009A0BFD"/>
    <w:rsid w:val="009A13CA"/>
    <w:rsid w:val="009A1D4F"/>
    <w:rsid w:val="009A2D96"/>
    <w:rsid w:val="009A4B0D"/>
    <w:rsid w:val="009A5650"/>
    <w:rsid w:val="009A5E31"/>
    <w:rsid w:val="009A67C5"/>
    <w:rsid w:val="009A6874"/>
    <w:rsid w:val="009A6D7C"/>
    <w:rsid w:val="009A6FC6"/>
    <w:rsid w:val="009B0705"/>
    <w:rsid w:val="009B1759"/>
    <w:rsid w:val="009B3D1C"/>
    <w:rsid w:val="009B4E4E"/>
    <w:rsid w:val="009B5A67"/>
    <w:rsid w:val="009B5E26"/>
    <w:rsid w:val="009B6029"/>
    <w:rsid w:val="009C1B68"/>
    <w:rsid w:val="009C519E"/>
    <w:rsid w:val="009C6099"/>
    <w:rsid w:val="009C79A4"/>
    <w:rsid w:val="009D03D9"/>
    <w:rsid w:val="009D1673"/>
    <w:rsid w:val="009D2E3B"/>
    <w:rsid w:val="009D3552"/>
    <w:rsid w:val="009D45E9"/>
    <w:rsid w:val="009D5F89"/>
    <w:rsid w:val="009D7EE3"/>
    <w:rsid w:val="009E0D31"/>
    <w:rsid w:val="009E24CC"/>
    <w:rsid w:val="009E295D"/>
    <w:rsid w:val="009E2A32"/>
    <w:rsid w:val="009E40BE"/>
    <w:rsid w:val="009E6B24"/>
    <w:rsid w:val="009E7B75"/>
    <w:rsid w:val="009F075E"/>
    <w:rsid w:val="009F0A3C"/>
    <w:rsid w:val="009F24FA"/>
    <w:rsid w:val="009F25AE"/>
    <w:rsid w:val="009F3AC4"/>
    <w:rsid w:val="009F3CE3"/>
    <w:rsid w:val="009F4C3F"/>
    <w:rsid w:val="009F4E6D"/>
    <w:rsid w:val="009F58D9"/>
    <w:rsid w:val="009F5B4E"/>
    <w:rsid w:val="00A00847"/>
    <w:rsid w:val="00A00A37"/>
    <w:rsid w:val="00A00B4A"/>
    <w:rsid w:val="00A00E51"/>
    <w:rsid w:val="00A02FAF"/>
    <w:rsid w:val="00A03E6A"/>
    <w:rsid w:val="00A04629"/>
    <w:rsid w:val="00A07CA6"/>
    <w:rsid w:val="00A10166"/>
    <w:rsid w:val="00A101A8"/>
    <w:rsid w:val="00A10626"/>
    <w:rsid w:val="00A12756"/>
    <w:rsid w:val="00A12A49"/>
    <w:rsid w:val="00A169E7"/>
    <w:rsid w:val="00A16B51"/>
    <w:rsid w:val="00A21BEE"/>
    <w:rsid w:val="00A227F6"/>
    <w:rsid w:val="00A2299E"/>
    <w:rsid w:val="00A233DF"/>
    <w:rsid w:val="00A2425E"/>
    <w:rsid w:val="00A251E3"/>
    <w:rsid w:val="00A25BFE"/>
    <w:rsid w:val="00A2733D"/>
    <w:rsid w:val="00A30DDD"/>
    <w:rsid w:val="00A34D4A"/>
    <w:rsid w:val="00A352C5"/>
    <w:rsid w:val="00A40259"/>
    <w:rsid w:val="00A429A2"/>
    <w:rsid w:val="00A502D1"/>
    <w:rsid w:val="00A504F8"/>
    <w:rsid w:val="00A53054"/>
    <w:rsid w:val="00A532A5"/>
    <w:rsid w:val="00A53A0F"/>
    <w:rsid w:val="00A5432C"/>
    <w:rsid w:val="00A54739"/>
    <w:rsid w:val="00A54B6E"/>
    <w:rsid w:val="00A564F5"/>
    <w:rsid w:val="00A56B65"/>
    <w:rsid w:val="00A57326"/>
    <w:rsid w:val="00A57C02"/>
    <w:rsid w:val="00A60802"/>
    <w:rsid w:val="00A6236E"/>
    <w:rsid w:val="00A649E9"/>
    <w:rsid w:val="00A6513E"/>
    <w:rsid w:val="00A66233"/>
    <w:rsid w:val="00A66D4C"/>
    <w:rsid w:val="00A67577"/>
    <w:rsid w:val="00A67B1D"/>
    <w:rsid w:val="00A70822"/>
    <w:rsid w:val="00A70AA6"/>
    <w:rsid w:val="00A710BD"/>
    <w:rsid w:val="00A7136F"/>
    <w:rsid w:val="00A72BEA"/>
    <w:rsid w:val="00A73584"/>
    <w:rsid w:val="00A746BA"/>
    <w:rsid w:val="00A76458"/>
    <w:rsid w:val="00A76AB7"/>
    <w:rsid w:val="00A776C2"/>
    <w:rsid w:val="00A77AB8"/>
    <w:rsid w:val="00A805C4"/>
    <w:rsid w:val="00A80817"/>
    <w:rsid w:val="00A831A9"/>
    <w:rsid w:val="00A83474"/>
    <w:rsid w:val="00A8412F"/>
    <w:rsid w:val="00A84518"/>
    <w:rsid w:val="00A84BCB"/>
    <w:rsid w:val="00A85E21"/>
    <w:rsid w:val="00A87D64"/>
    <w:rsid w:val="00A901B9"/>
    <w:rsid w:val="00A907F0"/>
    <w:rsid w:val="00A93C1C"/>
    <w:rsid w:val="00A94861"/>
    <w:rsid w:val="00AA21FE"/>
    <w:rsid w:val="00AA7B94"/>
    <w:rsid w:val="00AB0C24"/>
    <w:rsid w:val="00AB5726"/>
    <w:rsid w:val="00AB5FA0"/>
    <w:rsid w:val="00AB7256"/>
    <w:rsid w:val="00AC06FE"/>
    <w:rsid w:val="00AC1701"/>
    <w:rsid w:val="00AC2CC7"/>
    <w:rsid w:val="00AC4B08"/>
    <w:rsid w:val="00AC5600"/>
    <w:rsid w:val="00AC5827"/>
    <w:rsid w:val="00AC602C"/>
    <w:rsid w:val="00AC725E"/>
    <w:rsid w:val="00AC76D2"/>
    <w:rsid w:val="00AD244E"/>
    <w:rsid w:val="00AD25B0"/>
    <w:rsid w:val="00AD34FE"/>
    <w:rsid w:val="00AD53C7"/>
    <w:rsid w:val="00AD6AAC"/>
    <w:rsid w:val="00AD7914"/>
    <w:rsid w:val="00AE13CD"/>
    <w:rsid w:val="00AE1B22"/>
    <w:rsid w:val="00AE593D"/>
    <w:rsid w:val="00AE6925"/>
    <w:rsid w:val="00AF095C"/>
    <w:rsid w:val="00AF0BC0"/>
    <w:rsid w:val="00AF173F"/>
    <w:rsid w:val="00AF1838"/>
    <w:rsid w:val="00AF3A0E"/>
    <w:rsid w:val="00AF3E98"/>
    <w:rsid w:val="00AF62E4"/>
    <w:rsid w:val="00B01062"/>
    <w:rsid w:val="00B0156F"/>
    <w:rsid w:val="00B01913"/>
    <w:rsid w:val="00B0303D"/>
    <w:rsid w:val="00B0363F"/>
    <w:rsid w:val="00B03BCD"/>
    <w:rsid w:val="00B06F0E"/>
    <w:rsid w:val="00B1171F"/>
    <w:rsid w:val="00B11F9F"/>
    <w:rsid w:val="00B12DFE"/>
    <w:rsid w:val="00B13442"/>
    <w:rsid w:val="00B15903"/>
    <w:rsid w:val="00B17E3B"/>
    <w:rsid w:val="00B22281"/>
    <w:rsid w:val="00B22FEC"/>
    <w:rsid w:val="00B2409B"/>
    <w:rsid w:val="00B24844"/>
    <w:rsid w:val="00B25375"/>
    <w:rsid w:val="00B27129"/>
    <w:rsid w:val="00B32155"/>
    <w:rsid w:val="00B3392E"/>
    <w:rsid w:val="00B33A78"/>
    <w:rsid w:val="00B34194"/>
    <w:rsid w:val="00B3458A"/>
    <w:rsid w:val="00B36050"/>
    <w:rsid w:val="00B36C6F"/>
    <w:rsid w:val="00B36E71"/>
    <w:rsid w:val="00B37DCA"/>
    <w:rsid w:val="00B43230"/>
    <w:rsid w:val="00B43463"/>
    <w:rsid w:val="00B43640"/>
    <w:rsid w:val="00B44B32"/>
    <w:rsid w:val="00B46F02"/>
    <w:rsid w:val="00B50116"/>
    <w:rsid w:val="00B50DDA"/>
    <w:rsid w:val="00B52CAF"/>
    <w:rsid w:val="00B53416"/>
    <w:rsid w:val="00B53D01"/>
    <w:rsid w:val="00B54EFE"/>
    <w:rsid w:val="00B555D2"/>
    <w:rsid w:val="00B556D8"/>
    <w:rsid w:val="00B563F1"/>
    <w:rsid w:val="00B5764A"/>
    <w:rsid w:val="00B57AA1"/>
    <w:rsid w:val="00B60078"/>
    <w:rsid w:val="00B60EF8"/>
    <w:rsid w:val="00B6110F"/>
    <w:rsid w:val="00B6202A"/>
    <w:rsid w:val="00B623C3"/>
    <w:rsid w:val="00B625E4"/>
    <w:rsid w:val="00B64827"/>
    <w:rsid w:val="00B657EC"/>
    <w:rsid w:val="00B6655D"/>
    <w:rsid w:val="00B6682A"/>
    <w:rsid w:val="00B73485"/>
    <w:rsid w:val="00B73E8A"/>
    <w:rsid w:val="00B750F8"/>
    <w:rsid w:val="00B758A6"/>
    <w:rsid w:val="00B76292"/>
    <w:rsid w:val="00B768C6"/>
    <w:rsid w:val="00B76C48"/>
    <w:rsid w:val="00B77070"/>
    <w:rsid w:val="00B80C58"/>
    <w:rsid w:val="00B8122B"/>
    <w:rsid w:val="00B81462"/>
    <w:rsid w:val="00B81547"/>
    <w:rsid w:val="00B8202D"/>
    <w:rsid w:val="00B82342"/>
    <w:rsid w:val="00B828B6"/>
    <w:rsid w:val="00B82AF6"/>
    <w:rsid w:val="00B83D9D"/>
    <w:rsid w:val="00B8449F"/>
    <w:rsid w:val="00B861C5"/>
    <w:rsid w:val="00B86378"/>
    <w:rsid w:val="00B8658D"/>
    <w:rsid w:val="00B87715"/>
    <w:rsid w:val="00B911B4"/>
    <w:rsid w:val="00B91327"/>
    <w:rsid w:val="00B916A0"/>
    <w:rsid w:val="00B92D3E"/>
    <w:rsid w:val="00B931B6"/>
    <w:rsid w:val="00B9346C"/>
    <w:rsid w:val="00B942F0"/>
    <w:rsid w:val="00BA03C9"/>
    <w:rsid w:val="00BA07DE"/>
    <w:rsid w:val="00BA0A64"/>
    <w:rsid w:val="00BA0D5C"/>
    <w:rsid w:val="00BA0F85"/>
    <w:rsid w:val="00BA111A"/>
    <w:rsid w:val="00BA1C09"/>
    <w:rsid w:val="00BA262A"/>
    <w:rsid w:val="00BA52E5"/>
    <w:rsid w:val="00BA6164"/>
    <w:rsid w:val="00BA7ED3"/>
    <w:rsid w:val="00BB1B0F"/>
    <w:rsid w:val="00BB2D3E"/>
    <w:rsid w:val="00BB5409"/>
    <w:rsid w:val="00BB5BD7"/>
    <w:rsid w:val="00BB5FD3"/>
    <w:rsid w:val="00BB71DA"/>
    <w:rsid w:val="00BC0EC9"/>
    <w:rsid w:val="00BC12DD"/>
    <w:rsid w:val="00BC1908"/>
    <w:rsid w:val="00BC1A33"/>
    <w:rsid w:val="00BC27EB"/>
    <w:rsid w:val="00BC5738"/>
    <w:rsid w:val="00BC5D5E"/>
    <w:rsid w:val="00BC67F0"/>
    <w:rsid w:val="00BC79B1"/>
    <w:rsid w:val="00BD0812"/>
    <w:rsid w:val="00BD0F73"/>
    <w:rsid w:val="00BD2AD4"/>
    <w:rsid w:val="00BD2DE7"/>
    <w:rsid w:val="00BD4814"/>
    <w:rsid w:val="00BD5CF5"/>
    <w:rsid w:val="00BD6B9E"/>
    <w:rsid w:val="00BD74AF"/>
    <w:rsid w:val="00BD761B"/>
    <w:rsid w:val="00BE1F7E"/>
    <w:rsid w:val="00BE2294"/>
    <w:rsid w:val="00BE28E7"/>
    <w:rsid w:val="00BE2C54"/>
    <w:rsid w:val="00BE2FEA"/>
    <w:rsid w:val="00BE3A07"/>
    <w:rsid w:val="00BE3F42"/>
    <w:rsid w:val="00BE67EE"/>
    <w:rsid w:val="00BE6BFF"/>
    <w:rsid w:val="00BE715B"/>
    <w:rsid w:val="00BE731A"/>
    <w:rsid w:val="00BE73C2"/>
    <w:rsid w:val="00BF126C"/>
    <w:rsid w:val="00BF28C4"/>
    <w:rsid w:val="00BF3DDC"/>
    <w:rsid w:val="00BF40AC"/>
    <w:rsid w:val="00BF4CB0"/>
    <w:rsid w:val="00C03355"/>
    <w:rsid w:val="00C04234"/>
    <w:rsid w:val="00C049E4"/>
    <w:rsid w:val="00C0558C"/>
    <w:rsid w:val="00C1034D"/>
    <w:rsid w:val="00C12EC5"/>
    <w:rsid w:val="00C13902"/>
    <w:rsid w:val="00C140E2"/>
    <w:rsid w:val="00C1621C"/>
    <w:rsid w:val="00C17813"/>
    <w:rsid w:val="00C17D6D"/>
    <w:rsid w:val="00C2290B"/>
    <w:rsid w:val="00C22A7C"/>
    <w:rsid w:val="00C2363F"/>
    <w:rsid w:val="00C2561D"/>
    <w:rsid w:val="00C3056C"/>
    <w:rsid w:val="00C308E9"/>
    <w:rsid w:val="00C3294B"/>
    <w:rsid w:val="00C3306F"/>
    <w:rsid w:val="00C336AA"/>
    <w:rsid w:val="00C347CB"/>
    <w:rsid w:val="00C3737E"/>
    <w:rsid w:val="00C40417"/>
    <w:rsid w:val="00C40D23"/>
    <w:rsid w:val="00C43357"/>
    <w:rsid w:val="00C44368"/>
    <w:rsid w:val="00C4675E"/>
    <w:rsid w:val="00C46F2C"/>
    <w:rsid w:val="00C46F75"/>
    <w:rsid w:val="00C47CB0"/>
    <w:rsid w:val="00C5296F"/>
    <w:rsid w:val="00C52FE8"/>
    <w:rsid w:val="00C53D10"/>
    <w:rsid w:val="00C54E46"/>
    <w:rsid w:val="00C55568"/>
    <w:rsid w:val="00C55FBA"/>
    <w:rsid w:val="00C62210"/>
    <w:rsid w:val="00C62CA3"/>
    <w:rsid w:val="00C63AD6"/>
    <w:rsid w:val="00C63B6E"/>
    <w:rsid w:val="00C64065"/>
    <w:rsid w:val="00C6480B"/>
    <w:rsid w:val="00C655F9"/>
    <w:rsid w:val="00C66858"/>
    <w:rsid w:val="00C729BA"/>
    <w:rsid w:val="00C7718D"/>
    <w:rsid w:val="00C8086D"/>
    <w:rsid w:val="00C82317"/>
    <w:rsid w:val="00C8421E"/>
    <w:rsid w:val="00C90E0C"/>
    <w:rsid w:val="00C91365"/>
    <w:rsid w:val="00C91FE9"/>
    <w:rsid w:val="00C923F9"/>
    <w:rsid w:val="00C94CCA"/>
    <w:rsid w:val="00C95212"/>
    <w:rsid w:val="00C95D28"/>
    <w:rsid w:val="00C96BF0"/>
    <w:rsid w:val="00C97B13"/>
    <w:rsid w:val="00C97C08"/>
    <w:rsid w:val="00CA4654"/>
    <w:rsid w:val="00CA46D9"/>
    <w:rsid w:val="00CA4A1B"/>
    <w:rsid w:val="00CB0964"/>
    <w:rsid w:val="00CB2D96"/>
    <w:rsid w:val="00CB3611"/>
    <w:rsid w:val="00CB747C"/>
    <w:rsid w:val="00CB7CF4"/>
    <w:rsid w:val="00CB7E6A"/>
    <w:rsid w:val="00CC1739"/>
    <w:rsid w:val="00CC35D1"/>
    <w:rsid w:val="00CC3C8D"/>
    <w:rsid w:val="00CC5FC0"/>
    <w:rsid w:val="00CC75B7"/>
    <w:rsid w:val="00CD04A5"/>
    <w:rsid w:val="00CD098A"/>
    <w:rsid w:val="00CD2428"/>
    <w:rsid w:val="00CD2DDF"/>
    <w:rsid w:val="00CD3AEB"/>
    <w:rsid w:val="00CD4334"/>
    <w:rsid w:val="00CD438D"/>
    <w:rsid w:val="00CD4537"/>
    <w:rsid w:val="00CD4E16"/>
    <w:rsid w:val="00CD74EA"/>
    <w:rsid w:val="00CD7B09"/>
    <w:rsid w:val="00CE0113"/>
    <w:rsid w:val="00CE13AB"/>
    <w:rsid w:val="00CE2842"/>
    <w:rsid w:val="00CE2C86"/>
    <w:rsid w:val="00CE5838"/>
    <w:rsid w:val="00CF106A"/>
    <w:rsid w:val="00CF2807"/>
    <w:rsid w:val="00CF3C11"/>
    <w:rsid w:val="00CF48B8"/>
    <w:rsid w:val="00CF5ED8"/>
    <w:rsid w:val="00D00E61"/>
    <w:rsid w:val="00D011C9"/>
    <w:rsid w:val="00D02CCC"/>
    <w:rsid w:val="00D02D39"/>
    <w:rsid w:val="00D037A8"/>
    <w:rsid w:val="00D04C0D"/>
    <w:rsid w:val="00D060E6"/>
    <w:rsid w:val="00D06DF8"/>
    <w:rsid w:val="00D079AD"/>
    <w:rsid w:val="00D105FD"/>
    <w:rsid w:val="00D12FB5"/>
    <w:rsid w:val="00D1556B"/>
    <w:rsid w:val="00D17FC9"/>
    <w:rsid w:val="00D215A1"/>
    <w:rsid w:val="00D21799"/>
    <w:rsid w:val="00D2414F"/>
    <w:rsid w:val="00D24355"/>
    <w:rsid w:val="00D25626"/>
    <w:rsid w:val="00D25DD4"/>
    <w:rsid w:val="00D27DFC"/>
    <w:rsid w:val="00D31804"/>
    <w:rsid w:val="00D319D5"/>
    <w:rsid w:val="00D32B0C"/>
    <w:rsid w:val="00D338F0"/>
    <w:rsid w:val="00D3451C"/>
    <w:rsid w:val="00D37E7F"/>
    <w:rsid w:val="00D40259"/>
    <w:rsid w:val="00D4304F"/>
    <w:rsid w:val="00D43755"/>
    <w:rsid w:val="00D43CF7"/>
    <w:rsid w:val="00D45081"/>
    <w:rsid w:val="00D4570F"/>
    <w:rsid w:val="00D45C26"/>
    <w:rsid w:val="00D4698A"/>
    <w:rsid w:val="00D475B7"/>
    <w:rsid w:val="00D52CC7"/>
    <w:rsid w:val="00D53982"/>
    <w:rsid w:val="00D540DF"/>
    <w:rsid w:val="00D54781"/>
    <w:rsid w:val="00D54C48"/>
    <w:rsid w:val="00D5678A"/>
    <w:rsid w:val="00D5769E"/>
    <w:rsid w:val="00D57BFF"/>
    <w:rsid w:val="00D6093B"/>
    <w:rsid w:val="00D6177D"/>
    <w:rsid w:val="00D62594"/>
    <w:rsid w:val="00D62B31"/>
    <w:rsid w:val="00D62E10"/>
    <w:rsid w:val="00D6335C"/>
    <w:rsid w:val="00D6545E"/>
    <w:rsid w:val="00D654FF"/>
    <w:rsid w:val="00D65DB2"/>
    <w:rsid w:val="00D663EC"/>
    <w:rsid w:val="00D67C9E"/>
    <w:rsid w:val="00D71BF2"/>
    <w:rsid w:val="00D744E0"/>
    <w:rsid w:val="00D76BAA"/>
    <w:rsid w:val="00D80382"/>
    <w:rsid w:val="00D80788"/>
    <w:rsid w:val="00D80EE5"/>
    <w:rsid w:val="00D812B7"/>
    <w:rsid w:val="00D82583"/>
    <w:rsid w:val="00D8303A"/>
    <w:rsid w:val="00D83FAC"/>
    <w:rsid w:val="00D85A31"/>
    <w:rsid w:val="00D865DC"/>
    <w:rsid w:val="00D86AF2"/>
    <w:rsid w:val="00D87446"/>
    <w:rsid w:val="00D87B8A"/>
    <w:rsid w:val="00D90285"/>
    <w:rsid w:val="00D9039D"/>
    <w:rsid w:val="00D92F1A"/>
    <w:rsid w:val="00D93597"/>
    <w:rsid w:val="00D93652"/>
    <w:rsid w:val="00D94088"/>
    <w:rsid w:val="00D941D5"/>
    <w:rsid w:val="00D94A51"/>
    <w:rsid w:val="00DA04A9"/>
    <w:rsid w:val="00DA078C"/>
    <w:rsid w:val="00DA3444"/>
    <w:rsid w:val="00DA45D2"/>
    <w:rsid w:val="00DA5755"/>
    <w:rsid w:val="00DB1958"/>
    <w:rsid w:val="00DB2639"/>
    <w:rsid w:val="00DB3B08"/>
    <w:rsid w:val="00DB5624"/>
    <w:rsid w:val="00DB58B3"/>
    <w:rsid w:val="00DB6763"/>
    <w:rsid w:val="00DB741D"/>
    <w:rsid w:val="00DC19FD"/>
    <w:rsid w:val="00DC2AFA"/>
    <w:rsid w:val="00DC457A"/>
    <w:rsid w:val="00DC5A73"/>
    <w:rsid w:val="00DC5F2F"/>
    <w:rsid w:val="00DD08DC"/>
    <w:rsid w:val="00DD166E"/>
    <w:rsid w:val="00DD1F16"/>
    <w:rsid w:val="00DD2A9A"/>
    <w:rsid w:val="00DD3267"/>
    <w:rsid w:val="00DE11A7"/>
    <w:rsid w:val="00DE2B0E"/>
    <w:rsid w:val="00DE3A4B"/>
    <w:rsid w:val="00DE42C9"/>
    <w:rsid w:val="00DE4503"/>
    <w:rsid w:val="00DE625D"/>
    <w:rsid w:val="00DE75B7"/>
    <w:rsid w:val="00DF1E4D"/>
    <w:rsid w:val="00DF29B5"/>
    <w:rsid w:val="00DF4D77"/>
    <w:rsid w:val="00DF5C90"/>
    <w:rsid w:val="00DF7F66"/>
    <w:rsid w:val="00E004A2"/>
    <w:rsid w:val="00E01ED3"/>
    <w:rsid w:val="00E01F0B"/>
    <w:rsid w:val="00E03908"/>
    <w:rsid w:val="00E0412A"/>
    <w:rsid w:val="00E05086"/>
    <w:rsid w:val="00E05E90"/>
    <w:rsid w:val="00E0680F"/>
    <w:rsid w:val="00E11B64"/>
    <w:rsid w:val="00E1518E"/>
    <w:rsid w:val="00E16140"/>
    <w:rsid w:val="00E20953"/>
    <w:rsid w:val="00E2155E"/>
    <w:rsid w:val="00E215F0"/>
    <w:rsid w:val="00E22EB7"/>
    <w:rsid w:val="00E2490A"/>
    <w:rsid w:val="00E24E3D"/>
    <w:rsid w:val="00E26054"/>
    <w:rsid w:val="00E26CD2"/>
    <w:rsid w:val="00E27459"/>
    <w:rsid w:val="00E277FD"/>
    <w:rsid w:val="00E2795C"/>
    <w:rsid w:val="00E30F6E"/>
    <w:rsid w:val="00E3112C"/>
    <w:rsid w:val="00E313C1"/>
    <w:rsid w:val="00E31766"/>
    <w:rsid w:val="00E36B05"/>
    <w:rsid w:val="00E36C7C"/>
    <w:rsid w:val="00E41975"/>
    <w:rsid w:val="00E42685"/>
    <w:rsid w:val="00E44CFB"/>
    <w:rsid w:val="00E4799B"/>
    <w:rsid w:val="00E47C99"/>
    <w:rsid w:val="00E47F0D"/>
    <w:rsid w:val="00E512F1"/>
    <w:rsid w:val="00E51B66"/>
    <w:rsid w:val="00E52263"/>
    <w:rsid w:val="00E522AD"/>
    <w:rsid w:val="00E52F19"/>
    <w:rsid w:val="00E53D00"/>
    <w:rsid w:val="00E5438B"/>
    <w:rsid w:val="00E54921"/>
    <w:rsid w:val="00E56D48"/>
    <w:rsid w:val="00E5778F"/>
    <w:rsid w:val="00E57D80"/>
    <w:rsid w:val="00E60B59"/>
    <w:rsid w:val="00E61313"/>
    <w:rsid w:val="00E63477"/>
    <w:rsid w:val="00E667CB"/>
    <w:rsid w:val="00E67677"/>
    <w:rsid w:val="00E678A1"/>
    <w:rsid w:val="00E71288"/>
    <w:rsid w:val="00E71370"/>
    <w:rsid w:val="00E7157E"/>
    <w:rsid w:val="00E737D4"/>
    <w:rsid w:val="00E7576D"/>
    <w:rsid w:val="00E763DE"/>
    <w:rsid w:val="00E76467"/>
    <w:rsid w:val="00E80D4C"/>
    <w:rsid w:val="00E8328B"/>
    <w:rsid w:val="00E84B7A"/>
    <w:rsid w:val="00E84B98"/>
    <w:rsid w:val="00E863CC"/>
    <w:rsid w:val="00E91329"/>
    <w:rsid w:val="00E94DAE"/>
    <w:rsid w:val="00E95884"/>
    <w:rsid w:val="00E95F53"/>
    <w:rsid w:val="00E966F4"/>
    <w:rsid w:val="00EA07A1"/>
    <w:rsid w:val="00EA2931"/>
    <w:rsid w:val="00EA3A96"/>
    <w:rsid w:val="00EA45EE"/>
    <w:rsid w:val="00EA5438"/>
    <w:rsid w:val="00EA5967"/>
    <w:rsid w:val="00EA5C32"/>
    <w:rsid w:val="00EB0872"/>
    <w:rsid w:val="00EB1B4A"/>
    <w:rsid w:val="00EB1BE0"/>
    <w:rsid w:val="00EB2D33"/>
    <w:rsid w:val="00EB3D29"/>
    <w:rsid w:val="00EB6AE4"/>
    <w:rsid w:val="00EB7EEA"/>
    <w:rsid w:val="00EC0E59"/>
    <w:rsid w:val="00EC10D0"/>
    <w:rsid w:val="00EC1757"/>
    <w:rsid w:val="00EC178D"/>
    <w:rsid w:val="00EC1A0C"/>
    <w:rsid w:val="00EC3F13"/>
    <w:rsid w:val="00EC5920"/>
    <w:rsid w:val="00ED14D4"/>
    <w:rsid w:val="00ED1958"/>
    <w:rsid w:val="00ED21D9"/>
    <w:rsid w:val="00ED497F"/>
    <w:rsid w:val="00ED5246"/>
    <w:rsid w:val="00ED6DB7"/>
    <w:rsid w:val="00EE006E"/>
    <w:rsid w:val="00EE15CA"/>
    <w:rsid w:val="00EE3049"/>
    <w:rsid w:val="00EE4708"/>
    <w:rsid w:val="00EE5E5C"/>
    <w:rsid w:val="00EE5EFA"/>
    <w:rsid w:val="00EE6DA6"/>
    <w:rsid w:val="00EF0676"/>
    <w:rsid w:val="00EF39C8"/>
    <w:rsid w:val="00EF4028"/>
    <w:rsid w:val="00EF41A4"/>
    <w:rsid w:val="00EF4960"/>
    <w:rsid w:val="00EF68AC"/>
    <w:rsid w:val="00EF72AA"/>
    <w:rsid w:val="00F0011B"/>
    <w:rsid w:val="00F02E0A"/>
    <w:rsid w:val="00F053E2"/>
    <w:rsid w:val="00F054E3"/>
    <w:rsid w:val="00F072B1"/>
    <w:rsid w:val="00F1057D"/>
    <w:rsid w:val="00F121E1"/>
    <w:rsid w:val="00F13B60"/>
    <w:rsid w:val="00F1463F"/>
    <w:rsid w:val="00F15614"/>
    <w:rsid w:val="00F1643D"/>
    <w:rsid w:val="00F20001"/>
    <w:rsid w:val="00F22234"/>
    <w:rsid w:val="00F2786E"/>
    <w:rsid w:val="00F30084"/>
    <w:rsid w:val="00F336C8"/>
    <w:rsid w:val="00F35575"/>
    <w:rsid w:val="00F3572F"/>
    <w:rsid w:val="00F35D70"/>
    <w:rsid w:val="00F373BC"/>
    <w:rsid w:val="00F37C6B"/>
    <w:rsid w:val="00F41477"/>
    <w:rsid w:val="00F422E3"/>
    <w:rsid w:val="00F4253D"/>
    <w:rsid w:val="00F43541"/>
    <w:rsid w:val="00F43944"/>
    <w:rsid w:val="00F4431C"/>
    <w:rsid w:val="00F45C5E"/>
    <w:rsid w:val="00F4654F"/>
    <w:rsid w:val="00F46590"/>
    <w:rsid w:val="00F46A69"/>
    <w:rsid w:val="00F46E57"/>
    <w:rsid w:val="00F47982"/>
    <w:rsid w:val="00F506F5"/>
    <w:rsid w:val="00F51B9F"/>
    <w:rsid w:val="00F534A9"/>
    <w:rsid w:val="00F539A7"/>
    <w:rsid w:val="00F5439E"/>
    <w:rsid w:val="00F55AE1"/>
    <w:rsid w:val="00F5637B"/>
    <w:rsid w:val="00F5708A"/>
    <w:rsid w:val="00F57801"/>
    <w:rsid w:val="00F57B94"/>
    <w:rsid w:val="00F6062C"/>
    <w:rsid w:val="00F61AE7"/>
    <w:rsid w:val="00F63286"/>
    <w:rsid w:val="00F66880"/>
    <w:rsid w:val="00F670B2"/>
    <w:rsid w:val="00F67674"/>
    <w:rsid w:val="00F705BB"/>
    <w:rsid w:val="00F711AD"/>
    <w:rsid w:val="00F74629"/>
    <w:rsid w:val="00F8084B"/>
    <w:rsid w:val="00F808DA"/>
    <w:rsid w:val="00F80912"/>
    <w:rsid w:val="00F8151B"/>
    <w:rsid w:val="00F823F5"/>
    <w:rsid w:val="00F8365F"/>
    <w:rsid w:val="00F83844"/>
    <w:rsid w:val="00F86392"/>
    <w:rsid w:val="00F864F2"/>
    <w:rsid w:val="00F87A65"/>
    <w:rsid w:val="00F91647"/>
    <w:rsid w:val="00F92882"/>
    <w:rsid w:val="00F933D5"/>
    <w:rsid w:val="00F967CB"/>
    <w:rsid w:val="00F97386"/>
    <w:rsid w:val="00F979A2"/>
    <w:rsid w:val="00F97E0B"/>
    <w:rsid w:val="00FA0AEF"/>
    <w:rsid w:val="00FA0DF2"/>
    <w:rsid w:val="00FA4627"/>
    <w:rsid w:val="00FA51A8"/>
    <w:rsid w:val="00FA5483"/>
    <w:rsid w:val="00FA70B9"/>
    <w:rsid w:val="00FA79A8"/>
    <w:rsid w:val="00FB1736"/>
    <w:rsid w:val="00FB2BB8"/>
    <w:rsid w:val="00FB2E9B"/>
    <w:rsid w:val="00FB405F"/>
    <w:rsid w:val="00FB4731"/>
    <w:rsid w:val="00FB5E81"/>
    <w:rsid w:val="00FB69FC"/>
    <w:rsid w:val="00FC043E"/>
    <w:rsid w:val="00FC0BF8"/>
    <w:rsid w:val="00FC3DFC"/>
    <w:rsid w:val="00FC5583"/>
    <w:rsid w:val="00FC5A8F"/>
    <w:rsid w:val="00FC6541"/>
    <w:rsid w:val="00FC755A"/>
    <w:rsid w:val="00FC78A3"/>
    <w:rsid w:val="00FD1BF0"/>
    <w:rsid w:val="00FD29FA"/>
    <w:rsid w:val="00FD2BE4"/>
    <w:rsid w:val="00FD371B"/>
    <w:rsid w:val="00FD42BF"/>
    <w:rsid w:val="00FD4B8F"/>
    <w:rsid w:val="00FD5245"/>
    <w:rsid w:val="00FD6F5D"/>
    <w:rsid w:val="00FD7271"/>
    <w:rsid w:val="00FD758B"/>
    <w:rsid w:val="00FE1119"/>
    <w:rsid w:val="00FE11AC"/>
    <w:rsid w:val="00FE2156"/>
    <w:rsid w:val="00FE42E4"/>
    <w:rsid w:val="00FE4FC4"/>
    <w:rsid w:val="00FE7255"/>
    <w:rsid w:val="00FF1E23"/>
    <w:rsid w:val="00FF32EF"/>
    <w:rsid w:val="00FF36A6"/>
    <w:rsid w:val="00FF36CB"/>
    <w:rsid w:val="00FF3E2F"/>
    <w:rsid w:val="00FF5F73"/>
    <w:rsid w:val="00FF6EA7"/>
    <w:rsid w:val="00FF70B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C8903F"/>
  <w15:docId w15:val="{5AB0EAAE-45AC-4BBB-9BB7-28A632175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sv-SE" w:eastAsia="sv-S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7F77"/>
    <w:rPr>
      <w:rFonts w:eastAsia="Times New Roman"/>
      <w:sz w:val="24"/>
      <w:szCs w:val="24"/>
      <w:lang w:eastAsia="en-GB"/>
    </w:rPr>
  </w:style>
  <w:style w:type="paragraph" w:styleId="Rubrik1">
    <w:name w:val="heading 1"/>
    <w:basedOn w:val="Normal"/>
    <w:next w:val="Normal"/>
    <w:link w:val="Rubrik1Char"/>
    <w:uiPriority w:val="9"/>
    <w:qFormat/>
    <w:rsid w:val="00EA07A1"/>
    <w:pPr>
      <w:numPr>
        <w:numId w:val="11"/>
      </w:numPr>
      <w:ind w:left="360"/>
      <w:outlineLvl w:val="0"/>
    </w:pPr>
    <w:rPr>
      <w:b/>
    </w:rPr>
  </w:style>
  <w:style w:type="paragraph" w:styleId="Rubrik2">
    <w:name w:val="heading 2"/>
    <w:basedOn w:val="Normal"/>
    <w:next w:val="Normal"/>
    <w:link w:val="Rubrik2Char"/>
    <w:uiPriority w:val="99"/>
    <w:qFormat/>
    <w:rsid w:val="00022833"/>
    <w:pPr>
      <w:keepNext/>
      <w:outlineLvl w:val="1"/>
    </w:pPr>
    <w:rPr>
      <w:rFonts w:ascii="Trebuchet MS" w:hAnsi="Trebuchet MS"/>
    </w:rPr>
  </w:style>
  <w:style w:type="paragraph" w:styleId="Rubrik3">
    <w:name w:val="heading 3"/>
    <w:basedOn w:val="Normal"/>
    <w:next w:val="Normal"/>
    <w:link w:val="Rubrik3Char"/>
    <w:qFormat/>
    <w:rsid w:val="00022833"/>
    <w:pPr>
      <w:keepNext/>
      <w:ind w:firstLine="1304"/>
      <w:outlineLvl w:val="2"/>
    </w:pPr>
    <w:rPr>
      <w:rFonts w:ascii="Trebuchet MS" w:hAnsi="Trebuchet MS"/>
    </w:rPr>
  </w:style>
  <w:style w:type="paragraph" w:styleId="Rubrik4">
    <w:name w:val="heading 4"/>
    <w:aliases w:val="Rubrik 4  kravelement"/>
    <w:basedOn w:val="Normal"/>
    <w:next w:val="Normal"/>
    <w:link w:val="Rubrik4Char"/>
    <w:unhideWhenUsed/>
    <w:qFormat/>
    <w:rsid w:val="00B768C6"/>
    <w:pPr>
      <w:ind w:left="864" w:hanging="864"/>
      <w:outlineLvl w:val="3"/>
    </w:pPr>
    <w:rPr>
      <w:rFonts w:ascii="Calibri" w:eastAsiaTheme="majorEastAsia" w:hAnsi="Calibri" w:cstheme="majorBidi"/>
      <w:bCs/>
      <w:szCs w:val="22"/>
      <w:lang w:eastAsia="en-US"/>
    </w:rPr>
  </w:style>
  <w:style w:type="paragraph" w:styleId="Rubrik5">
    <w:name w:val="heading 5"/>
    <w:basedOn w:val="Normal"/>
    <w:next w:val="Normal"/>
    <w:link w:val="Rubrik5Char"/>
    <w:uiPriority w:val="99"/>
    <w:qFormat/>
    <w:rsid w:val="00B768C6"/>
    <w:pPr>
      <w:keepNext/>
      <w:keepLines/>
      <w:spacing w:before="200"/>
      <w:ind w:left="1008" w:hanging="1008"/>
      <w:outlineLvl w:val="4"/>
    </w:pPr>
    <w:rPr>
      <w:rFonts w:ascii="Cambria" w:eastAsia="Calibri" w:hAnsi="Cambria"/>
      <w:color w:val="1F350C"/>
      <w:sz w:val="20"/>
      <w:szCs w:val="20"/>
      <w:lang w:eastAsia="en-US"/>
    </w:rPr>
  </w:style>
  <w:style w:type="paragraph" w:styleId="Rubrik6">
    <w:name w:val="heading 6"/>
    <w:basedOn w:val="Normal"/>
    <w:next w:val="Normal"/>
    <w:link w:val="Rubrik6Char"/>
    <w:uiPriority w:val="99"/>
    <w:qFormat/>
    <w:rsid w:val="00B768C6"/>
    <w:pPr>
      <w:keepNext/>
      <w:keepLines/>
      <w:spacing w:before="200"/>
      <w:ind w:left="1152" w:hanging="1152"/>
      <w:outlineLvl w:val="5"/>
    </w:pPr>
    <w:rPr>
      <w:rFonts w:ascii="Cambria" w:eastAsia="Calibri" w:hAnsi="Cambria"/>
      <w:i/>
      <w:iCs/>
      <w:color w:val="1F350C"/>
      <w:sz w:val="20"/>
      <w:szCs w:val="20"/>
      <w:lang w:eastAsia="en-US"/>
    </w:rPr>
  </w:style>
  <w:style w:type="paragraph" w:styleId="Rubrik7">
    <w:name w:val="heading 7"/>
    <w:basedOn w:val="Normal"/>
    <w:next w:val="Normal"/>
    <w:link w:val="Rubrik7Char"/>
    <w:semiHidden/>
    <w:unhideWhenUsed/>
    <w:qFormat/>
    <w:rsid w:val="00B768C6"/>
    <w:pPr>
      <w:keepNext/>
      <w:keepLines/>
      <w:spacing w:before="200"/>
      <w:ind w:left="1296" w:hanging="1296"/>
      <w:outlineLvl w:val="6"/>
    </w:pPr>
    <w:rPr>
      <w:rFonts w:asciiTheme="majorHAnsi" w:eastAsiaTheme="majorEastAsia" w:hAnsiTheme="majorHAnsi" w:cstheme="majorBidi"/>
      <w:i/>
      <w:iCs/>
      <w:color w:val="404040" w:themeColor="text1" w:themeTint="BF"/>
      <w:sz w:val="22"/>
      <w:szCs w:val="22"/>
      <w:lang w:eastAsia="en-US"/>
    </w:rPr>
  </w:style>
  <w:style w:type="paragraph" w:styleId="Rubrik8">
    <w:name w:val="heading 8"/>
    <w:basedOn w:val="Normal"/>
    <w:next w:val="Normal"/>
    <w:link w:val="Rubrik8Char"/>
    <w:uiPriority w:val="99"/>
    <w:qFormat/>
    <w:rsid w:val="00B768C6"/>
    <w:pPr>
      <w:spacing w:before="240" w:after="60"/>
      <w:ind w:left="1440" w:hanging="1440"/>
      <w:outlineLvl w:val="7"/>
    </w:pPr>
    <w:rPr>
      <w:rFonts w:eastAsia="Calibri"/>
      <w:i/>
      <w:iCs/>
      <w:lang w:eastAsia="sv-SE"/>
    </w:rPr>
  </w:style>
  <w:style w:type="paragraph" w:styleId="Rubrik9">
    <w:name w:val="heading 9"/>
    <w:basedOn w:val="Normal"/>
    <w:next w:val="Normal"/>
    <w:link w:val="Rubrik9Char"/>
    <w:semiHidden/>
    <w:unhideWhenUsed/>
    <w:qFormat/>
    <w:rsid w:val="00B768C6"/>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basedOn w:val="Standardstycketeckensnitt"/>
    <w:uiPriority w:val="99"/>
    <w:rsid w:val="0007698B"/>
    <w:rPr>
      <w:color w:val="0000FF"/>
      <w:u w:val="single"/>
    </w:rPr>
  </w:style>
  <w:style w:type="paragraph" w:customStyle="1" w:styleId="Default">
    <w:name w:val="Default"/>
    <w:rsid w:val="008A583F"/>
    <w:pPr>
      <w:widowControl w:val="0"/>
      <w:autoSpaceDE w:val="0"/>
      <w:autoSpaceDN w:val="0"/>
      <w:adjustRightInd w:val="0"/>
    </w:pPr>
    <w:rPr>
      <w:rFonts w:eastAsia="Times New Roman"/>
      <w:color w:val="000000"/>
      <w:sz w:val="24"/>
      <w:szCs w:val="24"/>
      <w:lang w:val="en-GB" w:eastAsia="en-GB"/>
    </w:rPr>
  </w:style>
  <w:style w:type="paragraph" w:styleId="Ballongtext">
    <w:name w:val="Balloon Text"/>
    <w:basedOn w:val="Normal"/>
    <w:semiHidden/>
    <w:rsid w:val="00544848"/>
    <w:rPr>
      <w:rFonts w:ascii="Tahoma" w:hAnsi="Tahoma" w:cs="Tahoma"/>
      <w:sz w:val="16"/>
      <w:szCs w:val="16"/>
    </w:rPr>
  </w:style>
  <w:style w:type="paragraph" w:styleId="Sidhuvud">
    <w:name w:val="header"/>
    <w:basedOn w:val="Normal"/>
    <w:link w:val="SidhuvudChar"/>
    <w:uiPriority w:val="99"/>
    <w:rsid w:val="006249B3"/>
    <w:pPr>
      <w:tabs>
        <w:tab w:val="center" w:pos="4536"/>
        <w:tab w:val="right" w:pos="9072"/>
      </w:tabs>
    </w:pPr>
  </w:style>
  <w:style w:type="paragraph" w:styleId="Sidfot">
    <w:name w:val="footer"/>
    <w:basedOn w:val="Normal"/>
    <w:link w:val="SidfotChar"/>
    <w:uiPriority w:val="99"/>
    <w:rsid w:val="006249B3"/>
    <w:pPr>
      <w:tabs>
        <w:tab w:val="center" w:pos="4536"/>
        <w:tab w:val="right" w:pos="9072"/>
      </w:tabs>
    </w:pPr>
  </w:style>
  <w:style w:type="character" w:customStyle="1" w:styleId="Rubrik2Char">
    <w:name w:val="Rubrik 2 Char"/>
    <w:basedOn w:val="Standardstycketeckensnitt"/>
    <w:link w:val="Rubrik2"/>
    <w:rsid w:val="00022833"/>
    <w:rPr>
      <w:rFonts w:ascii="Trebuchet MS" w:eastAsia="Times New Roman" w:hAnsi="Trebuchet MS"/>
      <w:sz w:val="24"/>
    </w:rPr>
  </w:style>
  <w:style w:type="character" w:customStyle="1" w:styleId="Rubrik3Char">
    <w:name w:val="Rubrik 3 Char"/>
    <w:basedOn w:val="Standardstycketeckensnitt"/>
    <w:link w:val="Rubrik3"/>
    <w:rsid w:val="00022833"/>
    <w:rPr>
      <w:rFonts w:ascii="Trebuchet MS" w:eastAsia="Times New Roman" w:hAnsi="Trebuchet MS"/>
      <w:sz w:val="24"/>
    </w:rPr>
  </w:style>
  <w:style w:type="character" w:styleId="Stark">
    <w:name w:val="Strong"/>
    <w:basedOn w:val="Standardstycketeckensnitt"/>
    <w:qFormat/>
    <w:rsid w:val="00AE13CD"/>
    <w:rPr>
      <w:b/>
      <w:bCs/>
    </w:rPr>
  </w:style>
  <w:style w:type="paragraph" w:styleId="Liststycke">
    <w:name w:val="List Paragraph"/>
    <w:basedOn w:val="Normal"/>
    <w:uiPriority w:val="34"/>
    <w:qFormat/>
    <w:rsid w:val="003C0C61"/>
    <w:pPr>
      <w:ind w:left="720"/>
      <w:contextualSpacing/>
    </w:pPr>
  </w:style>
  <w:style w:type="character" w:styleId="Kommentarsreferens">
    <w:name w:val="annotation reference"/>
    <w:basedOn w:val="Standardstycketeckensnitt"/>
    <w:uiPriority w:val="99"/>
    <w:semiHidden/>
    <w:unhideWhenUsed/>
    <w:rsid w:val="00151DF4"/>
    <w:rPr>
      <w:sz w:val="16"/>
      <w:szCs w:val="16"/>
    </w:rPr>
  </w:style>
  <w:style w:type="paragraph" w:styleId="Kommentarer">
    <w:name w:val="annotation text"/>
    <w:basedOn w:val="Normal"/>
    <w:link w:val="KommentarerChar"/>
    <w:uiPriority w:val="99"/>
    <w:unhideWhenUsed/>
    <w:rsid w:val="00151DF4"/>
    <w:rPr>
      <w:sz w:val="20"/>
      <w:szCs w:val="20"/>
    </w:rPr>
  </w:style>
  <w:style w:type="character" w:customStyle="1" w:styleId="KommentarerChar">
    <w:name w:val="Kommentarer Char"/>
    <w:basedOn w:val="Standardstycketeckensnitt"/>
    <w:link w:val="Kommentarer"/>
    <w:uiPriority w:val="99"/>
    <w:rsid w:val="00151DF4"/>
    <w:rPr>
      <w:rFonts w:eastAsia="Times New Roman"/>
      <w:lang w:val="en-GB" w:eastAsia="en-GB"/>
    </w:rPr>
  </w:style>
  <w:style w:type="paragraph" w:styleId="Kommentarsmne">
    <w:name w:val="annotation subject"/>
    <w:basedOn w:val="Kommentarer"/>
    <w:next w:val="Kommentarer"/>
    <w:link w:val="KommentarsmneChar"/>
    <w:uiPriority w:val="99"/>
    <w:semiHidden/>
    <w:unhideWhenUsed/>
    <w:rsid w:val="00151DF4"/>
    <w:rPr>
      <w:b/>
      <w:bCs/>
    </w:rPr>
  </w:style>
  <w:style w:type="character" w:customStyle="1" w:styleId="KommentarsmneChar">
    <w:name w:val="Kommentarsämne Char"/>
    <w:basedOn w:val="KommentarerChar"/>
    <w:link w:val="Kommentarsmne"/>
    <w:uiPriority w:val="99"/>
    <w:semiHidden/>
    <w:rsid w:val="00151DF4"/>
    <w:rPr>
      <w:rFonts w:eastAsia="Times New Roman"/>
      <w:b/>
      <w:bCs/>
      <w:lang w:val="en-GB" w:eastAsia="en-GB"/>
    </w:rPr>
  </w:style>
  <w:style w:type="paragraph" w:styleId="Beskrivning">
    <w:name w:val="caption"/>
    <w:basedOn w:val="Normal"/>
    <w:next w:val="Normal"/>
    <w:uiPriority w:val="35"/>
    <w:unhideWhenUsed/>
    <w:qFormat/>
    <w:rsid w:val="006F5F6A"/>
    <w:pPr>
      <w:spacing w:after="200"/>
    </w:pPr>
    <w:rPr>
      <w:b/>
      <w:bCs/>
      <w:color w:val="4F81BD" w:themeColor="accent1"/>
      <w:sz w:val="18"/>
      <w:szCs w:val="18"/>
    </w:rPr>
  </w:style>
  <w:style w:type="character" w:customStyle="1" w:styleId="SidfotChar">
    <w:name w:val="Sidfot Char"/>
    <w:basedOn w:val="Standardstycketeckensnitt"/>
    <w:link w:val="Sidfot"/>
    <w:uiPriority w:val="99"/>
    <w:rsid w:val="0009330E"/>
    <w:rPr>
      <w:rFonts w:eastAsia="Times New Roman"/>
      <w:sz w:val="24"/>
      <w:szCs w:val="24"/>
      <w:lang w:eastAsia="en-GB"/>
    </w:rPr>
  </w:style>
  <w:style w:type="table" w:styleId="Tabellrutnt">
    <w:name w:val="Table Grid"/>
    <w:basedOn w:val="Normaltabell"/>
    <w:uiPriority w:val="59"/>
    <w:rsid w:val="00B434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ubrik1Char">
    <w:name w:val="Rubrik 1 Char"/>
    <w:basedOn w:val="Standardstycketeckensnitt"/>
    <w:link w:val="Rubrik1"/>
    <w:uiPriority w:val="9"/>
    <w:rsid w:val="00EA07A1"/>
    <w:rPr>
      <w:rFonts w:eastAsia="Times New Roman"/>
      <w:b/>
      <w:sz w:val="24"/>
      <w:szCs w:val="24"/>
      <w:lang w:eastAsia="en-GB"/>
    </w:rPr>
  </w:style>
  <w:style w:type="character" w:styleId="AnvndHyperlnk">
    <w:name w:val="FollowedHyperlink"/>
    <w:basedOn w:val="Standardstycketeckensnitt"/>
    <w:uiPriority w:val="99"/>
    <w:semiHidden/>
    <w:unhideWhenUsed/>
    <w:rsid w:val="008636F7"/>
    <w:rPr>
      <w:color w:val="800080" w:themeColor="followedHyperlink"/>
      <w:u w:val="single"/>
    </w:rPr>
  </w:style>
  <w:style w:type="paragraph" w:styleId="Rubrik">
    <w:name w:val="Title"/>
    <w:basedOn w:val="Normal"/>
    <w:next w:val="Normal"/>
    <w:link w:val="RubrikChar"/>
    <w:uiPriority w:val="10"/>
    <w:qFormat/>
    <w:rsid w:val="00F670B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RubrikChar">
    <w:name w:val="Rubrik Char"/>
    <w:basedOn w:val="Standardstycketeckensnitt"/>
    <w:link w:val="Rubrik"/>
    <w:uiPriority w:val="10"/>
    <w:rsid w:val="00F670B2"/>
    <w:rPr>
      <w:rFonts w:asciiTheme="majorHAnsi" w:eastAsiaTheme="majorEastAsia" w:hAnsiTheme="majorHAnsi" w:cstheme="majorBidi"/>
      <w:color w:val="17365D" w:themeColor="text2" w:themeShade="BF"/>
      <w:spacing w:val="5"/>
      <w:kern w:val="28"/>
      <w:sz w:val="52"/>
      <w:szCs w:val="52"/>
      <w:lang w:eastAsia="en-GB"/>
    </w:rPr>
  </w:style>
  <w:style w:type="character" w:customStyle="1" w:styleId="Rubrik4Char">
    <w:name w:val="Rubrik 4 Char"/>
    <w:aliases w:val="Rubrik 4  kravelement Char"/>
    <w:basedOn w:val="Standardstycketeckensnitt"/>
    <w:link w:val="Rubrik4"/>
    <w:rsid w:val="00B768C6"/>
    <w:rPr>
      <w:rFonts w:ascii="Calibri" w:eastAsiaTheme="majorEastAsia" w:hAnsi="Calibri" w:cstheme="majorBidi"/>
      <w:bCs/>
      <w:sz w:val="24"/>
      <w:szCs w:val="22"/>
      <w:lang w:eastAsia="en-US"/>
    </w:rPr>
  </w:style>
  <w:style w:type="character" w:customStyle="1" w:styleId="Rubrik5Char">
    <w:name w:val="Rubrik 5 Char"/>
    <w:basedOn w:val="Standardstycketeckensnitt"/>
    <w:link w:val="Rubrik5"/>
    <w:uiPriority w:val="99"/>
    <w:rsid w:val="00B768C6"/>
    <w:rPr>
      <w:rFonts w:ascii="Cambria" w:eastAsia="Calibri" w:hAnsi="Cambria"/>
      <w:color w:val="1F350C"/>
      <w:lang w:eastAsia="en-US"/>
    </w:rPr>
  </w:style>
  <w:style w:type="character" w:customStyle="1" w:styleId="Rubrik6Char">
    <w:name w:val="Rubrik 6 Char"/>
    <w:basedOn w:val="Standardstycketeckensnitt"/>
    <w:link w:val="Rubrik6"/>
    <w:uiPriority w:val="99"/>
    <w:rsid w:val="00B768C6"/>
    <w:rPr>
      <w:rFonts w:ascii="Cambria" w:eastAsia="Calibri" w:hAnsi="Cambria"/>
      <w:i/>
      <w:iCs/>
      <w:color w:val="1F350C"/>
      <w:lang w:eastAsia="en-US"/>
    </w:rPr>
  </w:style>
  <w:style w:type="character" w:customStyle="1" w:styleId="Rubrik7Char">
    <w:name w:val="Rubrik 7 Char"/>
    <w:basedOn w:val="Standardstycketeckensnitt"/>
    <w:link w:val="Rubrik7"/>
    <w:semiHidden/>
    <w:rsid w:val="00B768C6"/>
    <w:rPr>
      <w:rFonts w:asciiTheme="majorHAnsi" w:eastAsiaTheme="majorEastAsia" w:hAnsiTheme="majorHAnsi" w:cstheme="majorBidi"/>
      <w:i/>
      <w:iCs/>
      <w:color w:val="404040" w:themeColor="text1" w:themeTint="BF"/>
      <w:sz w:val="22"/>
      <w:szCs w:val="22"/>
      <w:lang w:eastAsia="en-US"/>
    </w:rPr>
  </w:style>
  <w:style w:type="character" w:customStyle="1" w:styleId="Rubrik8Char">
    <w:name w:val="Rubrik 8 Char"/>
    <w:basedOn w:val="Standardstycketeckensnitt"/>
    <w:link w:val="Rubrik8"/>
    <w:uiPriority w:val="99"/>
    <w:rsid w:val="00B768C6"/>
    <w:rPr>
      <w:rFonts w:eastAsia="Calibri"/>
      <w:i/>
      <w:iCs/>
      <w:sz w:val="24"/>
      <w:szCs w:val="24"/>
    </w:rPr>
  </w:style>
  <w:style w:type="character" w:customStyle="1" w:styleId="Rubrik9Char">
    <w:name w:val="Rubrik 9 Char"/>
    <w:basedOn w:val="Standardstycketeckensnitt"/>
    <w:link w:val="Rubrik9"/>
    <w:semiHidden/>
    <w:rsid w:val="00B768C6"/>
    <w:rPr>
      <w:rFonts w:asciiTheme="majorHAnsi" w:eastAsiaTheme="majorEastAsia" w:hAnsiTheme="majorHAnsi" w:cstheme="majorBidi"/>
      <w:i/>
      <w:iCs/>
      <w:color w:val="404040" w:themeColor="text1" w:themeTint="BF"/>
      <w:lang w:eastAsia="en-US"/>
    </w:rPr>
  </w:style>
  <w:style w:type="paragraph" w:customStyle="1" w:styleId="Rubrik3alt">
    <w:name w:val="Rubrik 3 alt"/>
    <w:basedOn w:val="Rubrik3"/>
    <w:link w:val="Rubrik3altChar"/>
    <w:qFormat/>
    <w:rsid w:val="00B768C6"/>
    <w:pPr>
      <w:keepNext w:val="0"/>
      <w:keepLines/>
      <w:numPr>
        <w:ilvl w:val="2"/>
        <w:numId w:val="11"/>
      </w:numPr>
      <w:spacing w:before="120"/>
      <w:ind w:left="720" w:hanging="720"/>
    </w:pPr>
    <w:rPr>
      <w:rFonts w:ascii="Calibri" w:eastAsiaTheme="majorEastAsia" w:hAnsi="Calibri" w:cstheme="majorBidi"/>
      <w:bCs/>
      <w:sz w:val="22"/>
      <w:szCs w:val="22"/>
      <w:lang w:eastAsia="en-US"/>
    </w:rPr>
  </w:style>
  <w:style w:type="paragraph" w:customStyle="1" w:styleId="indragfrnaltrubrik3">
    <w:name w:val="indrag från alt rubrik 3"/>
    <w:basedOn w:val="Rubrik5"/>
    <w:link w:val="indragfrnaltrubrik3Char"/>
    <w:qFormat/>
    <w:rsid w:val="00B768C6"/>
    <w:pPr>
      <w:keepNext w:val="0"/>
      <w:numPr>
        <w:numId w:val="25"/>
      </w:numPr>
      <w:spacing w:before="0"/>
    </w:pPr>
    <w:rPr>
      <w:rFonts w:asciiTheme="minorHAnsi" w:eastAsiaTheme="majorEastAsia" w:hAnsiTheme="minorHAnsi" w:cstheme="majorBidi"/>
      <w:color w:val="auto"/>
      <w:sz w:val="22"/>
      <w:szCs w:val="22"/>
    </w:rPr>
  </w:style>
  <w:style w:type="character" w:customStyle="1" w:styleId="Rubrik3altChar">
    <w:name w:val="Rubrik 3 alt Char"/>
    <w:basedOn w:val="Rubrik3Char"/>
    <w:link w:val="Rubrik3alt"/>
    <w:rsid w:val="00B768C6"/>
    <w:rPr>
      <w:rFonts w:ascii="Calibri" w:eastAsiaTheme="majorEastAsia" w:hAnsi="Calibri" w:cstheme="majorBidi"/>
      <w:bCs/>
      <w:sz w:val="22"/>
      <w:szCs w:val="22"/>
      <w:lang w:eastAsia="en-US"/>
    </w:rPr>
  </w:style>
  <w:style w:type="character" w:customStyle="1" w:styleId="indragfrnaltrubrik3Char">
    <w:name w:val="indrag från alt rubrik 3 Char"/>
    <w:basedOn w:val="Rubrik3altChar"/>
    <w:link w:val="indragfrnaltrubrik3"/>
    <w:rsid w:val="00B768C6"/>
    <w:rPr>
      <w:rFonts w:asciiTheme="minorHAnsi" w:eastAsiaTheme="majorEastAsia" w:hAnsiTheme="minorHAnsi" w:cstheme="majorBidi"/>
      <w:bCs w:val="0"/>
      <w:sz w:val="22"/>
      <w:szCs w:val="22"/>
      <w:lang w:eastAsia="en-US"/>
    </w:rPr>
  </w:style>
  <w:style w:type="paragraph" w:customStyle="1" w:styleId="Agendapunkt">
    <w:name w:val="Agendapunkt"/>
    <w:basedOn w:val="Rubrik1"/>
    <w:link w:val="AgendapunktChar"/>
    <w:qFormat/>
    <w:rsid w:val="00F5439E"/>
  </w:style>
  <w:style w:type="character" w:customStyle="1" w:styleId="AgendapunktChar">
    <w:name w:val="Agendapunkt Char"/>
    <w:basedOn w:val="Rubrik1Char"/>
    <w:link w:val="Agendapunkt"/>
    <w:rsid w:val="00F5439E"/>
    <w:rPr>
      <w:rFonts w:eastAsia="Times New Roman"/>
      <w:b/>
      <w:sz w:val="24"/>
      <w:szCs w:val="24"/>
      <w:lang w:eastAsia="en-GB"/>
    </w:rPr>
  </w:style>
  <w:style w:type="character" w:styleId="Diskretbetoning">
    <w:name w:val="Subtle Emphasis"/>
    <w:basedOn w:val="Standardstycketeckensnitt"/>
    <w:uiPriority w:val="19"/>
    <w:qFormat/>
    <w:rsid w:val="00A34D4A"/>
    <w:rPr>
      <w:i/>
      <w:iCs/>
      <w:color w:val="404040" w:themeColor="text1" w:themeTint="BF"/>
    </w:rPr>
  </w:style>
  <w:style w:type="character" w:styleId="Betoning">
    <w:name w:val="Emphasis"/>
    <w:basedOn w:val="Starkbetoning"/>
    <w:uiPriority w:val="20"/>
    <w:qFormat/>
    <w:rsid w:val="00A34D4A"/>
    <w:rPr>
      <w:i w:val="0"/>
      <w:iCs w:val="0"/>
      <w:color w:val="4F81BD" w:themeColor="accent1"/>
    </w:rPr>
  </w:style>
  <w:style w:type="paragraph" w:customStyle="1" w:styleId="Bilaga">
    <w:name w:val="Bilaga"/>
    <w:basedOn w:val="Normal"/>
    <w:link w:val="BilagaChar"/>
    <w:qFormat/>
    <w:rsid w:val="00A34D4A"/>
    <w:pPr>
      <w:numPr>
        <w:numId w:val="36"/>
      </w:numPr>
    </w:pPr>
    <w:rPr>
      <w:i/>
    </w:rPr>
  </w:style>
  <w:style w:type="character" w:styleId="Starkbetoning">
    <w:name w:val="Intense Emphasis"/>
    <w:basedOn w:val="Standardstycketeckensnitt"/>
    <w:uiPriority w:val="21"/>
    <w:qFormat/>
    <w:rsid w:val="00A34D4A"/>
    <w:rPr>
      <w:i/>
      <w:iCs/>
      <w:color w:val="4F81BD" w:themeColor="accent1"/>
    </w:rPr>
  </w:style>
  <w:style w:type="character" w:customStyle="1" w:styleId="SidhuvudChar">
    <w:name w:val="Sidhuvud Char"/>
    <w:basedOn w:val="Standardstycketeckensnitt"/>
    <w:link w:val="Sidhuvud"/>
    <w:uiPriority w:val="99"/>
    <w:rsid w:val="00263259"/>
    <w:rPr>
      <w:rFonts w:eastAsia="Times New Roman"/>
      <w:sz w:val="24"/>
      <w:szCs w:val="24"/>
      <w:lang w:eastAsia="en-GB"/>
    </w:rPr>
  </w:style>
  <w:style w:type="character" w:customStyle="1" w:styleId="BilagaChar">
    <w:name w:val="Bilaga Char"/>
    <w:basedOn w:val="Standardstycketeckensnitt"/>
    <w:link w:val="Bilaga"/>
    <w:rsid w:val="00A34D4A"/>
    <w:rPr>
      <w:rFonts w:eastAsia="Times New Roman"/>
      <w:i/>
      <w:sz w:val="24"/>
      <w:szCs w:val="24"/>
      <w:lang w:eastAsia="en-GB"/>
    </w:rPr>
  </w:style>
  <w:style w:type="character" w:styleId="Olstomnmnande">
    <w:name w:val="Unresolved Mention"/>
    <w:basedOn w:val="Standardstycketeckensnitt"/>
    <w:uiPriority w:val="99"/>
    <w:semiHidden/>
    <w:unhideWhenUsed/>
    <w:rsid w:val="003D0F6A"/>
    <w:rPr>
      <w:color w:val="808080"/>
      <w:shd w:val="clear" w:color="auto" w:fill="E6E6E6"/>
    </w:rPr>
  </w:style>
  <w:style w:type="paragraph" w:styleId="Innehllsfrteckningsrubrik">
    <w:name w:val="TOC Heading"/>
    <w:basedOn w:val="Rubrik1"/>
    <w:next w:val="Normal"/>
    <w:uiPriority w:val="39"/>
    <w:unhideWhenUsed/>
    <w:qFormat/>
    <w:rsid w:val="00EA5967"/>
    <w:pPr>
      <w:keepNext/>
      <w:keepLines/>
      <w:numPr>
        <w:numId w:val="0"/>
      </w:numPr>
      <w:spacing w:before="240" w:line="259" w:lineRule="auto"/>
      <w:outlineLvl w:val="9"/>
    </w:pPr>
    <w:rPr>
      <w:rFonts w:asciiTheme="majorHAnsi" w:eastAsiaTheme="majorEastAsia" w:hAnsiTheme="majorHAnsi" w:cstheme="majorBidi"/>
      <w:b w:val="0"/>
      <w:color w:val="365F91" w:themeColor="accent1" w:themeShade="BF"/>
      <w:sz w:val="32"/>
      <w:szCs w:val="32"/>
      <w:lang w:eastAsia="sv-SE"/>
    </w:rPr>
  </w:style>
  <w:style w:type="paragraph" w:styleId="Innehll1">
    <w:name w:val="toc 1"/>
    <w:basedOn w:val="Normal"/>
    <w:next w:val="Normal"/>
    <w:autoRedefine/>
    <w:uiPriority w:val="39"/>
    <w:unhideWhenUsed/>
    <w:rsid w:val="00EA596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7597">
      <w:bodyDiv w:val="1"/>
      <w:marLeft w:val="0"/>
      <w:marRight w:val="0"/>
      <w:marTop w:val="0"/>
      <w:marBottom w:val="0"/>
      <w:divBdr>
        <w:top w:val="none" w:sz="0" w:space="0" w:color="auto"/>
        <w:left w:val="none" w:sz="0" w:space="0" w:color="auto"/>
        <w:bottom w:val="none" w:sz="0" w:space="0" w:color="auto"/>
        <w:right w:val="none" w:sz="0" w:space="0" w:color="auto"/>
      </w:divBdr>
    </w:div>
    <w:div w:id="123278961">
      <w:bodyDiv w:val="1"/>
      <w:marLeft w:val="0"/>
      <w:marRight w:val="0"/>
      <w:marTop w:val="0"/>
      <w:marBottom w:val="0"/>
      <w:divBdr>
        <w:top w:val="none" w:sz="0" w:space="0" w:color="auto"/>
        <w:left w:val="none" w:sz="0" w:space="0" w:color="auto"/>
        <w:bottom w:val="none" w:sz="0" w:space="0" w:color="auto"/>
        <w:right w:val="none" w:sz="0" w:space="0" w:color="auto"/>
      </w:divBdr>
      <w:divsChild>
        <w:div w:id="11499645">
          <w:marLeft w:val="1555"/>
          <w:marRight w:val="0"/>
          <w:marTop w:val="100"/>
          <w:marBottom w:val="0"/>
          <w:divBdr>
            <w:top w:val="none" w:sz="0" w:space="0" w:color="auto"/>
            <w:left w:val="none" w:sz="0" w:space="0" w:color="auto"/>
            <w:bottom w:val="none" w:sz="0" w:space="0" w:color="auto"/>
            <w:right w:val="none" w:sz="0" w:space="0" w:color="auto"/>
          </w:divBdr>
        </w:div>
        <w:div w:id="22900523">
          <w:marLeft w:val="1555"/>
          <w:marRight w:val="0"/>
          <w:marTop w:val="100"/>
          <w:marBottom w:val="0"/>
          <w:divBdr>
            <w:top w:val="none" w:sz="0" w:space="0" w:color="auto"/>
            <w:left w:val="none" w:sz="0" w:space="0" w:color="auto"/>
            <w:bottom w:val="none" w:sz="0" w:space="0" w:color="auto"/>
            <w:right w:val="none" w:sz="0" w:space="0" w:color="auto"/>
          </w:divBdr>
        </w:div>
        <w:div w:id="522211723">
          <w:marLeft w:val="2261"/>
          <w:marRight w:val="0"/>
          <w:marTop w:val="100"/>
          <w:marBottom w:val="0"/>
          <w:divBdr>
            <w:top w:val="none" w:sz="0" w:space="0" w:color="auto"/>
            <w:left w:val="none" w:sz="0" w:space="0" w:color="auto"/>
            <w:bottom w:val="none" w:sz="0" w:space="0" w:color="auto"/>
            <w:right w:val="none" w:sz="0" w:space="0" w:color="auto"/>
          </w:divBdr>
        </w:div>
        <w:div w:id="572784897">
          <w:marLeft w:val="2261"/>
          <w:marRight w:val="0"/>
          <w:marTop w:val="100"/>
          <w:marBottom w:val="0"/>
          <w:divBdr>
            <w:top w:val="none" w:sz="0" w:space="0" w:color="auto"/>
            <w:left w:val="none" w:sz="0" w:space="0" w:color="auto"/>
            <w:bottom w:val="none" w:sz="0" w:space="0" w:color="auto"/>
            <w:right w:val="none" w:sz="0" w:space="0" w:color="auto"/>
          </w:divBdr>
        </w:div>
        <w:div w:id="757871130">
          <w:marLeft w:val="562"/>
          <w:marRight w:val="0"/>
          <w:marTop w:val="360"/>
          <w:marBottom w:val="0"/>
          <w:divBdr>
            <w:top w:val="none" w:sz="0" w:space="0" w:color="auto"/>
            <w:left w:val="none" w:sz="0" w:space="0" w:color="auto"/>
            <w:bottom w:val="none" w:sz="0" w:space="0" w:color="auto"/>
            <w:right w:val="none" w:sz="0" w:space="0" w:color="auto"/>
          </w:divBdr>
        </w:div>
        <w:div w:id="926232786">
          <w:marLeft w:val="1555"/>
          <w:marRight w:val="0"/>
          <w:marTop w:val="100"/>
          <w:marBottom w:val="0"/>
          <w:divBdr>
            <w:top w:val="none" w:sz="0" w:space="0" w:color="auto"/>
            <w:left w:val="none" w:sz="0" w:space="0" w:color="auto"/>
            <w:bottom w:val="none" w:sz="0" w:space="0" w:color="auto"/>
            <w:right w:val="none" w:sz="0" w:space="0" w:color="auto"/>
          </w:divBdr>
        </w:div>
        <w:div w:id="1598364754">
          <w:marLeft w:val="562"/>
          <w:marRight w:val="0"/>
          <w:marTop w:val="360"/>
          <w:marBottom w:val="0"/>
          <w:divBdr>
            <w:top w:val="none" w:sz="0" w:space="0" w:color="auto"/>
            <w:left w:val="none" w:sz="0" w:space="0" w:color="auto"/>
            <w:bottom w:val="none" w:sz="0" w:space="0" w:color="auto"/>
            <w:right w:val="none" w:sz="0" w:space="0" w:color="auto"/>
          </w:divBdr>
        </w:div>
        <w:div w:id="1886286127">
          <w:marLeft w:val="562"/>
          <w:marRight w:val="0"/>
          <w:marTop w:val="360"/>
          <w:marBottom w:val="0"/>
          <w:divBdr>
            <w:top w:val="none" w:sz="0" w:space="0" w:color="auto"/>
            <w:left w:val="none" w:sz="0" w:space="0" w:color="auto"/>
            <w:bottom w:val="none" w:sz="0" w:space="0" w:color="auto"/>
            <w:right w:val="none" w:sz="0" w:space="0" w:color="auto"/>
          </w:divBdr>
        </w:div>
        <w:div w:id="1937247854">
          <w:marLeft w:val="2261"/>
          <w:marRight w:val="0"/>
          <w:marTop w:val="100"/>
          <w:marBottom w:val="0"/>
          <w:divBdr>
            <w:top w:val="none" w:sz="0" w:space="0" w:color="auto"/>
            <w:left w:val="none" w:sz="0" w:space="0" w:color="auto"/>
            <w:bottom w:val="none" w:sz="0" w:space="0" w:color="auto"/>
            <w:right w:val="none" w:sz="0" w:space="0" w:color="auto"/>
          </w:divBdr>
        </w:div>
      </w:divsChild>
    </w:div>
    <w:div w:id="176504498">
      <w:bodyDiv w:val="1"/>
      <w:marLeft w:val="0"/>
      <w:marRight w:val="0"/>
      <w:marTop w:val="0"/>
      <w:marBottom w:val="0"/>
      <w:divBdr>
        <w:top w:val="none" w:sz="0" w:space="0" w:color="auto"/>
        <w:left w:val="none" w:sz="0" w:space="0" w:color="auto"/>
        <w:bottom w:val="none" w:sz="0" w:space="0" w:color="auto"/>
        <w:right w:val="none" w:sz="0" w:space="0" w:color="auto"/>
      </w:divBdr>
    </w:div>
    <w:div w:id="237248401">
      <w:bodyDiv w:val="1"/>
      <w:marLeft w:val="0"/>
      <w:marRight w:val="0"/>
      <w:marTop w:val="0"/>
      <w:marBottom w:val="0"/>
      <w:divBdr>
        <w:top w:val="none" w:sz="0" w:space="0" w:color="auto"/>
        <w:left w:val="none" w:sz="0" w:space="0" w:color="auto"/>
        <w:bottom w:val="none" w:sz="0" w:space="0" w:color="auto"/>
        <w:right w:val="none" w:sz="0" w:space="0" w:color="auto"/>
      </w:divBdr>
    </w:div>
    <w:div w:id="269819549">
      <w:bodyDiv w:val="1"/>
      <w:marLeft w:val="0"/>
      <w:marRight w:val="0"/>
      <w:marTop w:val="0"/>
      <w:marBottom w:val="0"/>
      <w:divBdr>
        <w:top w:val="none" w:sz="0" w:space="0" w:color="auto"/>
        <w:left w:val="none" w:sz="0" w:space="0" w:color="auto"/>
        <w:bottom w:val="none" w:sz="0" w:space="0" w:color="auto"/>
        <w:right w:val="none" w:sz="0" w:space="0" w:color="auto"/>
      </w:divBdr>
    </w:div>
    <w:div w:id="321592526">
      <w:bodyDiv w:val="1"/>
      <w:marLeft w:val="0"/>
      <w:marRight w:val="0"/>
      <w:marTop w:val="0"/>
      <w:marBottom w:val="0"/>
      <w:divBdr>
        <w:top w:val="none" w:sz="0" w:space="0" w:color="auto"/>
        <w:left w:val="none" w:sz="0" w:space="0" w:color="auto"/>
        <w:bottom w:val="none" w:sz="0" w:space="0" w:color="auto"/>
        <w:right w:val="none" w:sz="0" w:space="0" w:color="auto"/>
      </w:divBdr>
    </w:div>
    <w:div w:id="349647892">
      <w:bodyDiv w:val="1"/>
      <w:marLeft w:val="0"/>
      <w:marRight w:val="0"/>
      <w:marTop w:val="0"/>
      <w:marBottom w:val="0"/>
      <w:divBdr>
        <w:top w:val="none" w:sz="0" w:space="0" w:color="auto"/>
        <w:left w:val="none" w:sz="0" w:space="0" w:color="auto"/>
        <w:bottom w:val="none" w:sz="0" w:space="0" w:color="auto"/>
        <w:right w:val="none" w:sz="0" w:space="0" w:color="auto"/>
      </w:divBdr>
    </w:div>
    <w:div w:id="363337099">
      <w:bodyDiv w:val="1"/>
      <w:marLeft w:val="0"/>
      <w:marRight w:val="0"/>
      <w:marTop w:val="0"/>
      <w:marBottom w:val="0"/>
      <w:divBdr>
        <w:top w:val="none" w:sz="0" w:space="0" w:color="auto"/>
        <w:left w:val="none" w:sz="0" w:space="0" w:color="auto"/>
        <w:bottom w:val="none" w:sz="0" w:space="0" w:color="auto"/>
        <w:right w:val="none" w:sz="0" w:space="0" w:color="auto"/>
      </w:divBdr>
    </w:div>
    <w:div w:id="396174682">
      <w:bodyDiv w:val="1"/>
      <w:marLeft w:val="0"/>
      <w:marRight w:val="0"/>
      <w:marTop w:val="0"/>
      <w:marBottom w:val="0"/>
      <w:divBdr>
        <w:top w:val="none" w:sz="0" w:space="0" w:color="auto"/>
        <w:left w:val="none" w:sz="0" w:space="0" w:color="auto"/>
        <w:bottom w:val="none" w:sz="0" w:space="0" w:color="auto"/>
        <w:right w:val="none" w:sz="0" w:space="0" w:color="auto"/>
      </w:divBdr>
    </w:div>
    <w:div w:id="480001915">
      <w:bodyDiv w:val="1"/>
      <w:marLeft w:val="0"/>
      <w:marRight w:val="0"/>
      <w:marTop w:val="0"/>
      <w:marBottom w:val="0"/>
      <w:divBdr>
        <w:top w:val="none" w:sz="0" w:space="0" w:color="auto"/>
        <w:left w:val="none" w:sz="0" w:space="0" w:color="auto"/>
        <w:bottom w:val="none" w:sz="0" w:space="0" w:color="auto"/>
        <w:right w:val="none" w:sz="0" w:space="0" w:color="auto"/>
      </w:divBdr>
    </w:div>
    <w:div w:id="650476869">
      <w:bodyDiv w:val="1"/>
      <w:marLeft w:val="0"/>
      <w:marRight w:val="0"/>
      <w:marTop w:val="0"/>
      <w:marBottom w:val="0"/>
      <w:divBdr>
        <w:top w:val="none" w:sz="0" w:space="0" w:color="auto"/>
        <w:left w:val="none" w:sz="0" w:space="0" w:color="auto"/>
        <w:bottom w:val="none" w:sz="0" w:space="0" w:color="auto"/>
        <w:right w:val="none" w:sz="0" w:space="0" w:color="auto"/>
      </w:divBdr>
    </w:div>
    <w:div w:id="673074159">
      <w:bodyDiv w:val="1"/>
      <w:marLeft w:val="0"/>
      <w:marRight w:val="0"/>
      <w:marTop w:val="0"/>
      <w:marBottom w:val="0"/>
      <w:divBdr>
        <w:top w:val="none" w:sz="0" w:space="0" w:color="auto"/>
        <w:left w:val="none" w:sz="0" w:space="0" w:color="auto"/>
        <w:bottom w:val="none" w:sz="0" w:space="0" w:color="auto"/>
        <w:right w:val="none" w:sz="0" w:space="0" w:color="auto"/>
      </w:divBdr>
    </w:div>
    <w:div w:id="867183989">
      <w:bodyDiv w:val="1"/>
      <w:marLeft w:val="0"/>
      <w:marRight w:val="0"/>
      <w:marTop w:val="0"/>
      <w:marBottom w:val="0"/>
      <w:divBdr>
        <w:top w:val="none" w:sz="0" w:space="0" w:color="auto"/>
        <w:left w:val="none" w:sz="0" w:space="0" w:color="auto"/>
        <w:bottom w:val="none" w:sz="0" w:space="0" w:color="auto"/>
        <w:right w:val="none" w:sz="0" w:space="0" w:color="auto"/>
      </w:divBdr>
    </w:div>
    <w:div w:id="935291894">
      <w:bodyDiv w:val="1"/>
      <w:marLeft w:val="0"/>
      <w:marRight w:val="0"/>
      <w:marTop w:val="0"/>
      <w:marBottom w:val="0"/>
      <w:divBdr>
        <w:top w:val="none" w:sz="0" w:space="0" w:color="auto"/>
        <w:left w:val="none" w:sz="0" w:space="0" w:color="auto"/>
        <w:bottom w:val="none" w:sz="0" w:space="0" w:color="auto"/>
        <w:right w:val="none" w:sz="0" w:space="0" w:color="auto"/>
      </w:divBdr>
    </w:div>
    <w:div w:id="970785780">
      <w:bodyDiv w:val="1"/>
      <w:marLeft w:val="0"/>
      <w:marRight w:val="0"/>
      <w:marTop w:val="0"/>
      <w:marBottom w:val="0"/>
      <w:divBdr>
        <w:top w:val="none" w:sz="0" w:space="0" w:color="auto"/>
        <w:left w:val="none" w:sz="0" w:space="0" w:color="auto"/>
        <w:bottom w:val="none" w:sz="0" w:space="0" w:color="auto"/>
        <w:right w:val="none" w:sz="0" w:space="0" w:color="auto"/>
      </w:divBdr>
    </w:div>
    <w:div w:id="1047221136">
      <w:bodyDiv w:val="1"/>
      <w:marLeft w:val="0"/>
      <w:marRight w:val="0"/>
      <w:marTop w:val="0"/>
      <w:marBottom w:val="0"/>
      <w:divBdr>
        <w:top w:val="none" w:sz="0" w:space="0" w:color="auto"/>
        <w:left w:val="none" w:sz="0" w:space="0" w:color="auto"/>
        <w:bottom w:val="none" w:sz="0" w:space="0" w:color="auto"/>
        <w:right w:val="none" w:sz="0" w:space="0" w:color="auto"/>
      </w:divBdr>
    </w:div>
    <w:div w:id="1494956632">
      <w:bodyDiv w:val="1"/>
      <w:marLeft w:val="0"/>
      <w:marRight w:val="0"/>
      <w:marTop w:val="0"/>
      <w:marBottom w:val="0"/>
      <w:divBdr>
        <w:top w:val="none" w:sz="0" w:space="0" w:color="auto"/>
        <w:left w:val="none" w:sz="0" w:space="0" w:color="auto"/>
        <w:bottom w:val="none" w:sz="0" w:space="0" w:color="auto"/>
        <w:right w:val="none" w:sz="0" w:space="0" w:color="auto"/>
      </w:divBdr>
    </w:div>
    <w:div w:id="1721632087">
      <w:bodyDiv w:val="1"/>
      <w:marLeft w:val="0"/>
      <w:marRight w:val="0"/>
      <w:marTop w:val="0"/>
      <w:marBottom w:val="0"/>
      <w:divBdr>
        <w:top w:val="none" w:sz="0" w:space="0" w:color="auto"/>
        <w:left w:val="none" w:sz="0" w:space="0" w:color="auto"/>
        <w:bottom w:val="none" w:sz="0" w:space="0" w:color="auto"/>
        <w:right w:val="none" w:sz="0" w:space="0" w:color="auto"/>
      </w:divBdr>
      <w:divsChild>
        <w:div w:id="66541897">
          <w:marLeft w:val="0"/>
          <w:marRight w:val="0"/>
          <w:marTop w:val="0"/>
          <w:marBottom w:val="0"/>
          <w:divBdr>
            <w:top w:val="single" w:sz="8" w:space="1" w:color="auto"/>
            <w:left w:val="single" w:sz="8" w:space="4" w:color="auto"/>
            <w:bottom w:val="single" w:sz="8" w:space="1" w:color="auto"/>
            <w:right w:val="single" w:sz="8" w:space="4" w:color="auto"/>
          </w:divBdr>
        </w:div>
        <w:div w:id="1449470068">
          <w:marLeft w:val="0"/>
          <w:marRight w:val="0"/>
          <w:marTop w:val="0"/>
          <w:marBottom w:val="0"/>
          <w:divBdr>
            <w:top w:val="single" w:sz="8" w:space="1" w:color="auto"/>
            <w:left w:val="single" w:sz="8" w:space="4" w:color="auto"/>
            <w:bottom w:val="single" w:sz="8" w:space="1" w:color="auto"/>
            <w:right w:val="single" w:sz="8" w:space="4" w:color="auto"/>
          </w:divBdr>
        </w:div>
        <w:div w:id="2008172001">
          <w:marLeft w:val="0"/>
          <w:marRight w:val="0"/>
          <w:marTop w:val="0"/>
          <w:marBottom w:val="0"/>
          <w:divBdr>
            <w:top w:val="none" w:sz="0" w:space="0" w:color="auto"/>
            <w:left w:val="none" w:sz="0" w:space="0" w:color="auto"/>
            <w:bottom w:val="none" w:sz="0" w:space="0" w:color="auto"/>
            <w:right w:val="none" w:sz="0" w:space="0" w:color="auto"/>
          </w:divBdr>
        </w:div>
      </w:divsChild>
    </w:div>
    <w:div w:id="1805732670">
      <w:bodyDiv w:val="1"/>
      <w:marLeft w:val="0"/>
      <w:marRight w:val="0"/>
      <w:marTop w:val="0"/>
      <w:marBottom w:val="0"/>
      <w:divBdr>
        <w:top w:val="none" w:sz="0" w:space="0" w:color="auto"/>
        <w:left w:val="none" w:sz="0" w:space="0" w:color="auto"/>
        <w:bottom w:val="none" w:sz="0" w:space="0" w:color="auto"/>
        <w:right w:val="none" w:sz="0" w:space="0" w:color="auto"/>
      </w:divBdr>
    </w:div>
    <w:div w:id="2049060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fc.or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equest@pefc.or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efc.s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efc.seF"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pefc.se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OXPS\AppData\Roaming\Microsoft\Mallar\SV%20PEFC%20100622.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2EA20-BF21-4C08-846C-C5902BDBF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SV PEFC 100622</Template>
  <TotalTime>14</TotalTime>
  <Pages>4</Pages>
  <Words>809</Words>
  <Characters>4616</Characters>
  <Application>Microsoft Office Word</Application>
  <DocSecurity>0</DocSecurity>
  <Lines>38</Lines>
  <Paragraphs>10</Paragraphs>
  <ScaleCrop>false</ScaleCrop>
  <HeadingPairs>
    <vt:vector size="2" baseType="variant">
      <vt:variant>
        <vt:lpstr>Rubrik</vt:lpstr>
      </vt:variant>
      <vt:variant>
        <vt:i4>1</vt:i4>
      </vt:variant>
    </vt:vector>
  </HeadingPairs>
  <TitlesOfParts>
    <vt:vector size="1" baseType="lpstr">
      <vt:lpstr/>
    </vt:vector>
  </TitlesOfParts>
  <Company>Microsoft Corporation</Company>
  <LinksUpToDate>false</LinksUpToDate>
  <CharactersWithSpaces>5415</CharactersWithSpaces>
  <SharedDoc>false</SharedDoc>
  <HLinks>
    <vt:vector size="12" baseType="variant">
      <vt:variant>
        <vt:i4>7733285</vt:i4>
      </vt:variant>
      <vt:variant>
        <vt:i4>3</vt:i4>
      </vt:variant>
      <vt:variant>
        <vt:i4>0</vt:i4>
      </vt:variant>
      <vt:variant>
        <vt:i4>5</vt:i4>
      </vt:variant>
      <vt:variant>
        <vt:lpwstr>http://www.pefc.se/</vt:lpwstr>
      </vt:variant>
      <vt:variant>
        <vt:lpwstr/>
      </vt:variant>
      <vt:variant>
        <vt:i4>4259884</vt:i4>
      </vt:variant>
      <vt:variant>
        <vt:i4>0</vt:i4>
      </vt:variant>
      <vt:variant>
        <vt:i4>0</vt:i4>
      </vt:variant>
      <vt:variant>
        <vt:i4>5</vt:i4>
      </vt:variant>
      <vt:variant>
        <vt:lpwstr>mailto:ake.barklund@pefc.se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MANOXPS</dc:creator>
  <cp:keywords/>
  <dc:description/>
  <cp:lastModifiedBy>Christina Lundgren</cp:lastModifiedBy>
  <cp:revision>15</cp:revision>
  <cp:lastPrinted>2021-11-15T20:46:00Z</cp:lastPrinted>
  <dcterms:created xsi:type="dcterms:W3CDTF">2023-02-07T14:43:00Z</dcterms:created>
  <dcterms:modified xsi:type="dcterms:W3CDTF">2023-02-07T14:57:00Z</dcterms:modified>
</cp:coreProperties>
</file>